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315E" w14:textId="48E95340" w:rsidR="00AF1D29" w:rsidRDefault="008D000A" w:rsidP="00AF1D29">
      <w:pPr>
        <w:pStyle w:val="Heading1"/>
      </w:pPr>
      <w:bookmarkStart w:id="0" w:name="_Toc511220124"/>
      <w:r w:rsidRPr="00543D31">
        <w:t>Project</w:t>
      </w:r>
      <w:r w:rsidR="00452393">
        <w:t xml:space="preserve"> Assessment</w:t>
      </w:r>
    </w:p>
    <w:p w14:paraId="4B351D98" w14:textId="77777777" w:rsidR="00F95B84" w:rsidRDefault="00F95B84" w:rsidP="00F95B84">
      <w:pPr>
        <w:rPr>
          <w:b/>
          <w:sz w:val="28"/>
          <w:szCs w:val="28"/>
          <w:lang w:eastAsia="en-AU"/>
        </w:rPr>
      </w:pPr>
      <w:r>
        <w:rPr>
          <w:b/>
          <w:sz w:val="28"/>
          <w:szCs w:val="28"/>
          <w:lang w:eastAsia="en-AU"/>
        </w:rPr>
        <w:t>Assessment event 1 of 3</w:t>
      </w:r>
    </w:p>
    <w:bookmarkEnd w:id="0"/>
    <w:p w14:paraId="3952315F" w14:textId="77777777" w:rsidR="00AF1D29" w:rsidRPr="00A56627" w:rsidRDefault="008D000A" w:rsidP="00AF1D29">
      <w:pPr>
        <w:pStyle w:val="Heading2"/>
      </w:pPr>
      <w:r w:rsidRPr="00A56627">
        <w:t>Criteria</w:t>
      </w:r>
    </w:p>
    <w:p w14:paraId="39523160" w14:textId="77777777" w:rsidR="00AF1D29" w:rsidRDefault="008D000A" w:rsidP="00AF1D29">
      <w:pPr>
        <w:pStyle w:val="Heading3"/>
      </w:pPr>
      <w:r w:rsidRPr="007A6B4A">
        <w:t>Unit code, name and release number</w:t>
      </w:r>
    </w:p>
    <w:p w14:paraId="39523161" w14:textId="77777777" w:rsidR="00AF1D29" w:rsidRPr="00D83795" w:rsidRDefault="008D000A" w:rsidP="00AF1D2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MSL974019 - Perform chemical tests and procedures (1)</w:t>
      </w:r>
      <w:bookmarkEnd w:id="1"/>
    </w:p>
    <w:p w14:paraId="39523162" w14:textId="77777777" w:rsidR="00AF1D29" w:rsidRPr="00D83795" w:rsidRDefault="00AF1D29" w:rsidP="00AF1D2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9523163" w14:textId="77777777" w:rsidR="00AF1D29" w:rsidRDefault="008D000A" w:rsidP="00AF1D29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39523164" w14:textId="77777777" w:rsidR="00AF1D29" w:rsidRDefault="008D000A" w:rsidP="00AF1D2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r w:rsidRPr="00D83795">
        <w:rPr>
          <w:sz w:val="22"/>
          <w:szCs w:val="22"/>
          <w:lang w:eastAsia="en-AU"/>
        </w:rPr>
        <w:t>MSL40118 - Certificate IV in Laboratory Techniques (1)</w:t>
      </w:r>
      <w:bookmarkEnd w:id="2"/>
    </w:p>
    <w:p w14:paraId="04104703" w14:textId="56954025" w:rsidR="00407EFE" w:rsidRPr="00D83795" w:rsidRDefault="002560FE" w:rsidP="00AF1D2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MSL50118 - </w:t>
      </w:r>
      <w:r w:rsidR="00407EFE">
        <w:rPr>
          <w:sz w:val="22"/>
          <w:szCs w:val="22"/>
          <w:lang w:eastAsia="en-AU"/>
        </w:rPr>
        <w:t>Diploma of Laboratory Technology (1)</w:t>
      </w:r>
    </w:p>
    <w:p w14:paraId="570A3096" w14:textId="77777777" w:rsidR="00001B2B" w:rsidRPr="00726234" w:rsidRDefault="00001B2B" w:rsidP="00001B2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</w:t>
      </w:r>
      <w:proofErr w:type="gramStart"/>
      <w:r>
        <w:rPr>
          <w:color w:val="FF0000"/>
          <w:sz w:val="22"/>
          <w:szCs w:val="22"/>
          <w:lang w:eastAsia="en-AU"/>
        </w:rPr>
        <w:t>.*</w:t>
      </w:r>
      <w:proofErr w:type="gramEnd"/>
      <w:r>
        <w:rPr>
          <w:color w:val="FF0000"/>
          <w:sz w:val="22"/>
          <w:szCs w:val="22"/>
          <w:lang w:eastAsia="en-AU"/>
        </w:rPr>
        <w:t>*</w:t>
      </w:r>
    </w:p>
    <w:p w14:paraId="39523166" w14:textId="77777777" w:rsidR="00AF1D29" w:rsidRPr="00A56627" w:rsidRDefault="008D000A" w:rsidP="00AF1D29">
      <w:pPr>
        <w:pStyle w:val="Heading2"/>
      </w:pPr>
      <w:r w:rsidRPr="00A56627">
        <w:t>Student details</w:t>
      </w:r>
    </w:p>
    <w:p w14:paraId="39523167" w14:textId="77777777" w:rsidR="00AF1D29" w:rsidRDefault="008D000A" w:rsidP="00AF1D29">
      <w:pPr>
        <w:pStyle w:val="Heading3"/>
      </w:pPr>
      <w:r w:rsidRPr="00AA18CF">
        <w:t>Student number</w:t>
      </w:r>
    </w:p>
    <w:p w14:paraId="39523168" w14:textId="77777777" w:rsidR="00AF1D29" w:rsidRPr="00D83795" w:rsidRDefault="00AF1D29" w:rsidP="00AF1D2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9523169" w14:textId="77777777" w:rsidR="00AF1D29" w:rsidRDefault="008D000A" w:rsidP="00AF1D29">
      <w:pPr>
        <w:pStyle w:val="Heading3"/>
      </w:pPr>
      <w:r w:rsidRPr="00AA18CF">
        <w:t xml:space="preserve">Student </w:t>
      </w:r>
      <w:r>
        <w:t>name</w:t>
      </w:r>
    </w:p>
    <w:p w14:paraId="3952316A" w14:textId="77777777" w:rsidR="00AF1D29" w:rsidRPr="00D83795" w:rsidRDefault="00AF1D29" w:rsidP="00AF1D2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952316B" w14:textId="77777777" w:rsidR="00AF1D29" w:rsidRPr="00A56627" w:rsidRDefault="008D000A" w:rsidP="00AF1D29">
      <w:pPr>
        <w:pStyle w:val="Heading2"/>
      </w:pPr>
      <w:r w:rsidRPr="00A56627">
        <w:t>Assessment Declaration</w:t>
      </w:r>
    </w:p>
    <w:p w14:paraId="3952316C" w14:textId="77777777" w:rsidR="00AF1D29" w:rsidRPr="00FF3AA4" w:rsidRDefault="008D000A" w:rsidP="00AF1D29">
      <w:pPr>
        <w:pStyle w:val="Bulletlist"/>
      </w:pPr>
      <w:r w:rsidRPr="00FF3AA4">
        <w:t>This assessment is my original work and no part of it has been copied from any other source except where due acknowledgement is made.</w:t>
      </w:r>
    </w:p>
    <w:p w14:paraId="3952316D" w14:textId="77777777" w:rsidR="00AF1D29" w:rsidRPr="00FF3AA4" w:rsidRDefault="008D000A" w:rsidP="00AF1D29">
      <w:pPr>
        <w:pStyle w:val="Bulletlist"/>
      </w:pPr>
      <w:proofErr w:type="gramStart"/>
      <w:r w:rsidRPr="00FF3AA4">
        <w:t>No part of this assessment has been written for me by any other person except where such collaboration has been authorised by the assessor concerned</w:t>
      </w:r>
      <w:proofErr w:type="gramEnd"/>
      <w:r w:rsidRPr="00FF3AA4">
        <w:t>.</w:t>
      </w:r>
    </w:p>
    <w:p w14:paraId="3952316E" w14:textId="1853C205" w:rsidR="00AF1D29" w:rsidRPr="00FF3AA4" w:rsidRDefault="008D000A" w:rsidP="00AF1D29">
      <w:pPr>
        <w:pStyle w:val="Bulletlist"/>
      </w:pPr>
      <w:r w:rsidRPr="00FF3AA4">
        <w:t xml:space="preserve">I understand that plagiarism is the presentation of the work, idea or creation of </w:t>
      </w:r>
      <w:r>
        <w:t>a</w:t>
      </w:r>
      <w:r w:rsidRPr="00FF3AA4">
        <w:t xml:space="preserve">nother person as though it is </w:t>
      </w:r>
      <w:r w:rsidR="003A00DA">
        <w:t>my</w:t>
      </w:r>
      <w:r w:rsidRPr="00FF3AA4">
        <w:t xml:space="preserve"> own. Plagiarism occurs when the origin of the material used </w:t>
      </w:r>
      <w:proofErr w:type="gramStart"/>
      <w:r w:rsidRPr="00FF3AA4">
        <w:t>is not appropriately cited</w:t>
      </w:r>
      <w:proofErr w:type="gramEnd"/>
      <w:r w:rsidRPr="00FF3AA4">
        <w:t>. No part of this assessment is plagiarised.</w:t>
      </w:r>
    </w:p>
    <w:p w14:paraId="3952316F" w14:textId="77777777" w:rsidR="00AF1D29" w:rsidRDefault="008D000A" w:rsidP="00AF1D29">
      <w:pPr>
        <w:pStyle w:val="Heading3"/>
      </w:pPr>
      <w:r w:rsidRPr="00AE2B8B">
        <w:t>Student signature</w:t>
      </w:r>
      <w:r>
        <w:t xml:space="preserve"> and </w:t>
      </w:r>
      <w:r w:rsidRPr="00AE2B8B">
        <w:t>Date</w:t>
      </w:r>
    </w:p>
    <w:p w14:paraId="39523170" w14:textId="77777777" w:rsidR="00AF1D29" w:rsidRDefault="00AF1D29" w:rsidP="00AF1D2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3" w:name="_GoBack"/>
      <w:bookmarkEnd w:id="3"/>
    </w:p>
    <w:p w14:paraId="39523171" w14:textId="77777777" w:rsidR="00AF1D29" w:rsidRPr="00D83795" w:rsidRDefault="00AF1D29" w:rsidP="00AF1D2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9523172" w14:textId="77777777" w:rsidR="00AF1D29" w:rsidRDefault="00AF1D29" w:rsidP="00AF1D29">
      <w:pPr>
        <w:rPr>
          <w:lang w:eastAsia="en-AU"/>
        </w:rPr>
        <w:sectPr w:rsidR="00AF1D29" w:rsidSect="00AF1D2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39523173" w14:textId="77777777" w:rsidR="00AF1D29" w:rsidRPr="007D3A8A" w:rsidRDefault="008D000A" w:rsidP="00AF1D29">
      <w:pPr>
        <w:pStyle w:val="SmallerText-Black"/>
        <w:tabs>
          <w:tab w:val="left" w:pos="2127"/>
        </w:tabs>
        <w:rPr>
          <w:color w:val="000000" w:themeColor="text1"/>
        </w:rPr>
      </w:pPr>
      <w:r w:rsidRPr="007D3A8A">
        <w:rPr>
          <w:color w:val="000000" w:themeColor="text1"/>
        </w:rPr>
        <w:lastRenderedPageBreak/>
        <w:t>Version:</w:t>
      </w:r>
      <w:r w:rsidRPr="007D3A8A">
        <w:rPr>
          <w:color w:val="000000" w:themeColor="text1"/>
        </w:rPr>
        <w:tab/>
        <w:t>1.0</w:t>
      </w:r>
    </w:p>
    <w:p w14:paraId="39523174" w14:textId="22A1DE57" w:rsidR="00AF1D29" w:rsidRPr="007D3A8A" w:rsidRDefault="00D6577D" w:rsidP="00AF1D29">
      <w:pPr>
        <w:pStyle w:val="SmallerText-Black"/>
        <w:tabs>
          <w:tab w:val="left" w:pos="2127"/>
        </w:tabs>
        <w:rPr>
          <w:color w:val="000000" w:themeColor="text1"/>
        </w:rPr>
      </w:pPr>
      <w:r w:rsidRPr="007D3A8A">
        <w:rPr>
          <w:color w:val="000000" w:themeColor="text1"/>
        </w:rPr>
        <w:t xml:space="preserve">Date </w:t>
      </w:r>
      <w:proofErr w:type="gramStart"/>
      <w:r w:rsidRPr="007D3A8A">
        <w:rPr>
          <w:color w:val="000000" w:themeColor="text1"/>
        </w:rPr>
        <w:t>created:</w:t>
      </w:r>
      <w:proofErr w:type="gramEnd"/>
      <w:r w:rsidRPr="007D3A8A">
        <w:rPr>
          <w:color w:val="000000" w:themeColor="text1"/>
        </w:rPr>
        <w:tab/>
        <w:t>07/06/2019</w:t>
      </w:r>
    </w:p>
    <w:p w14:paraId="39523175" w14:textId="45B39477" w:rsidR="00AF1D29" w:rsidRPr="007D3A8A" w:rsidRDefault="008D000A" w:rsidP="00AF1D29">
      <w:pPr>
        <w:pStyle w:val="SmallerText-Black"/>
        <w:tabs>
          <w:tab w:val="left" w:pos="2127"/>
        </w:tabs>
        <w:rPr>
          <w:color w:val="000000" w:themeColor="text1"/>
        </w:rPr>
      </w:pPr>
      <w:r w:rsidRPr="007D3A8A">
        <w:rPr>
          <w:color w:val="000000" w:themeColor="text1"/>
        </w:rPr>
        <w:t xml:space="preserve">Date </w:t>
      </w:r>
      <w:proofErr w:type="gramStart"/>
      <w:r w:rsidRPr="007D3A8A">
        <w:rPr>
          <w:color w:val="000000" w:themeColor="text1"/>
        </w:rPr>
        <w:t>modified:</w:t>
      </w:r>
      <w:proofErr w:type="gramEnd"/>
      <w:r w:rsidRPr="007D3A8A">
        <w:rPr>
          <w:color w:val="000000" w:themeColor="text1"/>
        </w:rPr>
        <w:tab/>
      </w:r>
      <w:r w:rsidRPr="007D3A8A">
        <w:rPr>
          <w:color w:val="000000" w:themeColor="text1"/>
        </w:rPr>
        <w:fldChar w:fldCharType="begin"/>
      </w:r>
      <w:r w:rsidRPr="007D3A8A">
        <w:rPr>
          <w:color w:val="000000" w:themeColor="text1"/>
        </w:rPr>
        <w:instrText xml:space="preserve"> DATE  \@ "dd/MM/yyyy"  \* MERGEFORMAT </w:instrText>
      </w:r>
      <w:r w:rsidRPr="007D3A8A">
        <w:rPr>
          <w:color w:val="000000" w:themeColor="text1"/>
        </w:rPr>
        <w:fldChar w:fldCharType="separate"/>
      </w:r>
      <w:r w:rsidR="004B66AB">
        <w:rPr>
          <w:noProof/>
          <w:color w:val="000000" w:themeColor="text1"/>
        </w:rPr>
        <w:t>19/11/2019</w:t>
      </w:r>
      <w:r w:rsidRPr="007D3A8A">
        <w:rPr>
          <w:color w:val="000000" w:themeColor="text1"/>
        </w:rPr>
        <w:fldChar w:fldCharType="end"/>
      </w:r>
    </w:p>
    <w:p w14:paraId="39523176" w14:textId="77777777" w:rsidR="00AF1D29" w:rsidRPr="007D3A8A" w:rsidRDefault="00AF1D29" w:rsidP="00AF1D29">
      <w:pPr>
        <w:pStyle w:val="SmallerText-Black"/>
        <w:rPr>
          <w:color w:val="000000" w:themeColor="text1"/>
        </w:rPr>
      </w:pPr>
    </w:p>
    <w:p w14:paraId="39523177" w14:textId="77777777" w:rsidR="00071297" w:rsidRPr="007D3A8A" w:rsidRDefault="00071297" w:rsidP="00071297">
      <w:pPr>
        <w:rPr>
          <w:color w:val="000000" w:themeColor="text1"/>
          <w:szCs w:val="24"/>
        </w:rPr>
      </w:pPr>
      <w:r w:rsidRPr="007D3A8A">
        <w:rPr>
          <w:color w:val="000000" w:themeColor="text1"/>
          <w:szCs w:val="24"/>
        </w:rPr>
        <w:t>For queries, please contact:</w:t>
      </w:r>
    </w:p>
    <w:p w14:paraId="3BF3E72E" w14:textId="1C7ABC7C" w:rsidR="00D6577D" w:rsidRPr="007D3A8A" w:rsidRDefault="00D6577D" w:rsidP="00071297">
      <w:pPr>
        <w:rPr>
          <w:color w:val="000000" w:themeColor="text1"/>
          <w:sz w:val="20"/>
        </w:rPr>
      </w:pPr>
      <w:r w:rsidRPr="007D3A8A">
        <w:rPr>
          <w:color w:val="000000" w:themeColor="text1"/>
          <w:sz w:val="20"/>
        </w:rPr>
        <w:t xml:space="preserve">Innovative Manufacturing, Robotics and Science SkillsPoint </w:t>
      </w:r>
    </w:p>
    <w:p w14:paraId="39523179" w14:textId="5CE67BD7" w:rsidR="00071297" w:rsidRPr="007D3A8A" w:rsidRDefault="00D6577D" w:rsidP="00071297">
      <w:pPr>
        <w:rPr>
          <w:color w:val="000000" w:themeColor="text1"/>
          <w:sz w:val="20"/>
        </w:rPr>
      </w:pPr>
      <w:r w:rsidRPr="007D3A8A">
        <w:rPr>
          <w:color w:val="000000" w:themeColor="text1"/>
          <w:sz w:val="20"/>
        </w:rPr>
        <w:t>Hamilton Campus</w:t>
      </w:r>
    </w:p>
    <w:p w14:paraId="3952317A" w14:textId="77777777" w:rsidR="00AF1D29" w:rsidRPr="000301F0" w:rsidRDefault="00071297" w:rsidP="00071297">
      <w:pPr>
        <w:pStyle w:val="SmallerText-Black"/>
        <w:spacing w:before="1440"/>
      </w:pPr>
      <w:r>
        <w:t xml:space="preserve">Hamilton </w:t>
      </w:r>
      <w:r w:rsidR="008D000A">
        <w:t>© 2019</w:t>
      </w:r>
      <w:r w:rsidR="008D000A" w:rsidRPr="000301F0">
        <w:t xml:space="preserve"> TAFE NSW, Sydney</w:t>
      </w:r>
      <w:r w:rsidR="008D000A" w:rsidRPr="000301F0">
        <w:rPr>
          <w:noProof/>
          <w:lang w:eastAsia="en-AU"/>
        </w:rPr>
        <w:br/>
      </w:r>
      <w:r w:rsidR="008D000A" w:rsidRPr="000301F0">
        <w:t>RTO Provider Number 90003 | CRICOS Provider Code: 00591E</w:t>
      </w:r>
    </w:p>
    <w:p w14:paraId="3952317B" w14:textId="77777777" w:rsidR="00AF1D29" w:rsidRPr="00D23A6C" w:rsidRDefault="008D000A" w:rsidP="00AF1D29">
      <w:pPr>
        <w:pStyle w:val="SmallerText-Black"/>
      </w:pPr>
      <w:r>
        <w:t xml:space="preserve">This assessment can be found in </w:t>
      </w:r>
      <w:proofErr w:type="gramStart"/>
      <w:r>
        <w:t>the</w:t>
      </w:r>
      <w:r w:rsidRPr="00D23A6C">
        <w:t>:</w:t>
      </w:r>
      <w:proofErr w:type="gramEnd"/>
      <w:r w:rsidRPr="00D23A6C">
        <w:t xml:space="preserve">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3952317C" w14:textId="1AD24C46" w:rsidR="00AF1D29" w:rsidRPr="000301F0" w:rsidRDefault="008D000A" w:rsidP="00AF1D29">
      <w:pPr>
        <w:pStyle w:val="SmallerText-Black"/>
      </w:pPr>
      <w:r w:rsidRPr="000301F0">
        <w:t>The content</w:t>
      </w:r>
      <w:r w:rsidR="00001B2B">
        <w:t>s of</w:t>
      </w:r>
      <w:r w:rsidRPr="000301F0">
        <w:t xml:space="preserve"> this docum</w:t>
      </w:r>
      <w:r w:rsidR="00001B2B">
        <w:t>ent are</w:t>
      </w:r>
      <w:r>
        <w:t xml:space="preserve"> copyright © TAFE NSW 2019</w:t>
      </w:r>
      <w:r w:rsidRPr="000301F0">
        <w:t xml:space="preserve">, and </w:t>
      </w:r>
      <w:proofErr w:type="gramStart"/>
      <w:r w:rsidRPr="000301F0">
        <w:t>should not be reproduced</w:t>
      </w:r>
      <w:proofErr w:type="gramEnd"/>
      <w:r w:rsidRPr="000301F0">
        <w:t xml:space="preserve">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4B66AB">
        <w:rPr>
          <w:noProof/>
        </w:rPr>
        <w:t>19 November 2019</w:t>
      </w:r>
      <w:r w:rsidRPr="000301F0">
        <w:fldChar w:fldCharType="end"/>
      </w:r>
      <w:r w:rsidRPr="000301F0">
        <w:t xml:space="preserve">. For current </w:t>
      </w:r>
      <w:proofErr w:type="gramStart"/>
      <w:r w:rsidRPr="000301F0">
        <w:t>information</w:t>
      </w:r>
      <w:proofErr w:type="gramEnd"/>
      <w:r w:rsidRPr="000301F0">
        <w:t xml:space="preserve"> please refer to our website</w:t>
      </w:r>
      <w:r>
        <w:t xml:space="preserve"> or your teacher as appropriate</w:t>
      </w:r>
      <w:r w:rsidRPr="000301F0">
        <w:t>.</w:t>
      </w:r>
    </w:p>
    <w:p w14:paraId="3952317D" w14:textId="77777777" w:rsidR="00AF1D29" w:rsidRDefault="00AF1D29">
      <w:pPr>
        <w:tabs>
          <w:tab w:val="clear" w:pos="284"/>
        </w:tabs>
        <w:spacing w:before="0" w:after="200" w:line="276" w:lineRule="auto"/>
        <w:rPr>
          <w:sz w:val="22"/>
          <w:szCs w:val="22"/>
        </w:rPr>
        <w:sectPr w:rsidR="00AF1D29" w:rsidSect="00AF1D29">
          <w:headerReference w:type="even" r:id="rId18"/>
          <w:footerReference w:type="even" r:id="rId19"/>
          <w:headerReference w:type="first" r:id="rId20"/>
          <w:footerReference w:type="first" r:id="rId21"/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3952317E" w14:textId="77777777" w:rsidR="00AF1D29" w:rsidRPr="008F6497" w:rsidRDefault="008D000A" w:rsidP="00AF1D29">
      <w:pPr>
        <w:pStyle w:val="Heading2"/>
      </w:pPr>
      <w:r w:rsidRPr="008F6497">
        <w:lastRenderedPageBreak/>
        <w:t>Assessment instructions</w:t>
      </w:r>
    </w:p>
    <w:p w14:paraId="3952317F" w14:textId="77777777" w:rsidR="00AF1D29" w:rsidRDefault="008D000A" w:rsidP="00AF1D29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5215EC"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F030CE">
        <w:t>Assessment instructions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Assessment instructions"/>
      </w:tblPr>
      <w:tblGrid>
        <w:gridCol w:w="2405"/>
        <w:gridCol w:w="6655"/>
      </w:tblGrid>
      <w:tr w:rsidR="00C143FA" w14:paraId="39523182" w14:textId="77777777" w:rsidTr="00C143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327" w:type="pct"/>
            <w:vAlign w:val="top"/>
          </w:tcPr>
          <w:p w14:paraId="39523180" w14:textId="77777777" w:rsidR="00AF1D29" w:rsidRDefault="008D000A" w:rsidP="00AF1D29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3673" w:type="pct"/>
            <w:vAlign w:val="top"/>
          </w:tcPr>
          <w:p w14:paraId="39523181" w14:textId="77777777" w:rsidR="00AF1D29" w:rsidRDefault="008D000A" w:rsidP="00AF1D29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C143FA" w14:paraId="39523185" w14:textId="77777777" w:rsidTr="00C143FA">
        <w:tc>
          <w:tcPr>
            <w:tcW w:w="1327" w:type="pct"/>
            <w:vAlign w:val="top"/>
          </w:tcPr>
          <w:p w14:paraId="39523183" w14:textId="77777777" w:rsidR="00AF1D29" w:rsidRPr="00505992" w:rsidRDefault="008D000A" w:rsidP="00AF1D29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505992">
              <w:rPr>
                <w:b/>
                <w:sz w:val="22"/>
                <w:szCs w:val="22"/>
                <w:lang w:eastAsia="en-AU"/>
              </w:rPr>
              <w:t>Assessment overview</w:t>
            </w:r>
          </w:p>
        </w:tc>
        <w:tc>
          <w:tcPr>
            <w:tcW w:w="3673" w:type="pct"/>
            <w:vAlign w:val="top"/>
          </w:tcPr>
          <w:p w14:paraId="39523184" w14:textId="03D09823" w:rsidR="00AF1D29" w:rsidRPr="00454FB7" w:rsidRDefault="008D000A" w:rsidP="003B5C95">
            <w:pPr>
              <w:pStyle w:val="Body"/>
              <w:rPr>
                <w:i/>
                <w:color w:val="FF0000"/>
                <w:lang w:eastAsia="en-AU"/>
              </w:rPr>
            </w:pPr>
            <w:r w:rsidRPr="00C325C1">
              <w:rPr>
                <w:sz w:val="22"/>
                <w:szCs w:val="22"/>
                <w:lang w:eastAsia="en-AU"/>
              </w:rPr>
              <w:t xml:space="preserve">The objective of this assessment is to assess your </w:t>
            </w:r>
            <w:r>
              <w:rPr>
                <w:sz w:val="22"/>
                <w:szCs w:val="22"/>
                <w:lang w:eastAsia="en-AU"/>
              </w:rPr>
              <w:t>knowledge and performance</w:t>
            </w:r>
            <w:r w:rsidRPr="00C325C1">
              <w:rPr>
                <w:sz w:val="22"/>
                <w:szCs w:val="22"/>
                <w:lang w:eastAsia="en-AU"/>
              </w:rPr>
              <w:t xml:space="preserve"> as would be required to </w:t>
            </w:r>
            <w:r w:rsidR="001C03A4">
              <w:rPr>
                <w:sz w:val="22"/>
                <w:szCs w:val="22"/>
                <w:lang w:eastAsia="en-AU"/>
              </w:rPr>
              <w:t xml:space="preserve">interpret </w:t>
            </w:r>
            <w:r w:rsidR="003B5C95">
              <w:rPr>
                <w:sz w:val="22"/>
                <w:szCs w:val="22"/>
                <w:lang w:eastAsia="en-AU"/>
              </w:rPr>
              <w:t>test requirements, prepare samples, conduct pre-use and calibration checks on equipment and perform routine chemical tests.</w:t>
            </w:r>
          </w:p>
        </w:tc>
      </w:tr>
      <w:tr w:rsidR="00C143FA" w14:paraId="39523189" w14:textId="77777777" w:rsidTr="00C143FA">
        <w:tc>
          <w:tcPr>
            <w:tcW w:w="1327" w:type="pct"/>
            <w:vAlign w:val="top"/>
          </w:tcPr>
          <w:p w14:paraId="39523186" w14:textId="77777777" w:rsidR="00AF1D29" w:rsidRPr="00E2658C" w:rsidRDefault="008D000A" w:rsidP="00AF1D29">
            <w:pPr>
              <w:pStyle w:val="Body"/>
            </w:pPr>
            <w:r w:rsidRPr="00C325C1">
              <w:rPr>
                <w:b/>
                <w:sz w:val="22"/>
                <w:szCs w:val="22"/>
                <w:lang w:eastAsia="en-AU"/>
              </w:rPr>
              <w:t>Assessment Event number</w:t>
            </w:r>
          </w:p>
        </w:tc>
        <w:tc>
          <w:tcPr>
            <w:tcW w:w="3673" w:type="pct"/>
            <w:vAlign w:val="top"/>
          </w:tcPr>
          <w:p w14:paraId="39523187" w14:textId="77777777" w:rsidR="00AF1D29" w:rsidRPr="00C325C1" w:rsidRDefault="002E15E4" w:rsidP="00AF1D29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2</w:t>
            </w:r>
            <w:r w:rsidR="008D000A" w:rsidRPr="00C325C1">
              <w:rPr>
                <w:sz w:val="22"/>
                <w:szCs w:val="22"/>
                <w:lang w:eastAsia="en-AU"/>
              </w:rPr>
              <w:t xml:space="preserve"> of 3</w:t>
            </w:r>
          </w:p>
          <w:p w14:paraId="39523188" w14:textId="77777777" w:rsidR="00AF1D29" w:rsidRPr="00E2658C" w:rsidRDefault="00AF1D29" w:rsidP="00AF1D29">
            <w:pPr>
              <w:pStyle w:val="Body"/>
            </w:pPr>
          </w:p>
        </w:tc>
      </w:tr>
      <w:tr w:rsidR="00C143FA" w14:paraId="39523190" w14:textId="77777777" w:rsidTr="00C143FA">
        <w:tc>
          <w:tcPr>
            <w:tcW w:w="1327" w:type="pct"/>
            <w:vAlign w:val="top"/>
          </w:tcPr>
          <w:p w14:paraId="3952318A" w14:textId="77777777" w:rsidR="00AF1D29" w:rsidRPr="00505992" w:rsidRDefault="008D000A" w:rsidP="00AF1D29">
            <w:pPr>
              <w:pStyle w:val="Body"/>
              <w:rPr>
                <w:b/>
                <w:sz w:val="22"/>
                <w:szCs w:val="22"/>
              </w:rPr>
            </w:pPr>
            <w:r w:rsidRPr="00505992">
              <w:rPr>
                <w:b/>
                <w:sz w:val="22"/>
                <w:szCs w:val="22"/>
              </w:rPr>
              <w:t>Instructions for this  assessment</w:t>
            </w:r>
          </w:p>
        </w:tc>
        <w:tc>
          <w:tcPr>
            <w:tcW w:w="3673" w:type="pct"/>
            <w:vAlign w:val="top"/>
          </w:tcPr>
          <w:p w14:paraId="3952318B" w14:textId="435D436F" w:rsidR="00AF1D29" w:rsidRPr="00C325C1" w:rsidRDefault="008D000A" w:rsidP="00AF1D29">
            <w:pPr>
              <w:pStyle w:val="Body"/>
              <w:rPr>
                <w:sz w:val="22"/>
                <w:szCs w:val="22"/>
              </w:rPr>
            </w:pPr>
            <w:proofErr w:type="gramStart"/>
            <w:r w:rsidRPr="00C325C1">
              <w:rPr>
                <w:sz w:val="22"/>
                <w:szCs w:val="22"/>
                <w:lang w:eastAsia="en-AU"/>
              </w:rPr>
              <w:t>This is a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  <w:r w:rsidR="000A7214">
              <w:rPr>
                <w:sz w:val="22"/>
                <w:szCs w:val="22"/>
                <w:lang w:eastAsia="en-AU"/>
              </w:rPr>
              <w:t xml:space="preserve">research/assignment </w:t>
            </w:r>
            <w:r>
              <w:rPr>
                <w:sz w:val="22"/>
                <w:szCs w:val="22"/>
                <w:lang w:eastAsia="en-AU"/>
              </w:rPr>
              <w:t xml:space="preserve">based </w:t>
            </w:r>
            <w:r w:rsidRPr="00C325C1">
              <w:rPr>
                <w:sz w:val="22"/>
                <w:szCs w:val="22"/>
                <w:lang w:eastAsia="en-AU"/>
              </w:rPr>
              <w:t xml:space="preserve">assessment and will be assessing </w:t>
            </w:r>
            <w:r>
              <w:rPr>
                <w:sz w:val="22"/>
                <w:szCs w:val="22"/>
                <w:lang w:eastAsia="en-AU"/>
              </w:rPr>
              <w:t xml:space="preserve">you on </w:t>
            </w:r>
            <w:r w:rsidRPr="00C325C1">
              <w:rPr>
                <w:sz w:val="22"/>
                <w:szCs w:val="22"/>
                <w:lang w:eastAsia="en-AU"/>
              </w:rPr>
              <w:t>you</w:t>
            </w:r>
            <w:r>
              <w:rPr>
                <w:sz w:val="22"/>
                <w:szCs w:val="22"/>
                <w:lang w:eastAsia="en-AU"/>
              </w:rPr>
              <w:t>r knowledge and performance of the u</w:t>
            </w:r>
            <w:r w:rsidRPr="00C325C1">
              <w:rPr>
                <w:sz w:val="22"/>
                <w:szCs w:val="22"/>
                <w:lang w:eastAsia="en-AU"/>
              </w:rPr>
              <w:t>nit.</w:t>
            </w:r>
            <w:proofErr w:type="gramEnd"/>
          </w:p>
          <w:p w14:paraId="3952318C" w14:textId="77F56AF8" w:rsidR="00AF1D29" w:rsidRDefault="006315DA" w:rsidP="00AF1D29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This assessment is in </w:t>
            </w:r>
            <w:r w:rsidR="00BA4D6A">
              <w:rPr>
                <w:sz w:val="22"/>
                <w:szCs w:val="22"/>
              </w:rPr>
              <w:t xml:space="preserve">four </w:t>
            </w:r>
            <w:r w:rsidR="008D000A" w:rsidRPr="00C325C1">
              <w:rPr>
                <w:sz w:val="22"/>
                <w:szCs w:val="22"/>
              </w:rPr>
              <w:t>parts</w:t>
            </w:r>
            <w:r w:rsidR="008318F9">
              <w:rPr>
                <w:sz w:val="22"/>
                <w:szCs w:val="22"/>
              </w:rPr>
              <w:t>, including the assessment checklist</w:t>
            </w:r>
            <w:r w:rsidR="008D000A" w:rsidRPr="00C325C1">
              <w:rPr>
                <w:sz w:val="22"/>
                <w:szCs w:val="22"/>
              </w:rPr>
              <w:t>:</w:t>
            </w:r>
          </w:p>
          <w:p w14:paraId="3952318E" w14:textId="1C74BA86" w:rsidR="00A22943" w:rsidRPr="007D3A8A" w:rsidRDefault="008D000A" w:rsidP="00AE7ADD">
            <w:pPr>
              <w:pStyle w:val="TableParagraph"/>
              <w:numPr>
                <w:ilvl w:val="0"/>
                <w:numId w:val="5"/>
              </w:numPr>
              <w:tabs>
                <w:tab w:val="left" w:pos="824"/>
              </w:tabs>
              <w:spacing w:before="187"/>
              <w:ind w:hanging="360"/>
            </w:pPr>
            <w:r w:rsidRPr="007D3A8A">
              <w:t xml:space="preserve">Research </w:t>
            </w:r>
            <w:r w:rsidR="008318F9" w:rsidRPr="007D3A8A">
              <w:t>report</w:t>
            </w:r>
            <w:r w:rsidR="00DA6FCE" w:rsidRPr="007D3A8A">
              <w:t xml:space="preserve"> </w:t>
            </w:r>
          </w:p>
          <w:p w14:paraId="4412E410" w14:textId="45CBBA2D" w:rsidR="00CC6185" w:rsidRPr="007D3A8A" w:rsidRDefault="00CC6185" w:rsidP="00AE7ADD">
            <w:pPr>
              <w:pStyle w:val="TableParagraph"/>
              <w:numPr>
                <w:ilvl w:val="0"/>
                <w:numId w:val="5"/>
              </w:numPr>
              <w:tabs>
                <w:tab w:val="left" w:pos="824"/>
              </w:tabs>
              <w:spacing w:before="187"/>
              <w:ind w:hanging="360"/>
            </w:pPr>
            <w:r w:rsidRPr="007D3A8A">
              <w:t>Assignment</w:t>
            </w:r>
          </w:p>
          <w:p w14:paraId="04129C55" w14:textId="77777777" w:rsidR="00BA4D6A" w:rsidRDefault="008318F9" w:rsidP="00BA4D6A">
            <w:pPr>
              <w:pStyle w:val="TableParagraph"/>
              <w:numPr>
                <w:ilvl w:val="0"/>
                <w:numId w:val="5"/>
              </w:numPr>
              <w:tabs>
                <w:tab w:val="left" w:pos="824"/>
              </w:tabs>
              <w:spacing w:before="186"/>
              <w:ind w:left="822" w:hanging="363"/>
            </w:pPr>
            <w:r w:rsidRPr="007D3A8A">
              <w:t>Assessment</w:t>
            </w:r>
            <w:r>
              <w:t xml:space="preserve"> c</w:t>
            </w:r>
            <w:r w:rsidR="008D000A" w:rsidRPr="00320C1C">
              <w:t xml:space="preserve">hecklist </w:t>
            </w:r>
          </w:p>
          <w:p w14:paraId="50D6CE9B" w14:textId="77777777" w:rsidR="008318F9" w:rsidRDefault="008318F9" w:rsidP="00BA4D6A">
            <w:pPr>
              <w:pStyle w:val="TableParagraph"/>
              <w:numPr>
                <w:ilvl w:val="0"/>
                <w:numId w:val="5"/>
              </w:numPr>
              <w:tabs>
                <w:tab w:val="left" w:pos="824"/>
              </w:tabs>
              <w:spacing w:before="186" w:line="408" w:lineRule="auto"/>
            </w:pPr>
            <w:r>
              <w:t xml:space="preserve">Assessment feedback </w:t>
            </w:r>
          </w:p>
          <w:p w14:paraId="6AD54088" w14:textId="43798417" w:rsidR="00925F3B" w:rsidRDefault="00925F3B" w:rsidP="00925F3B">
            <w:pPr>
              <w:pStyle w:val="TableParagraph"/>
              <w:tabs>
                <w:tab w:val="left" w:pos="824"/>
              </w:tabs>
              <w:spacing w:before="187" w:line="300" w:lineRule="auto"/>
              <w:ind w:left="0"/>
            </w:pPr>
            <w:r>
              <w:t xml:space="preserve">In the </w:t>
            </w:r>
            <w:r w:rsidR="00753267">
              <w:t>S</w:t>
            </w:r>
            <w:r>
              <w:t xml:space="preserve">kills </w:t>
            </w:r>
            <w:r w:rsidR="00753267">
              <w:t>A</w:t>
            </w:r>
            <w:r>
              <w:t xml:space="preserve">ssessment for this </w:t>
            </w:r>
            <w:proofErr w:type="gramStart"/>
            <w:r>
              <w:t>unit</w:t>
            </w:r>
            <w:proofErr w:type="gramEnd"/>
            <w:r>
              <w:t xml:space="preserve"> you will </w:t>
            </w:r>
            <w:r w:rsidR="00753267">
              <w:t>perform</w:t>
            </w:r>
            <w:r>
              <w:t xml:space="preserve"> three tests. In Part 1 of </w:t>
            </w:r>
            <w:r w:rsidRPr="00925F3B">
              <w:rPr>
                <w:b/>
              </w:rPr>
              <w:t xml:space="preserve">this </w:t>
            </w:r>
            <w:proofErr w:type="gramStart"/>
            <w:r w:rsidRPr="00925F3B">
              <w:rPr>
                <w:b/>
              </w:rPr>
              <w:t>assessment</w:t>
            </w:r>
            <w:proofErr w:type="gramEnd"/>
            <w:r>
              <w:t xml:space="preserve"> you will be researching those same three tasks. </w:t>
            </w:r>
          </w:p>
          <w:p w14:paraId="344276E4" w14:textId="7F8944A3" w:rsidR="00BA4D6A" w:rsidRDefault="00BA4D6A" w:rsidP="00A25C25">
            <w:pPr>
              <w:pStyle w:val="TableParagraph"/>
              <w:tabs>
                <w:tab w:val="left" w:pos="824"/>
              </w:tabs>
              <w:spacing w:before="187" w:line="300" w:lineRule="auto"/>
              <w:ind w:left="0"/>
            </w:pPr>
            <w:r>
              <w:t>Part 2 is an assignment based on tests and procedures within a laboratory. You are required to answer all questions in the spaces provided</w:t>
            </w:r>
          </w:p>
          <w:p w14:paraId="67F524A9" w14:textId="4E352D44" w:rsidR="00BA4D6A" w:rsidRDefault="00BA4D6A" w:rsidP="00753267">
            <w:pPr>
              <w:pStyle w:val="TableParagraph"/>
              <w:tabs>
                <w:tab w:val="left" w:pos="824"/>
              </w:tabs>
              <w:spacing w:before="187" w:line="300" w:lineRule="auto"/>
              <w:ind w:left="0"/>
            </w:pPr>
            <w:r>
              <w:t>Part 3 is an Assessment checklist the Assessor will use to make his judgement. You should use this checklist to identify the evidence required.</w:t>
            </w:r>
          </w:p>
          <w:p w14:paraId="1C4F5362" w14:textId="6B5B9B0F" w:rsidR="00BA4D6A" w:rsidRPr="007D3A8A" w:rsidRDefault="00BA4D6A" w:rsidP="00A25C25">
            <w:pPr>
              <w:pStyle w:val="TableParagraph"/>
              <w:tabs>
                <w:tab w:val="left" w:pos="824"/>
              </w:tabs>
              <w:spacing w:before="187" w:line="300" w:lineRule="auto"/>
              <w:ind w:left="0"/>
            </w:pPr>
            <w:r>
              <w:t>Part 4 is the</w:t>
            </w:r>
            <w:r w:rsidR="00A25C25">
              <w:t xml:space="preserve"> Assessment feedback and </w:t>
            </w:r>
            <w:proofErr w:type="gramStart"/>
            <w:r w:rsidR="00A25C25">
              <w:t xml:space="preserve">should </w:t>
            </w:r>
            <w:r>
              <w:t>be</w:t>
            </w:r>
            <w:r w:rsidR="00A25C25">
              <w:t xml:space="preserve"> completed</w:t>
            </w:r>
            <w:proofErr w:type="gramEnd"/>
            <w:r w:rsidR="00A25C25">
              <w:t xml:space="preserve"> by</w:t>
            </w:r>
            <w:r>
              <w:t xml:space="preserve"> you and the Assessor after the completion (submission) of the task.</w:t>
            </w:r>
          </w:p>
          <w:p w14:paraId="3952318F" w14:textId="0C012707" w:rsidR="00BA4D6A" w:rsidRPr="002E15E4" w:rsidRDefault="00BA4D6A" w:rsidP="00BA4D6A">
            <w:pPr>
              <w:pStyle w:val="TableParagraph"/>
              <w:tabs>
                <w:tab w:val="left" w:pos="824"/>
              </w:tabs>
              <w:spacing w:before="186" w:line="408" w:lineRule="auto"/>
              <w:ind w:left="0"/>
            </w:pPr>
          </w:p>
        </w:tc>
      </w:tr>
      <w:tr w:rsidR="00C143FA" w14:paraId="39523195" w14:textId="77777777" w:rsidTr="00C143FA">
        <w:tc>
          <w:tcPr>
            <w:tcW w:w="1327" w:type="pct"/>
            <w:vAlign w:val="top"/>
          </w:tcPr>
          <w:p w14:paraId="39523191" w14:textId="2A3EA235" w:rsidR="00AF1D29" w:rsidRPr="00505992" w:rsidRDefault="008D000A" w:rsidP="00AF1D29">
            <w:pPr>
              <w:pStyle w:val="Body"/>
              <w:rPr>
                <w:b/>
                <w:sz w:val="22"/>
                <w:szCs w:val="22"/>
              </w:rPr>
            </w:pPr>
            <w:r w:rsidRPr="00505992">
              <w:rPr>
                <w:b/>
                <w:sz w:val="22"/>
                <w:szCs w:val="22"/>
              </w:rPr>
              <w:lastRenderedPageBreak/>
              <w:t xml:space="preserve">Submission instructions </w:t>
            </w:r>
          </w:p>
        </w:tc>
        <w:tc>
          <w:tcPr>
            <w:tcW w:w="3673" w:type="pct"/>
            <w:vAlign w:val="top"/>
          </w:tcPr>
          <w:p w14:paraId="39523192" w14:textId="77777777" w:rsidR="002E15E4" w:rsidRDefault="008D000A" w:rsidP="00AF1D29">
            <w:pPr>
              <w:pStyle w:val="Body"/>
              <w:rPr>
                <w:sz w:val="22"/>
                <w:szCs w:val="22"/>
                <w:lang w:eastAsia="en-AU"/>
              </w:rPr>
            </w:pPr>
            <w:r w:rsidRPr="00C325C1">
              <w:rPr>
                <w:sz w:val="22"/>
                <w:szCs w:val="22"/>
                <w:lang w:eastAsia="en-AU"/>
              </w:rPr>
              <w:t xml:space="preserve">On completion of this assessment, you are required to upload it </w:t>
            </w:r>
            <w:r>
              <w:rPr>
                <w:sz w:val="22"/>
                <w:szCs w:val="22"/>
                <w:lang w:eastAsia="en-AU"/>
              </w:rPr>
              <w:t>or hand it to your assessor</w:t>
            </w:r>
            <w:r w:rsidRPr="00C325C1">
              <w:rPr>
                <w:sz w:val="22"/>
                <w:szCs w:val="22"/>
                <w:lang w:eastAsia="en-AU"/>
              </w:rPr>
              <w:t xml:space="preserve"> for marking.</w:t>
            </w:r>
            <w:r>
              <w:rPr>
                <w:sz w:val="22"/>
                <w:szCs w:val="22"/>
                <w:lang w:eastAsia="en-AU"/>
              </w:rPr>
              <w:t xml:space="preserve">  </w:t>
            </w:r>
          </w:p>
          <w:p w14:paraId="39523193" w14:textId="77777777" w:rsidR="00AF1D29" w:rsidRPr="00C325C1" w:rsidRDefault="008D000A" w:rsidP="00AF1D29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you have written your name at the bottom of each page of this assessment.</w:t>
            </w:r>
          </w:p>
          <w:p w14:paraId="39523194" w14:textId="77777777" w:rsidR="00AF1D29" w:rsidRPr="00454FB7" w:rsidRDefault="008D000A" w:rsidP="00AF1D29">
            <w:pPr>
              <w:pStyle w:val="Body"/>
              <w:rPr>
                <w:i/>
                <w:color w:val="FF0000"/>
                <w:lang w:eastAsia="en-AU"/>
              </w:rPr>
            </w:pPr>
            <w:r w:rsidRPr="00C325C1">
              <w:rPr>
                <w:sz w:val="22"/>
                <w:szCs w:val="22"/>
                <w:lang w:eastAsia="en-AU"/>
              </w:rPr>
              <w:t xml:space="preserve">It is important that you keep a copy of </w:t>
            </w:r>
            <w:proofErr w:type="gramStart"/>
            <w:r w:rsidRPr="00C325C1">
              <w:rPr>
                <w:sz w:val="22"/>
                <w:szCs w:val="22"/>
                <w:lang w:eastAsia="en-AU"/>
              </w:rPr>
              <w:t>all electronic</w:t>
            </w:r>
            <w:proofErr w:type="gramEnd"/>
            <w:r w:rsidRPr="00C325C1">
              <w:rPr>
                <w:sz w:val="22"/>
                <w:szCs w:val="22"/>
                <w:lang w:eastAsia="en-AU"/>
              </w:rPr>
              <w:t xml:space="preserve"> and hardcopy assessments submitted to TAFE and complete the assessment declaration when submitting the assessment.</w:t>
            </w:r>
          </w:p>
        </w:tc>
      </w:tr>
      <w:tr w:rsidR="00C143FA" w14:paraId="39523198" w14:textId="77777777" w:rsidTr="00C143FA">
        <w:tc>
          <w:tcPr>
            <w:tcW w:w="1327" w:type="pct"/>
            <w:vAlign w:val="top"/>
          </w:tcPr>
          <w:p w14:paraId="39523196" w14:textId="77777777" w:rsidR="00AF1D29" w:rsidRPr="00505992" w:rsidRDefault="008D000A" w:rsidP="00AF1D29">
            <w:pPr>
              <w:pStyle w:val="Body"/>
              <w:rPr>
                <w:b/>
                <w:sz w:val="22"/>
                <w:szCs w:val="22"/>
              </w:rPr>
            </w:pPr>
            <w:r w:rsidRPr="00505992">
              <w:rPr>
                <w:b/>
                <w:sz w:val="22"/>
                <w:szCs w:val="22"/>
              </w:rPr>
              <w:t>What do I need to do to achieve a satisfactory result?</w:t>
            </w:r>
          </w:p>
        </w:tc>
        <w:tc>
          <w:tcPr>
            <w:tcW w:w="3673" w:type="pct"/>
            <w:vAlign w:val="top"/>
          </w:tcPr>
          <w:p w14:paraId="39523197" w14:textId="77777777" w:rsidR="00AF1D29" w:rsidRPr="00E2658C" w:rsidRDefault="002E15E4" w:rsidP="00AF1D29">
            <w:pPr>
              <w:pStyle w:val="Body"/>
              <w:rPr>
                <w:i/>
                <w:color w:val="FF0000"/>
                <w:lang w:eastAsia="en-AU"/>
              </w:rPr>
            </w:pPr>
            <w:r w:rsidRPr="000412B1">
              <w:rPr>
                <w:sz w:val="22"/>
                <w:szCs w:val="22"/>
              </w:rPr>
              <w:t>To achieve a satisfactory result for this assessment all quest</w:t>
            </w:r>
            <w:r>
              <w:rPr>
                <w:sz w:val="22"/>
                <w:szCs w:val="22"/>
              </w:rPr>
              <w:t xml:space="preserve">ions </w:t>
            </w:r>
            <w:proofErr w:type="gramStart"/>
            <w:r>
              <w:rPr>
                <w:sz w:val="22"/>
                <w:szCs w:val="22"/>
              </w:rPr>
              <w:t>must be answered</w:t>
            </w:r>
            <w:proofErr w:type="gramEnd"/>
            <w:r>
              <w:rPr>
                <w:sz w:val="22"/>
                <w:szCs w:val="22"/>
              </w:rPr>
              <w:t xml:space="preserve"> correctly and the required documentation provided to your assessor by the due date.</w:t>
            </w:r>
          </w:p>
        </w:tc>
      </w:tr>
      <w:tr w:rsidR="00C143FA" w14:paraId="3952319B" w14:textId="77777777" w:rsidTr="00C143FA">
        <w:tc>
          <w:tcPr>
            <w:tcW w:w="1327" w:type="pct"/>
            <w:vAlign w:val="top"/>
          </w:tcPr>
          <w:p w14:paraId="39523199" w14:textId="77777777" w:rsidR="00AF1D29" w:rsidRPr="007D3C4B" w:rsidRDefault="008D000A" w:rsidP="00AF1D29">
            <w:pPr>
              <w:pStyle w:val="Body"/>
              <w:rPr>
                <w:b/>
              </w:rPr>
            </w:pPr>
            <w:r w:rsidRPr="00D977EB">
              <w:rPr>
                <w:b/>
                <w:sz w:val="22"/>
                <w:szCs w:val="22"/>
              </w:rPr>
              <w:t>What do I need to provide?</w:t>
            </w:r>
          </w:p>
        </w:tc>
        <w:tc>
          <w:tcPr>
            <w:tcW w:w="3673" w:type="pct"/>
            <w:vAlign w:val="top"/>
          </w:tcPr>
          <w:p w14:paraId="3952319A" w14:textId="77777777" w:rsidR="00AF1D29" w:rsidRPr="000412B1" w:rsidRDefault="00071297" w:rsidP="00AF1D29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completed Project task by the due date.</w:t>
            </w:r>
          </w:p>
        </w:tc>
      </w:tr>
      <w:tr w:rsidR="00C143FA" w14:paraId="395231A1" w14:textId="77777777" w:rsidTr="00C143FA">
        <w:tc>
          <w:tcPr>
            <w:tcW w:w="1327" w:type="pct"/>
            <w:vAlign w:val="top"/>
          </w:tcPr>
          <w:p w14:paraId="3952319C" w14:textId="77777777" w:rsidR="00AF1D29" w:rsidRPr="00D977EB" w:rsidRDefault="008D000A" w:rsidP="00AF1D29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What the assessor will provide?</w:t>
            </w:r>
          </w:p>
        </w:tc>
        <w:tc>
          <w:tcPr>
            <w:tcW w:w="3673" w:type="pct"/>
            <w:vAlign w:val="top"/>
          </w:tcPr>
          <w:p w14:paraId="395231A0" w14:textId="040ACE69" w:rsidR="00AF1D29" w:rsidRPr="006222AF" w:rsidRDefault="009E4A3A" w:rsidP="00925F3B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The Assessment task including the three tests to </w:t>
            </w:r>
            <w:proofErr w:type="gramStart"/>
            <w:r>
              <w:rPr>
                <w:sz w:val="22"/>
                <w:szCs w:val="22"/>
                <w:lang w:eastAsia="en-AU"/>
              </w:rPr>
              <w:t>be researched</w:t>
            </w:r>
            <w:proofErr w:type="gramEnd"/>
            <w:r w:rsidR="00966083">
              <w:rPr>
                <w:sz w:val="22"/>
                <w:szCs w:val="22"/>
                <w:lang w:eastAsia="en-AU"/>
              </w:rPr>
              <w:t xml:space="preserve"> and all methods and procedures required for the test. </w:t>
            </w:r>
          </w:p>
        </w:tc>
      </w:tr>
      <w:tr w:rsidR="00C143FA" w14:paraId="395231A4" w14:textId="77777777" w:rsidTr="00C143FA">
        <w:tc>
          <w:tcPr>
            <w:tcW w:w="1327" w:type="pct"/>
            <w:vAlign w:val="top"/>
          </w:tcPr>
          <w:p w14:paraId="395231A2" w14:textId="77777777" w:rsidR="00AF1D29" w:rsidRPr="00C21A7D" w:rsidRDefault="008D000A" w:rsidP="00AF1D29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Due date and </w:t>
            </w:r>
            <w:r w:rsidRPr="00C21A7D">
              <w:rPr>
                <w:b/>
                <w:sz w:val="22"/>
                <w:szCs w:val="22"/>
              </w:rPr>
              <w:t>time allowed</w:t>
            </w:r>
          </w:p>
        </w:tc>
        <w:tc>
          <w:tcPr>
            <w:tcW w:w="3673" w:type="pct"/>
            <w:vAlign w:val="top"/>
          </w:tcPr>
          <w:p w14:paraId="395231A3" w14:textId="461AEE96" w:rsidR="00AF1D29" w:rsidRPr="00505992" w:rsidRDefault="002E15E4" w:rsidP="009E4A3A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CD404D">
              <w:rPr>
                <w:sz w:val="22"/>
                <w:szCs w:val="22"/>
              </w:rPr>
              <w:t>The entire p</w:t>
            </w:r>
            <w:r w:rsidR="0090534A">
              <w:rPr>
                <w:sz w:val="22"/>
                <w:szCs w:val="22"/>
              </w:rPr>
              <w:t>roject</w:t>
            </w:r>
            <w:r w:rsidR="00FE3089">
              <w:rPr>
                <w:sz w:val="22"/>
                <w:szCs w:val="22"/>
              </w:rPr>
              <w:t xml:space="preserve"> </w:t>
            </w:r>
            <w:r w:rsidRPr="00CD404D">
              <w:rPr>
                <w:sz w:val="22"/>
                <w:szCs w:val="22"/>
              </w:rPr>
              <w:t xml:space="preserve">is due for submission </w:t>
            </w:r>
            <w:r w:rsidR="009E4A3A">
              <w:rPr>
                <w:sz w:val="22"/>
                <w:szCs w:val="22"/>
              </w:rPr>
              <w:t>three weeks prior to Skills Assessment</w:t>
            </w:r>
          </w:p>
        </w:tc>
      </w:tr>
      <w:tr w:rsidR="00C143FA" w14:paraId="395231A7" w14:textId="77777777" w:rsidTr="00C143FA">
        <w:tc>
          <w:tcPr>
            <w:tcW w:w="1327" w:type="pct"/>
            <w:vAlign w:val="top"/>
          </w:tcPr>
          <w:p w14:paraId="395231A5" w14:textId="77777777" w:rsidR="00AF1D29" w:rsidRPr="00C21A7D" w:rsidRDefault="008D000A" w:rsidP="00AF1D29">
            <w:pPr>
              <w:pStyle w:val="Body"/>
              <w:rPr>
                <w:b/>
                <w:sz w:val="22"/>
                <w:szCs w:val="22"/>
              </w:rPr>
            </w:pPr>
            <w:r w:rsidRPr="00C21A7D">
              <w:rPr>
                <w:b/>
                <w:sz w:val="22"/>
                <w:szCs w:val="22"/>
              </w:rPr>
              <w:t>Assessment feedback, review or appeals</w:t>
            </w:r>
          </w:p>
        </w:tc>
        <w:tc>
          <w:tcPr>
            <w:tcW w:w="3673" w:type="pct"/>
            <w:vAlign w:val="top"/>
          </w:tcPr>
          <w:p w14:paraId="395231A6" w14:textId="4163AB79" w:rsidR="00AF1D29" w:rsidRPr="00E2658C" w:rsidRDefault="008D000A" w:rsidP="00AF1D29">
            <w:pPr>
              <w:pStyle w:val="Body"/>
              <w:rPr>
                <w:lang w:eastAsia="en-AU"/>
              </w:rPr>
            </w:pPr>
            <w:r>
              <w:rPr>
                <w:sz w:val="22"/>
                <w:szCs w:val="22"/>
              </w:rPr>
              <w:t>A</w:t>
            </w:r>
            <w:r w:rsidRPr="0063453E">
              <w:rPr>
                <w:sz w:val="22"/>
                <w:szCs w:val="22"/>
              </w:rPr>
              <w:t>ppeal</w:t>
            </w:r>
            <w:r>
              <w:rPr>
                <w:sz w:val="22"/>
                <w:szCs w:val="22"/>
              </w:rPr>
              <w:t xml:space="preserve">s </w:t>
            </w:r>
            <w:proofErr w:type="gramStart"/>
            <w:r>
              <w:rPr>
                <w:sz w:val="22"/>
                <w:szCs w:val="22"/>
              </w:rPr>
              <w:t>are addressed</w:t>
            </w:r>
            <w:proofErr w:type="gramEnd"/>
            <w:r w:rsidRPr="0063453E">
              <w:rPr>
                <w:sz w:val="22"/>
                <w:szCs w:val="22"/>
              </w:rPr>
              <w:t xml:space="preserve"> in accordance with </w:t>
            </w:r>
            <w:r>
              <w:rPr>
                <w:sz w:val="22"/>
                <w:szCs w:val="22"/>
              </w:rPr>
              <w:t>Every Student</w:t>
            </w:r>
            <w:r w:rsidR="007D3A8A"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>s Guide to Assessment.</w:t>
            </w:r>
          </w:p>
        </w:tc>
      </w:tr>
    </w:tbl>
    <w:p w14:paraId="539A5539" w14:textId="77777777" w:rsidR="00D859D0" w:rsidRDefault="00D859D0" w:rsidP="00AF1D29">
      <w:pPr>
        <w:pStyle w:val="Heading2"/>
      </w:pPr>
    </w:p>
    <w:p w14:paraId="1F2877F9" w14:textId="77777777" w:rsidR="00D859D0" w:rsidRDefault="00D859D0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395231A8" w14:textId="62C448C4" w:rsidR="00AF1D29" w:rsidRPr="008F6497" w:rsidRDefault="008D000A" w:rsidP="00AF1D29">
      <w:pPr>
        <w:pStyle w:val="Heading2"/>
      </w:pPr>
      <w:r w:rsidRPr="008F6497">
        <w:lastRenderedPageBreak/>
        <w:t>Specific task instructions</w:t>
      </w:r>
    </w:p>
    <w:p w14:paraId="395231A9" w14:textId="77777777" w:rsidR="00AF1D29" w:rsidRPr="00AD5C20" w:rsidRDefault="008D000A" w:rsidP="00AF1D29">
      <w:pPr>
        <w:rPr>
          <w:sz w:val="22"/>
          <w:szCs w:val="22"/>
          <w:lang w:eastAsia="en-AU"/>
        </w:rPr>
      </w:pPr>
      <w:r w:rsidRPr="00AD5C20">
        <w:rPr>
          <w:sz w:val="22"/>
          <w:szCs w:val="22"/>
          <w:lang w:eastAsia="en-AU"/>
        </w:rPr>
        <w:t xml:space="preserve">The </w:t>
      </w:r>
      <w:proofErr w:type="gramStart"/>
      <w:r w:rsidRPr="00AD5C20">
        <w:rPr>
          <w:sz w:val="22"/>
          <w:szCs w:val="22"/>
          <w:lang w:eastAsia="en-AU"/>
        </w:rPr>
        <w:t>instructions and the criteria in the tasks and activities below will be used by the assessor to determine if you have satisfactorily completed this assessment event</w:t>
      </w:r>
      <w:proofErr w:type="gramEnd"/>
      <w:r w:rsidRPr="00AD5C20">
        <w:rPr>
          <w:sz w:val="22"/>
          <w:szCs w:val="22"/>
          <w:lang w:eastAsia="en-AU"/>
        </w:rPr>
        <w:t>. Use these instructions as a guide to ensure you demonstrate the required knowledge.</w:t>
      </w:r>
    </w:p>
    <w:p w14:paraId="283F766F" w14:textId="7403AC2D" w:rsidR="00646771" w:rsidRDefault="00646771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In this </w:t>
      </w:r>
      <w:proofErr w:type="gramStart"/>
      <w:r>
        <w:rPr>
          <w:sz w:val="22"/>
          <w:szCs w:val="22"/>
        </w:rPr>
        <w:t>task</w:t>
      </w:r>
      <w:proofErr w:type="gramEnd"/>
      <w:r>
        <w:rPr>
          <w:sz w:val="22"/>
          <w:szCs w:val="22"/>
        </w:rPr>
        <w:t xml:space="preserve"> you will research the three tests that you will later perform in the Skills Assessment for this unit. Your Assessor will advise you of the three tests. You </w:t>
      </w:r>
      <w:proofErr w:type="gramStart"/>
      <w:r>
        <w:rPr>
          <w:sz w:val="22"/>
          <w:szCs w:val="22"/>
        </w:rPr>
        <w:t>should only be assessed</w:t>
      </w:r>
      <w:proofErr w:type="gramEnd"/>
      <w:r>
        <w:rPr>
          <w:sz w:val="22"/>
          <w:szCs w:val="22"/>
        </w:rPr>
        <w:t xml:space="preserve"> on tests that you have also been trained in. Use the table below to indicate </w:t>
      </w:r>
      <w:proofErr w:type="gramStart"/>
      <w:r>
        <w:rPr>
          <w:sz w:val="22"/>
          <w:szCs w:val="22"/>
        </w:rPr>
        <w:t>whether or not</w:t>
      </w:r>
      <w:proofErr w:type="gramEnd"/>
      <w:r>
        <w:rPr>
          <w:sz w:val="22"/>
          <w:szCs w:val="22"/>
        </w:rPr>
        <w:t xml:space="preserve"> you have received training in the tests that you will be assessed in. If you have not been </w:t>
      </w:r>
      <w:proofErr w:type="gramStart"/>
      <w:r>
        <w:rPr>
          <w:sz w:val="22"/>
          <w:szCs w:val="22"/>
        </w:rPr>
        <w:t>trained</w:t>
      </w:r>
      <w:proofErr w:type="gramEnd"/>
      <w:r>
        <w:rPr>
          <w:sz w:val="22"/>
          <w:szCs w:val="22"/>
        </w:rPr>
        <w:t xml:space="preserve"> notify your assessor/trainer. </w:t>
      </w:r>
    </w:p>
    <w:p w14:paraId="1620D805" w14:textId="67AA7FCF" w:rsidR="005F3DE3" w:rsidRPr="00AD5C20" w:rsidRDefault="005F3DE3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AD5C20">
        <w:rPr>
          <w:sz w:val="22"/>
          <w:szCs w:val="22"/>
        </w:rPr>
        <w:t xml:space="preserve">The task is </w:t>
      </w:r>
      <w:r w:rsidR="00071297" w:rsidRPr="00AD5C20">
        <w:rPr>
          <w:sz w:val="22"/>
          <w:szCs w:val="22"/>
        </w:rPr>
        <w:t xml:space="preserve">research that specifically relates to </w:t>
      </w:r>
      <w:r w:rsidR="00FE3089" w:rsidRPr="00AD5C20">
        <w:rPr>
          <w:sz w:val="22"/>
          <w:szCs w:val="22"/>
        </w:rPr>
        <w:t>three</w:t>
      </w:r>
      <w:r w:rsidR="00AD5C20">
        <w:rPr>
          <w:sz w:val="22"/>
          <w:szCs w:val="22"/>
        </w:rPr>
        <w:t xml:space="preserve"> tests that you complete in the</w:t>
      </w:r>
      <w:r w:rsidR="00071297" w:rsidRPr="00AD5C20">
        <w:rPr>
          <w:sz w:val="22"/>
          <w:szCs w:val="22"/>
        </w:rPr>
        <w:t xml:space="preserve"> </w:t>
      </w:r>
      <w:r w:rsidR="00DA6FCE" w:rsidRPr="00AD5C20">
        <w:rPr>
          <w:sz w:val="22"/>
          <w:szCs w:val="22"/>
        </w:rPr>
        <w:t>laboratory</w:t>
      </w:r>
      <w:r w:rsidR="00071297" w:rsidRPr="00AD5C20">
        <w:rPr>
          <w:sz w:val="22"/>
          <w:szCs w:val="22"/>
        </w:rPr>
        <w:t xml:space="preserve">. </w:t>
      </w:r>
      <w:r w:rsidRPr="00AD5C20">
        <w:rPr>
          <w:sz w:val="22"/>
          <w:szCs w:val="22"/>
        </w:rPr>
        <w:t xml:space="preserve">Your Assessor </w:t>
      </w:r>
      <w:r w:rsidR="00922F51">
        <w:rPr>
          <w:sz w:val="22"/>
          <w:szCs w:val="22"/>
        </w:rPr>
        <w:t>will ad</w:t>
      </w:r>
      <w:r w:rsidR="00B535A9">
        <w:rPr>
          <w:sz w:val="22"/>
          <w:szCs w:val="22"/>
        </w:rPr>
        <w:t>vise you of the</w:t>
      </w:r>
      <w:r w:rsidRPr="00AD5C20">
        <w:rPr>
          <w:sz w:val="22"/>
          <w:szCs w:val="22"/>
        </w:rPr>
        <w:t xml:space="preserve"> tests research</w:t>
      </w:r>
      <w:r w:rsidR="00D859D0" w:rsidRPr="00AD5C20">
        <w:rPr>
          <w:sz w:val="22"/>
          <w:szCs w:val="22"/>
        </w:rPr>
        <w:t>ed</w:t>
      </w:r>
      <w:r w:rsidRPr="00AD5C20">
        <w:rPr>
          <w:sz w:val="22"/>
          <w:szCs w:val="22"/>
        </w:rPr>
        <w:t xml:space="preserve"> will also be the tests observed in the Skills </w:t>
      </w:r>
      <w:r w:rsidR="00AD5C20">
        <w:rPr>
          <w:sz w:val="22"/>
          <w:szCs w:val="22"/>
        </w:rPr>
        <w:t>assessment</w:t>
      </w:r>
      <w:r w:rsidR="00282D56">
        <w:rPr>
          <w:sz w:val="22"/>
          <w:szCs w:val="22"/>
        </w:rPr>
        <w:t>.</w:t>
      </w:r>
    </w:p>
    <w:p w14:paraId="36AD1E24" w14:textId="12DFA0CB" w:rsidR="005F3DE3" w:rsidRPr="00AD5C20" w:rsidRDefault="005F3DE3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AD5C20">
        <w:rPr>
          <w:sz w:val="22"/>
          <w:szCs w:val="22"/>
        </w:rPr>
        <w:t xml:space="preserve">The assessor will </w:t>
      </w:r>
      <w:r w:rsidR="00AD5C20">
        <w:rPr>
          <w:sz w:val="22"/>
          <w:szCs w:val="22"/>
        </w:rPr>
        <w:t>allocate</w:t>
      </w:r>
      <w:r w:rsidRPr="00AD5C20">
        <w:rPr>
          <w:sz w:val="22"/>
          <w:szCs w:val="22"/>
        </w:rPr>
        <w:t xml:space="preserve"> the three tests </w:t>
      </w:r>
      <w:r w:rsidR="00AD5C20">
        <w:rPr>
          <w:sz w:val="22"/>
          <w:szCs w:val="22"/>
        </w:rPr>
        <w:t>to you. Y</w:t>
      </w:r>
      <w:r w:rsidRPr="00AD5C20">
        <w:rPr>
          <w:sz w:val="22"/>
          <w:szCs w:val="22"/>
        </w:rPr>
        <w:t xml:space="preserve">ou should record these tests in the table below. Your research is to </w:t>
      </w:r>
      <w:proofErr w:type="gramStart"/>
      <w:r w:rsidRPr="00AD5C20">
        <w:rPr>
          <w:sz w:val="22"/>
          <w:szCs w:val="22"/>
        </w:rPr>
        <w:t>be based</w:t>
      </w:r>
      <w:proofErr w:type="gramEnd"/>
      <w:r w:rsidRPr="00AD5C20">
        <w:rPr>
          <w:sz w:val="22"/>
          <w:szCs w:val="22"/>
        </w:rPr>
        <w:t xml:space="preserve"> on these three tests.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815"/>
      </w:tblGrid>
      <w:tr w:rsidR="009A61E9" w:rsidRPr="00B46D09" w14:paraId="43B8850B" w14:textId="7C0DC784" w:rsidTr="006467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5815" w:type="dxa"/>
          </w:tcPr>
          <w:p w14:paraId="2EA09C03" w14:textId="7B2B83F0" w:rsidR="009A61E9" w:rsidRPr="00B46D09" w:rsidRDefault="009A61E9" w:rsidP="00646771">
            <w:pPr>
              <w:tabs>
                <w:tab w:val="clear" w:pos="284"/>
              </w:tabs>
              <w:spacing w:before="0" w:after="200" w:line="276" w:lineRule="auto"/>
              <w:jc w:val="center"/>
            </w:pPr>
            <w:r>
              <w:t xml:space="preserve">Allocated test </w:t>
            </w:r>
          </w:p>
        </w:tc>
      </w:tr>
      <w:tr w:rsidR="009A61E9" w14:paraId="59ACA9E1" w14:textId="04E178EB" w:rsidTr="00646771">
        <w:trPr>
          <w:jc w:val="center"/>
        </w:trPr>
        <w:tc>
          <w:tcPr>
            <w:tcW w:w="5815" w:type="dxa"/>
          </w:tcPr>
          <w:p w14:paraId="18D4C8BF" w14:textId="77777777" w:rsidR="009A61E9" w:rsidRDefault="009A61E9" w:rsidP="005F3DE3">
            <w:pPr>
              <w:pStyle w:val="ListParagraph"/>
              <w:numPr>
                <w:ilvl w:val="0"/>
                <w:numId w:val="7"/>
              </w:numPr>
              <w:tabs>
                <w:tab w:val="clear" w:pos="284"/>
              </w:tabs>
              <w:spacing w:before="0" w:after="200" w:line="276" w:lineRule="auto"/>
            </w:pPr>
          </w:p>
        </w:tc>
      </w:tr>
      <w:tr w:rsidR="009A61E9" w14:paraId="163A6545" w14:textId="33E76162" w:rsidTr="00646771">
        <w:trPr>
          <w:jc w:val="center"/>
        </w:trPr>
        <w:tc>
          <w:tcPr>
            <w:tcW w:w="5815" w:type="dxa"/>
          </w:tcPr>
          <w:p w14:paraId="4FFE0B8E" w14:textId="77777777" w:rsidR="009A61E9" w:rsidRDefault="009A61E9" w:rsidP="005F3DE3">
            <w:pPr>
              <w:pStyle w:val="ListParagraph"/>
              <w:numPr>
                <w:ilvl w:val="0"/>
                <w:numId w:val="7"/>
              </w:numPr>
              <w:tabs>
                <w:tab w:val="clear" w:pos="284"/>
              </w:tabs>
              <w:spacing w:before="0" w:after="200" w:line="276" w:lineRule="auto"/>
            </w:pPr>
          </w:p>
        </w:tc>
      </w:tr>
      <w:tr w:rsidR="009A61E9" w14:paraId="60023604" w14:textId="3EF6882D" w:rsidTr="00646771">
        <w:trPr>
          <w:jc w:val="center"/>
        </w:trPr>
        <w:tc>
          <w:tcPr>
            <w:tcW w:w="5815" w:type="dxa"/>
          </w:tcPr>
          <w:p w14:paraId="594BB8D8" w14:textId="77777777" w:rsidR="009A61E9" w:rsidRDefault="009A61E9" w:rsidP="005F3DE3">
            <w:pPr>
              <w:pStyle w:val="ListParagraph"/>
              <w:numPr>
                <w:ilvl w:val="0"/>
                <w:numId w:val="7"/>
              </w:numPr>
              <w:tabs>
                <w:tab w:val="clear" w:pos="284"/>
              </w:tabs>
              <w:spacing w:before="0" w:after="200" w:line="276" w:lineRule="auto"/>
            </w:pPr>
          </w:p>
        </w:tc>
      </w:tr>
    </w:tbl>
    <w:p w14:paraId="44CD96AB" w14:textId="77777777" w:rsidR="005F3DE3" w:rsidRDefault="005F3DE3" w:rsidP="005F3DE3">
      <w:pPr>
        <w:pStyle w:val="Heading2"/>
      </w:pPr>
    </w:p>
    <w:p w14:paraId="0D773FA9" w14:textId="77777777" w:rsidR="00D859D0" w:rsidRDefault="00D859D0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39B027F3" w14:textId="1830F8B2" w:rsidR="005F3DE3" w:rsidRPr="008F6497" w:rsidRDefault="00CC6185" w:rsidP="005F3DE3">
      <w:pPr>
        <w:pStyle w:val="Heading2"/>
      </w:pPr>
      <w:r>
        <w:lastRenderedPageBreak/>
        <w:t>Part 1</w:t>
      </w:r>
      <w:r w:rsidR="00EB4D4C">
        <w:t xml:space="preserve">: </w:t>
      </w:r>
      <w:r w:rsidR="00EA32BE">
        <w:t>Research</w:t>
      </w:r>
      <w:r w:rsidR="005F3DE3" w:rsidRPr="008F6497">
        <w:t xml:space="preserve"> </w:t>
      </w:r>
      <w:r>
        <w:t>Report</w:t>
      </w:r>
      <w:r w:rsidR="00B02409">
        <w:t>s</w:t>
      </w:r>
    </w:p>
    <w:p w14:paraId="460447CA" w14:textId="4A4CAF44" w:rsidR="00DA6FCE" w:rsidRPr="00753267" w:rsidRDefault="005F3DE3" w:rsidP="005F3DE3">
      <w:pPr>
        <w:rPr>
          <w:szCs w:val="24"/>
          <w:lang w:eastAsia="en-AU"/>
        </w:rPr>
      </w:pPr>
      <w:r w:rsidRPr="00753267">
        <w:rPr>
          <w:szCs w:val="24"/>
          <w:lang w:eastAsia="en-AU"/>
        </w:rPr>
        <w:t xml:space="preserve">To complete this part of the assessment, you will be required to </w:t>
      </w:r>
      <w:r w:rsidR="00282D56" w:rsidRPr="00753267">
        <w:rPr>
          <w:szCs w:val="24"/>
          <w:lang w:eastAsia="en-AU"/>
        </w:rPr>
        <w:t>research three allocated tests providing responses to the individual sections within the report templates below.</w:t>
      </w:r>
    </w:p>
    <w:p w14:paraId="23873D45" w14:textId="77777777" w:rsidR="005F3DE3" w:rsidRPr="00753267" w:rsidRDefault="005F3DE3" w:rsidP="005F3D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rPr>
          <w:b/>
          <w:color w:val="FFFFFF" w:themeColor="background1"/>
          <w:szCs w:val="24"/>
          <w:lang w:eastAsia="en-AU"/>
        </w:rPr>
      </w:pPr>
      <w:r w:rsidRPr="00753267">
        <w:rPr>
          <w:b/>
          <w:color w:val="FFFFFF" w:themeColor="background1"/>
          <w:szCs w:val="24"/>
          <w:lang w:eastAsia="en-AU"/>
        </w:rPr>
        <w:t>Brief:</w:t>
      </w:r>
    </w:p>
    <w:p w14:paraId="317DAFEE" w14:textId="4C0897BE" w:rsidR="00F56CFF" w:rsidRPr="00753267" w:rsidRDefault="00EB4D4C" w:rsidP="00F56CFF">
      <w:pPr>
        <w:rPr>
          <w:szCs w:val="24"/>
          <w:lang w:eastAsia="en-AU"/>
        </w:rPr>
      </w:pPr>
      <w:r w:rsidRPr="00753267">
        <w:rPr>
          <w:szCs w:val="24"/>
          <w:lang w:eastAsia="en-AU"/>
        </w:rPr>
        <w:t xml:space="preserve">The </w:t>
      </w:r>
      <w:r w:rsidR="00B3201E" w:rsidRPr="00753267">
        <w:rPr>
          <w:szCs w:val="24"/>
          <w:lang w:eastAsia="en-AU"/>
        </w:rPr>
        <w:t xml:space="preserve">unit of competency requires you </w:t>
      </w:r>
      <w:proofErr w:type="gramStart"/>
      <w:r w:rsidR="00B3201E" w:rsidRPr="00753267">
        <w:rPr>
          <w:szCs w:val="24"/>
          <w:lang w:eastAsia="en-AU"/>
        </w:rPr>
        <w:t>to safely perform</w:t>
      </w:r>
      <w:proofErr w:type="gramEnd"/>
      <w:r w:rsidR="00B3201E" w:rsidRPr="00753267">
        <w:rPr>
          <w:szCs w:val="24"/>
          <w:lang w:eastAsia="en-AU"/>
        </w:rPr>
        <w:t xml:space="preserve"> at least three different tests and you will be observed completing these tests within </w:t>
      </w:r>
      <w:r w:rsidR="000A7214" w:rsidRPr="00753267">
        <w:rPr>
          <w:szCs w:val="24"/>
          <w:lang w:eastAsia="en-AU"/>
        </w:rPr>
        <w:t>the S</w:t>
      </w:r>
      <w:r w:rsidR="00B3201E" w:rsidRPr="00753267">
        <w:rPr>
          <w:szCs w:val="24"/>
          <w:lang w:eastAsia="en-AU"/>
        </w:rPr>
        <w:t>kills Assessments.</w:t>
      </w:r>
      <w:r w:rsidRPr="00753267">
        <w:rPr>
          <w:szCs w:val="24"/>
          <w:lang w:eastAsia="en-AU"/>
        </w:rPr>
        <w:t xml:space="preserve"> </w:t>
      </w:r>
    </w:p>
    <w:p w14:paraId="5CB59E2F" w14:textId="6A1E68C5" w:rsidR="00B113B4" w:rsidRPr="00753267" w:rsidRDefault="00B113B4" w:rsidP="00F56CFF">
      <w:pPr>
        <w:rPr>
          <w:szCs w:val="24"/>
          <w:lang w:eastAsia="en-AU"/>
        </w:rPr>
      </w:pPr>
      <w:r w:rsidRPr="00753267">
        <w:rPr>
          <w:szCs w:val="24"/>
          <w:lang w:eastAsia="en-AU"/>
        </w:rPr>
        <w:t xml:space="preserve">This research will </w:t>
      </w:r>
      <w:r w:rsidR="00753267" w:rsidRPr="00753267">
        <w:rPr>
          <w:szCs w:val="24"/>
          <w:lang w:eastAsia="en-AU"/>
        </w:rPr>
        <w:t xml:space="preserve">prepare you for your Skills Assessment. </w:t>
      </w:r>
    </w:p>
    <w:p w14:paraId="3BA43E76" w14:textId="6747E6F3" w:rsidR="00282D56" w:rsidRPr="00753267" w:rsidRDefault="00753267" w:rsidP="00282D56">
      <w:pPr>
        <w:pStyle w:val="ListBullet"/>
        <w:numPr>
          <w:ilvl w:val="0"/>
          <w:numId w:val="0"/>
        </w:numPr>
        <w:rPr>
          <w:szCs w:val="24"/>
        </w:rPr>
      </w:pPr>
      <w:r w:rsidRPr="00753267">
        <w:rPr>
          <w:szCs w:val="24"/>
        </w:rPr>
        <w:t>Complete a Report Template for each of the tests.</w:t>
      </w:r>
      <w:r w:rsidR="00282D56" w:rsidRPr="00753267">
        <w:rPr>
          <w:szCs w:val="24"/>
        </w:rPr>
        <w:t xml:space="preserve"> Where a particular item is not applicable to your </w:t>
      </w:r>
      <w:proofErr w:type="gramStart"/>
      <w:r w:rsidR="00282D56" w:rsidRPr="00753267">
        <w:rPr>
          <w:szCs w:val="24"/>
        </w:rPr>
        <w:t>test</w:t>
      </w:r>
      <w:proofErr w:type="gramEnd"/>
      <w:r w:rsidR="00282D56" w:rsidRPr="00753267">
        <w:rPr>
          <w:szCs w:val="24"/>
        </w:rPr>
        <w:t xml:space="preserve"> you should indicate “Not Applicable” in your report.</w:t>
      </w:r>
    </w:p>
    <w:p w14:paraId="24CE679C" w14:textId="5EC6A3E4" w:rsidR="005979A7" w:rsidRPr="00753267" w:rsidRDefault="00222B11" w:rsidP="005979A7">
      <w:pPr>
        <w:rPr>
          <w:szCs w:val="24"/>
        </w:rPr>
      </w:pPr>
      <w:r w:rsidRPr="00753267">
        <w:rPr>
          <w:szCs w:val="24"/>
        </w:rPr>
        <w:t xml:space="preserve">You will </w:t>
      </w:r>
      <w:r w:rsidR="005979A7" w:rsidRPr="00753267">
        <w:rPr>
          <w:szCs w:val="24"/>
        </w:rPr>
        <w:t xml:space="preserve">need to access the </w:t>
      </w:r>
      <w:r w:rsidR="00B3201E" w:rsidRPr="00753267">
        <w:rPr>
          <w:szCs w:val="24"/>
        </w:rPr>
        <w:t xml:space="preserve">standard </w:t>
      </w:r>
      <w:r w:rsidR="005979A7" w:rsidRPr="00753267">
        <w:rPr>
          <w:szCs w:val="24"/>
        </w:rPr>
        <w:t>operating procedures for equipment/instruments used, the method for the chemical test, relevant SDS and risk assessments.</w:t>
      </w:r>
      <w:r w:rsidRPr="00753267">
        <w:rPr>
          <w:szCs w:val="24"/>
        </w:rPr>
        <w:t xml:space="preserve"> These will be available in your laboratory.</w:t>
      </w:r>
    </w:p>
    <w:p w14:paraId="2A7BC6D0" w14:textId="5FED05A8" w:rsidR="005F3DE3" w:rsidRPr="00753267" w:rsidRDefault="001C33AD" w:rsidP="005F3D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rPr>
          <w:b/>
          <w:color w:val="FFFFFF" w:themeColor="background1"/>
          <w:szCs w:val="24"/>
          <w:lang w:eastAsia="en-AU"/>
        </w:rPr>
      </w:pPr>
      <w:r w:rsidRPr="00753267">
        <w:rPr>
          <w:b/>
          <w:color w:val="FFFFFF" w:themeColor="background1"/>
          <w:szCs w:val="24"/>
          <w:lang w:eastAsia="en-AU"/>
        </w:rPr>
        <w:t>Report Template</w:t>
      </w:r>
    </w:p>
    <w:p w14:paraId="6EBB9EA7" w14:textId="7CED2066" w:rsidR="00EB4D4C" w:rsidRPr="00753267" w:rsidRDefault="00FA1653" w:rsidP="00EB4D4C">
      <w:pPr>
        <w:rPr>
          <w:szCs w:val="24"/>
        </w:rPr>
      </w:pPr>
      <w:r w:rsidRPr="00753267">
        <w:rPr>
          <w:szCs w:val="24"/>
        </w:rPr>
        <w:t>Your test</w:t>
      </w:r>
      <w:r w:rsidR="00EB4D4C" w:rsidRPr="00753267">
        <w:rPr>
          <w:szCs w:val="24"/>
        </w:rPr>
        <w:t xml:space="preserve"> report should include</w:t>
      </w:r>
      <w:r w:rsidR="00D859D0" w:rsidRPr="00753267">
        <w:rPr>
          <w:szCs w:val="24"/>
        </w:rPr>
        <w:t xml:space="preserve"> the following for each</w:t>
      </w:r>
      <w:r w:rsidR="00EB4D4C" w:rsidRPr="00753267">
        <w:rPr>
          <w:szCs w:val="24"/>
        </w:rPr>
        <w:t xml:space="preserve"> test:</w:t>
      </w:r>
    </w:p>
    <w:p w14:paraId="2EC261EF" w14:textId="3AC8E9DE" w:rsidR="00EB4D4C" w:rsidRPr="00753267" w:rsidRDefault="00D859D0" w:rsidP="00EB4D4C">
      <w:pPr>
        <w:pStyle w:val="ListParagraph"/>
        <w:numPr>
          <w:ilvl w:val="0"/>
          <w:numId w:val="6"/>
        </w:numPr>
        <w:rPr>
          <w:szCs w:val="24"/>
        </w:rPr>
      </w:pPr>
      <w:r w:rsidRPr="00753267">
        <w:rPr>
          <w:szCs w:val="24"/>
        </w:rPr>
        <w:t xml:space="preserve">The </w:t>
      </w:r>
      <w:r w:rsidR="00EB4D4C" w:rsidRPr="00753267">
        <w:rPr>
          <w:szCs w:val="24"/>
        </w:rPr>
        <w:t>test investigated</w:t>
      </w:r>
    </w:p>
    <w:p w14:paraId="7233CBA3" w14:textId="77777777" w:rsidR="00EB4D4C" w:rsidRPr="00753267" w:rsidRDefault="00EB4D4C" w:rsidP="00EB4D4C">
      <w:pPr>
        <w:pStyle w:val="ListParagraph"/>
        <w:numPr>
          <w:ilvl w:val="0"/>
          <w:numId w:val="6"/>
        </w:numPr>
        <w:rPr>
          <w:szCs w:val="24"/>
        </w:rPr>
      </w:pPr>
      <w:r w:rsidRPr="00753267">
        <w:rPr>
          <w:szCs w:val="24"/>
        </w:rPr>
        <w:t>The purpose of the test</w:t>
      </w:r>
    </w:p>
    <w:p w14:paraId="481826CC" w14:textId="25800AF0" w:rsidR="00EB4D4C" w:rsidRPr="00753267" w:rsidRDefault="00D859D0" w:rsidP="00EB4D4C">
      <w:pPr>
        <w:pStyle w:val="ListParagraph"/>
        <w:numPr>
          <w:ilvl w:val="0"/>
          <w:numId w:val="6"/>
        </w:numPr>
        <w:rPr>
          <w:szCs w:val="24"/>
        </w:rPr>
      </w:pPr>
      <w:r w:rsidRPr="00753267">
        <w:rPr>
          <w:szCs w:val="24"/>
        </w:rPr>
        <w:t xml:space="preserve">The </w:t>
      </w:r>
      <w:r w:rsidR="00EB4D4C" w:rsidRPr="00753267">
        <w:rPr>
          <w:szCs w:val="24"/>
        </w:rPr>
        <w:t xml:space="preserve">principles and concepts related to the identified test </w:t>
      </w:r>
    </w:p>
    <w:p w14:paraId="6195403E" w14:textId="2335678B" w:rsidR="00EB4D4C" w:rsidRPr="00753267" w:rsidRDefault="00EB4D4C" w:rsidP="00EB4D4C">
      <w:pPr>
        <w:pStyle w:val="ListParagraph"/>
        <w:numPr>
          <w:ilvl w:val="0"/>
          <w:numId w:val="6"/>
        </w:numPr>
        <w:rPr>
          <w:szCs w:val="24"/>
        </w:rPr>
      </w:pPr>
      <w:r w:rsidRPr="00753267">
        <w:rPr>
          <w:szCs w:val="24"/>
        </w:rPr>
        <w:t>Sample preparation required for the test</w:t>
      </w:r>
      <w:r w:rsidR="00DA6FCE" w:rsidRPr="00753267">
        <w:rPr>
          <w:szCs w:val="24"/>
        </w:rPr>
        <w:t>, if applicable</w:t>
      </w:r>
    </w:p>
    <w:p w14:paraId="35CE6616" w14:textId="77777777" w:rsidR="00EB4D4C" w:rsidRPr="00753267" w:rsidRDefault="00EB4D4C" w:rsidP="00EB4D4C">
      <w:pPr>
        <w:pStyle w:val="ListParagraph"/>
        <w:numPr>
          <w:ilvl w:val="0"/>
          <w:numId w:val="6"/>
        </w:numPr>
        <w:rPr>
          <w:szCs w:val="24"/>
        </w:rPr>
      </w:pPr>
      <w:r w:rsidRPr="00753267">
        <w:rPr>
          <w:szCs w:val="24"/>
        </w:rPr>
        <w:t>Documentation required for pre-analysis and final results (this could be as a form placed with the Appendix)</w:t>
      </w:r>
    </w:p>
    <w:p w14:paraId="4A2F327B" w14:textId="77AFA6E8" w:rsidR="00EB4D4C" w:rsidRPr="00753267" w:rsidRDefault="00EB4D4C" w:rsidP="00EB4D4C">
      <w:pPr>
        <w:pStyle w:val="ListParagraph"/>
        <w:numPr>
          <w:ilvl w:val="0"/>
          <w:numId w:val="6"/>
        </w:numPr>
        <w:rPr>
          <w:szCs w:val="24"/>
        </w:rPr>
      </w:pPr>
      <w:r w:rsidRPr="00753267">
        <w:rPr>
          <w:szCs w:val="24"/>
        </w:rPr>
        <w:t>Standard preparation (if required)</w:t>
      </w:r>
      <w:r w:rsidR="007F53CF" w:rsidRPr="00753267">
        <w:rPr>
          <w:szCs w:val="24"/>
        </w:rPr>
        <w:t xml:space="preserve"> and calibration</w:t>
      </w:r>
      <w:r w:rsidR="00886693" w:rsidRPr="00753267">
        <w:rPr>
          <w:szCs w:val="24"/>
        </w:rPr>
        <w:t xml:space="preserve"> or equipment/instrument</w:t>
      </w:r>
    </w:p>
    <w:p w14:paraId="0FB08662" w14:textId="77777777" w:rsidR="00EB4D4C" w:rsidRPr="00753267" w:rsidRDefault="00EB4D4C" w:rsidP="00EB4D4C">
      <w:pPr>
        <w:pStyle w:val="ListParagraph"/>
        <w:numPr>
          <w:ilvl w:val="0"/>
          <w:numId w:val="6"/>
        </w:numPr>
        <w:rPr>
          <w:szCs w:val="24"/>
        </w:rPr>
      </w:pPr>
      <w:r w:rsidRPr="00753267">
        <w:rPr>
          <w:szCs w:val="24"/>
        </w:rPr>
        <w:t>The basic operational components of any testing equipment/instruments needed</w:t>
      </w:r>
    </w:p>
    <w:p w14:paraId="02200E16" w14:textId="0E36B213" w:rsidR="00EB4D4C" w:rsidRPr="00753267" w:rsidRDefault="00EB4D4C" w:rsidP="00EB4D4C">
      <w:pPr>
        <w:pStyle w:val="ListParagraph"/>
        <w:numPr>
          <w:ilvl w:val="0"/>
          <w:numId w:val="6"/>
        </w:numPr>
        <w:rPr>
          <w:szCs w:val="24"/>
        </w:rPr>
      </w:pPr>
      <w:r w:rsidRPr="00753267">
        <w:rPr>
          <w:szCs w:val="24"/>
        </w:rPr>
        <w:t>Hazard identification</w:t>
      </w:r>
      <w:r w:rsidR="00DA6FCE" w:rsidRPr="00753267">
        <w:rPr>
          <w:szCs w:val="24"/>
        </w:rPr>
        <w:t xml:space="preserve"> and controls </w:t>
      </w:r>
      <w:r w:rsidR="007E25C6" w:rsidRPr="00753267">
        <w:rPr>
          <w:szCs w:val="24"/>
        </w:rPr>
        <w:t>required for</w:t>
      </w:r>
      <w:r w:rsidR="00D859D0" w:rsidRPr="00753267">
        <w:rPr>
          <w:szCs w:val="24"/>
        </w:rPr>
        <w:t xml:space="preserve"> the </w:t>
      </w:r>
      <w:r w:rsidRPr="00753267">
        <w:rPr>
          <w:szCs w:val="24"/>
        </w:rPr>
        <w:t>test</w:t>
      </w:r>
      <w:r w:rsidR="00DA6FCE" w:rsidRPr="00753267">
        <w:rPr>
          <w:szCs w:val="24"/>
        </w:rPr>
        <w:t>.</w:t>
      </w:r>
    </w:p>
    <w:p w14:paraId="22C9031D" w14:textId="662AE1AF" w:rsidR="00EB4D4C" w:rsidRPr="00753267" w:rsidRDefault="00EB4D4C" w:rsidP="00EB4D4C">
      <w:pPr>
        <w:pStyle w:val="ListParagraph"/>
        <w:numPr>
          <w:ilvl w:val="0"/>
          <w:numId w:val="6"/>
        </w:numPr>
        <w:rPr>
          <w:szCs w:val="24"/>
        </w:rPr>
      </w:pPr>
      <w:r w:rsidRPr="00753267">
        <w:rPr>
          <w:szCs w:val="24"/>
        </w:rPr>
        <w:t>Common causes of analytical errors and how these can be minimised</w:t>
      </w:r>
      <w:r w:rsidR="00D859D0" w:rsidRPr="00753267">
        <w:rPr>
          <w:szCs w:val="24"/>
        </w:rPr>
        <w:t xml:space="preserve"> for the test</w:t>
      </w:r>
    </w:p>
    <w:p w14:paraId="14892DF5" w14:textId="14EDAB84" w:rsidR="00EB4D4C" w:rsidRPr="00753267" w:rsidRDefault="00D859D0" w:rsidP="00EB4D4C">
      <w:pPr>
        <w:pStyle w:val="ListParagraph"/>
        <w:numPr>
          <w:ilvl w:val="0"/>
          <w:numId w:val="6"/>
        </w:numPr>
        <w:rPr>
          <w:szCs w:val="24"/>
        </w:rPr>
      </w:pPr>
      <w:r w:rsidRPr="00753267">
        <w:rPr>
          <w:szCs w:val="24"/>
        </w:rPr>
        <w:t>Laboratory</w:t>
      </w:r>
      <w:r w:rsidR="00EB4D4C" w:rsidRPr="00753267">
        <w:rPr>
          <w:szCs w:val="24"/>
        </w:rPr>
        <w:t xml:space="preserve"> requirements for th</w:t>
      </w:r>
      <w:r w:rsidRPr="00753267">
        <w:rPr>
          <w:szCs w:val="24"/>
        </w:rPr>
        <w:t>e cleaning up of spills for the</w:t>
      </w:r>
      <w:r w:rsidR="00EB4D4C" w:rsidRPr="00753267">
        <w:rPr>
          <w:szCs w:val="24"/>
        </w:rPr>
        <w:t xml:space="preserve"> test</w:t>
      </w:r>
      <w:r w:rsidR="00DA6FCE" w:rsidRPr="00753267">
        <w:rPr>
          <w:szCs w:val="24"/>
        </w:rPr>
        <w:t>.</w:t>
      </w:r>
      <w:r w:rsidR="00EB4D4C" w:rsidRPr="00753267">
        <w:rPr>
          <w:szCs w:val="24"/>
        </w:rPr>
        <w:t xml:space="preserve"> </w:t>
      </w:r>
    </w:p>
    <w:p w14:paraId="6DB4BFE1" w14:textId="46AC759A" w:rsidR="00EB4D4C" w:rsidRPr="00753267" w:rsidRDefault="00EB4D4C" w:rsidP="00EB4D4C">
      <w:pPr>
        <w:pStyle w:val="ListParagraph"/>
        <w:numPr>
          <w:ilvl w:val="0"/>
          <w:numId w:val="6"/>
        </w:numPr>
        <w:rPr>
          <w:szCs w:val="24"/>
        </w:rPr>
      </w:pPr>
      <w:r w:rsidRPr="00753267">
        <w:rPr>
          <w:szCs w:val="24"/>
        </w:rPr>
        <w:t xml:space="preserve">An Appendix that includes the </w:t>
      </w:r>
      <w:r w:rsidR="00D859D0" w:rsidRPr="00753267">
        <w:rPr>
          <w:szCs w:val="24"/>
        </w:rPr>
        <w:t>actual Method for the 3</w:t>
      </w:r>
      <w:r w:rsidRPr="00753267">
        <w:rPr>
          <w:szCs w:val="24"/>
        </w:rPr>
        <w:t xml:space="preserve"> tests and also a risk assessment you have prepared for each of the tests (Note: these do not form part of your word count)</w:t>
      </w:r>
    </w:p>
    <w:p w14:paraId="4A321D90" w14:textId="3C1263E7" w:rsidR="00EB4D4C" w:rsidRPr="00753267" w:rsidRDefault="00EB4D4C" w:rsidP="00EB4D4C">
      <w:pPr>
        <w:rPr>
          <w:szCs w:val="24"/>
          <w:lang w:eastAsia="en-AU"/>
        </w:rPr>
      </w:pPr>
      <w:r w:rsidRPr="00753267">
        <w:rPr>
          <w:szCs w:val="24"/>
          <w:lang w:eastAsia="en-AU"/>
        </w:rPr>
        <w:t>Your submission for each test</w:t>
      </w:r>
      <w:r w:rsidR="00DA6FCE" w:rsidRPr="00753267">
        <w:rPr>
          <w:szCs w:val="24"/>
          <w:lang w:eastAsia="en-AU"/>
        </w:rPr>
        <w:t xml:space="preserve"> should be no more than 15</w:t>
      </w:r>
      <w:r w:rsidRPr="00753267">
        <w:rPr>
          <w:szCs w:val="24"/>
          <w:lang w:eastAsia="en-AU"/>
        </w:rPr>
        <w:t xml:space="preserve">00 words and cover the points </w:t>
      </w:r>
      <w:r w:rsidR="00DA6FCE" w:rsidRPr="00753267">
        <w:rPr>
          <w:szCs w:val="24"/>
          <w:lang w:eastAsia="en-AU"/>
        </w:rPr>
        <w:t>1-11 noted above.</w:t>
      </w:r>
      <w:r w:rsidRPr="00753267">
        <w:rPr>
          <w:szCs w:val="24"/>
          <w:lang w:eastAsia="en-AU"/>
        </w:rPr>
        <w:t xml:space="preserve"> </w:t>
      </w:r>
    </w:p>
    <w:p w14:paraId="73FBE439" w14:textId="77777777" w:rsidR="005F3DE3" w:rsidRPr="00753267" w:rsidRDefault="005F3DE3" w:rsidP="005F3DE3">
      <w:pPr>
        <w:rPr>
          <w:szCs w:val="24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F198F" w:rsidRPr="00753267" w14:paraId="523EDC7D" w14:textId="77777777" w:rsidTr="009F19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9060" w:type="dxa"/>
          </w:tcPr>
          <w:p w14:paraId="01CA8AE3" w14:textId="6CE3E47F" w:rsidR="009F198F" w:rsidRPr="00753267" w:rsidRDefault="009F198F" w:rsidP="009F198F">
            <w:pPr>
              <w:tabs>
                <w:tab w:val="clear" w:pos="284"/>
              </w:tabs>
              <w:spacing w:before="0" w:after="200" w:line="276" w:lineRule="auto"/>
              <w:jc w:val="center"/>
              <w:rPr>
                <w:szCs w:val="24"/>
              </w:rPr>
            </w:pPr>
            <w:r w:rsidRPr="00753267">
              <w:rPr>
                <w:szCs w:val="24"/>
              </w:rPr>
              <w:lastRenderedPageBreak/>
              <w:t>Test 1</w:t>
            </w:r>
          </w:p>
        </w:tc>
      </w:tr>
      <w:tr w:rsidR="009F198F" w:rsidRPr="00753267" w14:paraId="56E2EC63" w14:textId="77777777" w:rsidTr="009F198F">
        <w:tc>
          <w:tcPr>
            <w:tcW w:w="9060" w:type="dxa"/>
          </w:tcPr>
          <w:p w14:paraId="081FE4A6" w14:textId="4A936BE7" w:rsidR="009F198F" w:rsidRPr="00753267" w:rsidRDefault="009F198F" w:rsidP="009F198F">
            <w:pPr>
              <w:pStyle w:val="ListParagraph"/>
              <w:numPr>
                <w:ilvl w:val="0"/>
                <w:numId w:val="27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t>The test investigated:</w:t>
            </w:r>
          </w:p>
          <w:p w14:paraId="0E7FC631" w14:textId="7CAE5D20" w:rsidR="009F198F" w:rsidRPr="00753267" w:rsidRDefault="009F198F" w:rsidP="009F198F">
            <w:pPr>
              <w:pStyle w:val="ListParagraph"/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9F198F" w:rsidRPr="00753267" w14:paraId="016C8F96" w14:textId="77777777" w:rsidTr="009F198F">
        <w:tc>
          <w:tcPr>
            <w:tcW w:w="9060" w:type="dxa"/>
          </w:tcPr>
          <w:p w14:paraId="4FAA488F" w14:textId="52AE801F" w:rsidR="009F198F" w:rsidRPr="00753267" w:rsidRDefault="009F198F" w:rsidP="009F198F">
            <w:pPr>
              <w:pStyle w:val="ListParagraph"/>
              <w:numPr>
                <w:ilvl w:val="0"/>
                <w:numId w:val="27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t>The purpose of the test:</w:t>
            </w:r>
          </w:p>
          <w:p w14:paraId="0B760DDD" w14:textId="77777777" w:rsidR="009F198F" w:rsidRPr="00753267" w:rsidRDefault="009F198F" w:rsidP="009F198F">
            <w:pPr>
              <w:pStyle w:val="ListParagraph"/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4AFEA0A4" w14:textId="77777777" w:rsidR="009F198F" w:rsidRPr="00753267" w:rsidRDefault="009F198F" w:rsidP="009F198F">
            <w:pPr>
              <w:pStyle w:val="ListParagraph"/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56586C0" w14:textId="77777777" w:rsidR="009F198F" w:rsidRPr="00753267" w:rsidRDefault="009F198F" w:rsidP="009F198F">
            <w:pPr>
              <w:pStyle w:val="ListParagraph"/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74E7F345" w14:textId="77777777" w:rsidR="009F198F" w:rsidRPr="00753267" w:rsidRDefault="009F198F" w:rsidP="009F198F">
            <w:pPr>
              <w:pStyle w:val="ListParagraph"/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9F198F" w:rsidRPr="00753267" w14:paraId="2E6A1243" w14:textId="77777777" w:rsidTr="009F198F">
        <w:tc>
          <w:tcPr>
            <w:tcW w:w="9060" w:type="dxa"/>
          </w:tcPr>
          <w:p w14:paraId="4FC2F014" w14:textId="04811685" w:rsidR="009F198F" w:rsidRPr="00753267" w:rsidRDefault="009F198F" w:rsidP="009F198F">
            <w:pPr>
              <w:pStyle w:val="ListParagraph"/>
              <w:numPr>
                <w:ilvl w:val="0"/>
                <w:numId w:val="27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t>Principles and concepts related to the test</w:t>
            </w:r>
          </w:p>
          <w:p w14:paraId="425C3788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66CB2ADB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1B37F438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4CA0C7F5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4F23E402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EEF110C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46DB78D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0276CEC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38A6544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0F5B98C7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B88884E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FE1E4B0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4800D12D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62657EBE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6ABC1F3B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4E06FCF7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7D236419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51C40127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676D0890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5CEE5C85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117F04A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9F198F" w:rsidRPr="00753267" w14:paraId="44C7B238" w14:textId="77777777" w:rsidTr="009F198F">
        <w:tc>
          <w:tcPr>
            <w:tcW w:w="9060" w:type="dxa"/>
          </w:tcPr>
          <w:p w14:paraId="48F8D3C3" w14:textId="451776E3" w:rsidR="009F198F" w:rsidRPr="00753267" w:rsidRDefault="009F198F" w:rsidP="009F198F">
            <w:pPr>
              <w:pStyle w:val="ListParagraph"/>
              <w:numPr>
                <w:ilvl w:val="0"/>
                <w:numId w:val="27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lastRenderedPageBreak/>
              <w:t>Sample preparation required for the test</w:t>
            </w:r>
          </w:p>
          <w:p w14:paraId="7BD26B58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526D020F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3AF4D34A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193FEF30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9F198F" w:rsidRPr="00753267" w14:paraId="2379E884" w14:textId="77777777" w:rsidTr="009F198F">
        <w:tc>
          <w:tcPr>
            <w:tcW w:w="9060" w:type="dxa"/>
          </w:tcPr>
          <w:p w14:paraId="7F0415F6" w14:textId="3038B9FB" w:rsidR="009F198F" w:rsidRPr="00753267" w:rsidRDefault="009F198F" w:rsidP="009F198F">
            <w:pPr>
              <w:pStyle w:val="ListParagraph"/>
              <w:numPr>
                <w:ilvl w:val="0"/>
                <w:numId w:val="27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t>Documentation required (note if added to Appendix) for pre-analysis and final results.</w:t>
            </w:r>
          </w:p>
          <w:p w14:paraId="5437ABE3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76CA0BD6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403511EB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080F114D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4EFD43E7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4177941D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9F198F" w:rsidRPr="00753267" w14:paraId="748E11E3" w14:textId="77777777" w:rsidTr="009F198F">
        <w:tc>
          <w:tcPr>
            <w:tcW w:w="9060" w:type="dxa"/>
          </w:tcPr>
          <w:p w14:paraId="6C97A974" w14:textId="5ECDC130" w:rsidR="009F198F" w:rsidRPr="00753267" w:rsidRDefault="009F198F" w:rsidP="009F198F">
            <w:pPr>
              <w:pStyle w:val="ListParagraph"/>
              <w:numPr>
                <w:ilvl w:val="0"/>
                <w:numId w:val="27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t xml:space="preserve">Standard preparation and instrument/equipment calibration </w:t>
            </w:r>
            <w:r w:rsidR="00CD0F5F" w:rsidRPr="00753267">
              <w:rPr>
                <w:szCs w:val="24"/>
              </w:rPr>
              <w:t>(if required).</w:t>
            </w:r>
          </w:p>
          <w:p w14:paraId="66E08105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4DC28E68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3BDE13B5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51A6DE1F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09A41D29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77FF75D3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1E5807E1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0B43B205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3F112981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107222D7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32330FB1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6BEDC1AE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6A9BC2D3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9F198F" w:rsidRPr="00753267" w14:paraId="34484869" w14:textId="77777777" w:rsidTr="009F198F">
        <w:tc>
          <w:tcPr>
            <w:tcW w:w="9060" w:type="dxa"/>
          </w:tcPr>
          <w:p w14:paraId="0E1AD788" w14:textId="36CB36C7" w:rsidR="009F198F" w:rsidRPr="00753267" w:rsidRDefault="009F198F" w:rsidP="009F198F">
            <w:pPr>
              <w:pStyle w:val="ListParagraph"/>
              <w:numPr>
                <w:ilvl w:val="0"/>
                <w:numId w:val="27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lastRenderedPageBreak/>
              <w:t xml:space="preserve">Basic operational components </w:t>
            </w:r>
          </w:p>
          <w:p w14:paraId="50716386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903FDDF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192F26F6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40F661C4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47117119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5321746F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9D39001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9F198F" w:rsidRPr="00753267" w14:paraId="656150F7" w14:textId="77777777" w:rsidTr="009F198F">
        <w:tc>
          <w:tcPr>
            <w:tcW w:w="9060" w:type="dxa"/>
          </w:tcPr>
          <w:p w14:paraId="01B5EC66" w14:textId="3B3AAEB7" w:rsidR="009F198F" w:rsidRPr="00753267" w:rsidRDefault="009F198F" w:rsidP="009F198F">
            <w:pPr>
              <w:pStyle w:val="ListParagraph"/>
              <w:numPr>
                <w:ilvl w:val="0"/>
                <w:numId w:val="27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t>Hazard identification and controls for the test:</w:t>
            </w:r>
          </w:p>
          <w:p w14:paraId="60697F93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4A5007EA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7B4C69DB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16792DC0" w14:textId="77777777" w:rsidR="00CD0F5F" w:rsidRPr="00753267" w:rsidRDefault="00CD0F5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74C5DAA1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9F198F" w:rsidRPr="00753267" w14:paraId="1C117077" w14:textId="77777777" w:rsidTr="009F198F">
        <w:tc>
          <w:tcPr>
            <w:tcW w:w="9060" w:type="dxa"/>
          </w:tcPr>
          <w:p w14:paraId="393F456A" w14:textId="4B56C674" w:rsidR="009F198F" w:rsidRPr="00753267" w:rsidRDefault="009F198F" w:rsidP="009F198F">
            <w:pPr>
              <w:pStyle w:val="ListParagraph"/>
              <w:numPr>
                <w:ilvl w:val="0"/>
                <w:numId w:val="27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t>Causes of analytical errors and minimisation of errors</w:t>
            </w:r>
          </w:p>
          <w:p w14:paraId="6DED57B9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454B57C9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4A446940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2DD3A47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9F198F" w:rsidRPr="00753267" w14:paraId="49216991" w14:textId="77777777" w:rsidTr="009F198F">
        <w:tc>
          <w:tcPr>
            <w:tcW w:w="9060" w:type="dxa"/>
          </w:tcPr>
          <w:p w14:paraId="1D1CFE7F" w14:textId="7C5C0F65" w:rsidR="009F198F" w:rsidRPr="00753267" w:rsidRDefault="009F198F" w:rsidP="009F198F">
            <w:pPr>
              <w:pStyle w:val="ListParagraph"/>
              <w:numPr>
                <w:ilvl w:val="0"/>
                <w:numId w:val="27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t>Requirements for spill clean-up</w:t>
            </w:r>
          </w:p>
          <w:p w14:paraId="7A6E45D3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7379B985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6414AACB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1A4C4DF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9F198F" w:rsidRPr="00753267" w14:paraId="7BFC955B" w14:textId="77777777" w:rsidTr="009F198F">
        <w:tc>
          <w:tcPr>
            <w:tcW w:w="9060" w:type="dxa"/>
          </w:tcPr>
          <w:p w14:paraId="0BC0EC20" w14:textId="032F3F4D" w:rsidR="009F198F" w:rsidRPr="00753267" w:rsidRDefault="009F198F" w:rsidP="009F198F">
            <w:pPr>
              <w:pStyle w:val="ListParagraph"/>
              <w:numPr>
                <w:ilvl w:val="0"/>
                <w:numId w:val="27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t>Appendix (what documents are included in the submission),</w:t>
            </w:r>
          </w:p>
          <w:p w14:paraId="174E6E73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36EFE09C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3E73CFED" w14:textId="77777777" w:rsidR="009F198F" w:rsidRPr="00753267" w:rsidRDefault="009F198F" w:rsidP="009F198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</w:tbl>
    <w:p w14:paraId="5CCE1C4A" w14:textId="77777777" w:rsidR="00CD0F5F" w:rsidRPr="00753267" w:rsidRDefault="00CD0F5F">
      <w:pPr>
        <w:tabs>
          <w:tab w:val="clear" w:pos="284"/>
        </w:tabs>
        <w:spacing w:before="0" w:after="200" w:line="276" w:lineRule="auto"/>
        <w:rPr>
          <w:szCs w:val="24"/>
        </w:rPr>
      </w:pPr>
    </w:p>
    <w:p w14:paraId="6CF4F723" w14:textId="77777777" w:rsidR="00CD0F5F" w:rsidRPr="00753267" w:rsidRDefault="00CD0F5F">
      <w:pPr>
        <w:tabs>
          <w:tab w:val="clear" w:pos="284"/>
        </w:tabs>
        <w:spacing w:before="0" w:after="200" w:line="276" w:lineRule="auto"/>
        <w:rPr>
          <w:szCs w:val="24"/>
        </w:rPr>
      </w:pPr>
      <w:r w:rsidRPr="00753267">
        <w:rPr>
          <w:szCs w:val="24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D0F5F" w:rsidRPr="00753267" w14:paraId="3BB954A0" w14:textId="77777777" w:rsidTr="00AD5C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9060" w:type="dxa"/>
          </w:tcPr>
          <w:p w14:paraId="532B35BC" w14:textId="03504190" w:rsidR="00CD0F5F" w:rsidRPr="00753267" w:rsidRDefault="00CD0F5F" w:rsidP="00AD5C20">
            <w:pPr>
              <w:tabs>
                <w:tab w:val="clear" w:pos="284"/>
              </w:tabs>
              <w:spacing w:before="0" w:after="200" w:line="276" w:lineRule="auto"/>
              <w:jc w:val="center"/>
              <w:rPr>
                <w:szCs w:val="24"/>
              </w:rPr>
            </w:pPr>
            <w:r w:rsidRPr="00753267">
              <w:rPr>
                <w:szCs w:val="24"/>
              </w:rPr>
              <w:lastRenderedPageBreak/>
              <w:t>Test 2</w:t>
            </w:r>
          </w:p>
        </w:tc>
      </w:tr>
      <w:tr w:rsidR="00CD0F5F" w:rsidRPr="00753267" w14:paraId="57E05BC8" w14:textId="77777777" w:rsidTr="00AD5C20">
        <w:tc>
          <w:tcPr>
            <w:tcW w:w="9060" w:type="dxa"/>
          </w:tcPr>
          <w:p w14:paraId="4FF0441B" w14:textId="77777777" w:rsidR="00CD0F5F" w:rsidRPr="00753267" w:rsidRDefault="00CD0F5F" w:rsidP="00CD0F5F">
            <w:pPr>
              <w:pStyle w:val="ListParagraph"/>
              <w:numPr>
                <w:ilvl w:val="0"/>
                <w:numId w:val="28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t>The test investigated:</w:t>
            </w:r>
          </w:p>
          <w:p w14:paraId="4F71B2AC" w14:textId="77777777" w:rsidR="00CD0F5F" w:rsidRPr="00753267" w:rsidRDefault="00CD0F5F" w:rsidP="00AD5C20">
            <w:pPr>
              <w:pStyle w:val="ListParagraph"/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D0F5F" w:rsidRPr="00753267" w14:paraId="441F9E57" w14:textId="77777777" w:rsidTr="00AD5C20">
        <w:tc>
          <w:tcPr>
            <w:tcW w:w="9060" w:type="dxa"/>
          </w:tcPr>
          <w:p w14:paraId="552DE5B1" w14:textId="77777777" w:rsidR="00CD0F5F" w:rsidRPr="00753267" w:rsidRDefault="00CD0F5F" w:rsidP="00CD0F5F">
            <w:pPr>
              <w:pStyle w:val="ListParagraph"/>
              <w:numPr>
                <w:ilvl w:val="0"/>
                <w:numId w:val="28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t>The purpose of the test:</w:t>
            </w:r>
          </w:p>
          <w:p w14:paraId="5CD18F91" w14:textId="77777777" w:rsidR="00CD0F5F" w:rsidRPr="00753267" w:rsidRDefault="00CD0F5F" w:rsidP="00AD5C20">
            <w:pPr>
              <w:pStyle w:val="ListParagraph"/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6E7D8677" w14:textId="77777777" w:rsidR="00CD0F5F" w:rsidRPr="00753267" w:rsidRDefault="00CD0F5F" w:rsidP="00AD5C20">
            <w:pPr>
              <w:pStyle w:val="ListParagraph"/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609C666F" w14:textId="77777777" w:rsidR="00CD0F5F" w:rsidRPr="00753267" w:rsidRDefault="00CD0F5F" w:rsidP="00AD5C20">
            <w:pPr>
              <w:pStyle w:val="ListParagraph"/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6B129D0B" w14:textId="77777777" w:rsidR="00CD0F5F" w:rsidRPr="00753267" w:rsidRDefault="00CD0F5F" w:rsidP="00AD5C20">
            <w:pPr>
              <w:pStyle w:val="ListParagraph"/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D0F5F" w:rsidRPr="00753267" w14:paraId="1CF35420" w14:textId="77777777" w:rsidTr="00AD5C20">
        <w:tc>
          <w:tcPr>
            <w:tcW w:w="9060" w:type="dxa"/>
          </w:tcPr>
          <w:p w14:paraId="0C0A4673" w14:textId="77777777" w:rsidR="00CD0F5F" w:rsidRPr="00753267" w:rsidRDefault="00CD0F5F" w:rsidP="00CD0F5F">
            <w:pPr>
              <w:pStyle w:val="ListParagraph"/>
              <w:numPr>
                <w:ilvl w:val="0"/>
                <w:numId w:val="28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t>Principles and concepts related to the test</w:t>
            </w:r>
          </w:p>
          <w:p w14:paraId="013D7143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D2ED5C2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78CB32B7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6658783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00C738D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18B99C3A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3AB12CC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74FCD8A6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3104F85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43C7547E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510141EF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384B57B3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3D703AC1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158AD7F5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0A8B7D51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4533F74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8B6135E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6C11C8E6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015511E6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379C5F39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04FDF02B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D0F5F" w:rsidRPr="00753267" w14:paraId="16A9E5AF" w14:textId="77777777" w:rsidTr="00AD5C20">
        <w:tc>
          <w:tcPr>
            <w:tcW w:w="9060" w:type="dxa"/>
          </w:tcPr>
          <w:p w14:paraId="3DEF1370" w14:textId="77777777" w:rsidR="00CD0F5F" w:rsidRPr="00753267" w:rsidRDefault="00CD0F5F" w:rsidP="00CD0F5F">
            <w:pPr>
              <w:pStyle w:val="ListParagraph"/>
              <w:numPr>
                <w:ilvl w:val="0"/>
                <w:numId w:val="28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lastRenderedPageBreak/>
              <w:t>Sample preparation required for the test</w:t>
            </w:r>
          </w:p>
          <w:p w14:paraId="17C971ED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6245A74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5BAEE74F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5FECB35D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D0F5F" w:rsidRPr="00753267" w14:paraId="1C7BF5FC" w14:textId="77777777" w:rsidTr="00AD5C20">
        <w:tc>
          <w:tcPr>
            <w:tcW w:w="9060" w:type="dxa"/>
          </w:tcPr>
          <w:p w14:paraId="0EDD1776" w14:textId="77777777" w:rsidR="00CD0F5F" w:rsidRPr="00753267" w:rsidRDefault="00CD0F5F" w:rsidP="00CD0F5F">
            <w:pPr>
              <w:pStyle w:val="ListParagraph"/>
              <w:numPr>
                <w:ilvl w:val="0"/>
                <w:numId w:val="28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t>Documentation required (note if added to Appendix) for pre-analysis and final results.</w:t>
            </w:r>
          </w:p>
          <w:p w14:paraId="52D9B5C6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051F57B5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1E746803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72C709D6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58D15346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71747A12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D0F5F" w:rsidRPr="00753267" w14:paraId="2058A4D8" w14:textId="77777777" w:rsidTr="00AD5C20">
        <w:tc>
          <w:tcPr>
            <w:tcW w:w="9060" w:type="dxa"/>
          </w:tcPr>
          <w:p w14:paraId="5A987852" w14:textId="77777777" w:rsidR="00CD0F5F" w:rsidRPr="00753267" w:rsidRDefault="00CD0F5F" w:rsidP="00CD0F5F">
            <w:pPr>
              <w:pStyle w:val="ListParagraph"/>
              <w:numPr>
                <w:ilvl w:val="0"/>
                <w:numId w:val="28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t>Standard preparation and instrument/equipment calibration (if required).</w:t>
            </w:r>
          </w:p>
          <w:p w14:paraId="264CCF56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6BBADF25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7B0F8486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1D5C1313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70548642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75AF8151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6900FDA1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660EF768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67363C87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6BCE887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38314295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54D4292A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6A3C24B2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D0F5F" w:rsidRPr="00753267" w14:paraId="26E59746" w14:textId="77777777" w:rsidTr="00AD5C20">
        <w:tc>
          <w:tcPr>
            <w:tcW w:w="9060" w:type="dxa"/>
          </w:tcPr>
          <w:p w14:paraId="03B8C6B1" w14:textId="77777777" w:rsidR="00CD0F5F" w:rsidRPr="00753267" w:rsidRDefault="00CD0F5F" w:rsidP="00CD0F5F">
            <w:pPr>
              <w:pStyle w:val="ListParagraph"/>
              <w:numPr>
                <w:ilvl w:val="0"/>
                <w:numId w:val="28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lastRenderedPageBreak/>
              <w:t xml:space="preserve">Basic operational components </w:t>
            </w:r>
          </w:p>
          <w:p w14:paraId="62AB2E12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5C13441A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6A2871EF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CA7CB85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3C378429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38D5E060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000DA7A8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D0F5F" w:rsidRPr="00753267" w14:paraId="75225AF7" w14:textId="77777777" w:rsidTr="00AD5C20">
        <w:tc>
          <w:tcPr>
            <w:tcW w:w="9060" w:type="dxa"/>
          </w:tcPr>
          <w:p w14:paraId="50E91798" w14:textId="77777777" w:rsidR="00CD0F5F" w:rsidRPr="00753267" w:rsidRDefault="00CD0F5F" w:rsidP="00CD0F5F">
            <w:pPr>
              <w:pStyle w:val="ListParagraph"/>
              <w:numPr>
                <w:ilvl w:val="0"/>
                <w:numId w:val="28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t>Hazard identification and controls for the test:</w:t>
            </w:r>
          </w:p>
          <w:p w14:paraId="193B0E6B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09A4DD71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14CFDEDE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05A5A193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3E343D59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D0F5F" w:rsidRPr="00753267" w14:paraId="7FB12FFC" w14:textId="77777777" w:rsidTr="00AD5C20">
        <w:tc>
          <w:tcPr>
            <w:tcW w:w="9060" w:type="dxa"/>
          </w:tcPr>
          <w:p w14:paraId="4208BB8D" w14:textId="77777777" w:rsidR="00CD0F5F" w:rsidRPr="00753267" w:rsidRDefault="00CD0F5F" w:rsidP="00CD0F5F">
            <w:pPr>
              <w:pStyle w:val="ListParagraph"/>
              <w:numPr>
                <w:ilvl w:val="0"/>
                <w:numId w:val="28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t>Causes of analytical errors and minimisation of errors</w:t>
            </w:r>
          </w:p>
          <w:p w14:paraId="640FF9F2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53F49E11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6A60D441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1FBBB8E7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D0F5F" w:rsidRPr="00753267" w14:paraId="6F9EDF70" w14:textId="77777777" w:rsidTr="00AD5C20">
        <w:tc>
          <w:tcPr>
            <w:tcW w:w="9060" w:type="dxa"/>
          </w:tcPr>
          <w:p w14:paraId="4B8ACDFB" w14:textId="77777777" w:rsidR="00CD0F5F" w:rsidRPr="00753267" w:rsidRDefault="00CD0F5F" w:rsidP="00CD0F5F">
            <w:pPr>
              <w:pStyle w:val="ListParagraph"/>
              <w:numPr>
                <w:ilvl w:val="0"/>
                <w:numId w:val="28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t>Requirements for spill clean-up</w:t>
            </w:r>
          </w:p>
          <w:p w14:paraId="270D04B4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397A4429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2959969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602B13AE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D0F5F" w:rsidRPr="00753267" w14:paraId="48462B4D" w14:textId="77777777" w:rsidTr="00AD5C20">
        <w:tc>
          <w:tcPr>
            <w:tcW w:w="9060" w:type="dxa"/>
          </w:tcPr>
          <w:p w14:paraId="3CEEB4BD" w14:textId="77777777" w:rsidR="00CD0F5F" w:rsidRPr="00753267" w:rsidRDefault="00CD0F5F" w:rsidP="00CD0F5F">
            <w:pPr>
              <w:pStyle w:val="ListParagraph"/>
              <w:numPr>
                <w:ilvl w:val="0"/>
                <w:numId w:val="28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t>Appendix (what documents are included in the submission),</w:t>
            </w:r>
          </w:p>
          <w:p w14:paraId="2C98839D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71FDE66A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347D5C2E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</w:tbl>
    <w:p w14:paraId="67B87914" w14:textId="77777777" w:rsidR="00CD0F5F" w:rsidRPr="00753267" w:rsidRDefault="00CD0F5F">
      <w:pPr>
        <w:tabs>
          <w:tab w:val="clear" w:pos="284"/>
        </w:tabs>
        <w:spacing w:before="0" w:after="200" w:line="276" w:lineRule="auto"/>
        <w:rPr>
          <w:szCs w:val="24"/>
        </w:rPr>
      </w:pPr>
    </w:p>
    <w:p w14:paraId="35FA8807" w14:textId="77777777" w:rsidR="00CD0F5F" w:rsidRPr="00753267" w:rsidRDefault="00CD0F5F">
      <w:pPr>
        <w:tabs>
          <w:tab w:val="clear" w:pos="284"/>
        </w:tabs>
        <w:spacing w:before="0" w:after="200" w:line="276" w:lineRule="auto"/>
        <w:rPr>
          <w:szCs w:val="24"/>
        </w:rPr>
      </w:pPr>
      <w:r w:rsidRPr="00753267">
        <w:rPr>
          <w:szCs w:val="24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D0F5F" w:rsidRPr="00753267" w14:paraId="4ECD9E42" w14:textId="77777777" w:rsidTr="00AD5C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9060" w:type="dxa"/>
          </w:tcPr>
          <w:p w14:paraId="67414A55" w14:textId="702B9E42" w:rsidR="00CD0F5F" w:rsidRPr="00753267" w:rsidRDefault="00CD0F5F" w:rsidP="00AD5C20">
            <w:pPr>
              <w:tabs>
                <w:tab w:val="clear" w:pos="284"/>
              </w:tabs>
              <w:spacing w:before="0" w:after="200" w:line="276" w:lineRule="auto"/>
              <w:jc w:val="center"/>
              <w:rPr>
                <w:szCs w:val="24"/>
              </w:rPr>
            </w:pPr>
            <w:r w:rsidRPr="00753267">
              <w:rPr>
                <w:szCs w:val="24"/>
              </w:rPr>
              <w:lastRenderedPageBreak/>
              <w:t>Test 3</w:t>
            </w:r>
          </w:p>
        </w:tc>
      </w:tr>
      <w:tr w:rsidR="00CD0F5F" w:rsidRPr="00753267" w14:paraId="7A814CC7" w14:textId="77777777" w:rsidTr="00AD5C20">
        <w:tc>
          <w:tcPr>
            <w:tcW w:w="9060" w:type="dxa"/>
          </w:tcPr>
          <w:p w14:paraId="413D1BB9" w14:textId="77777777" w:rsidR="00CD0F5F" w:rsidRPr="00753267" w:rsidRDefault="00CD0F5F" w:rsidP="00CD0F5F">
            <w:pPr>
              <w:pStyle w:val="ListParagraph"/>
              <w:numPr>
                <w:ilvl w:val="0"/>
                <w:numId w:val="29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t>The test investigated:</w:t>
            </w:r>
          </w:p>
          <w:p w14:paraId="605D6890" w14:textId="77777777" w:rsidR="00CD0F5F" w:rsidRPr="00753267" w:rsidRDefault="00CD0F5F" w:rsidP="00AD5C20">
            <w:pPr>
              <w:pStyle w:val="ListParagraph"/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D0F5F" w:rsidRPr="00753267" w14:paraId="072EB0B4" w14:textId="77777777" w:rsidTr="00AD5C20">
        <w:tc>
          <w:tcPr>
            <w:tcW w:w="9060" w:type="dxa"/>
          </w:tcPr>
          <w:p w14:paraId="4D6B60C8" w14:textId="77777777" w:rsidR="00CD0F5F" w:rsidRPr="00753267" w:rsidRDefault="00CD0F5F" w:rsidP="00CD0F5F">
            <w:pPr>
              <w:pStyle w:val="ListParagraph"/>
              <w:numPr>
                <w:ilvl w:val="0"/>
                <w:numId w:val="29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t>The purpose of the test:</w:t>
            </w:r>
          </w:p>
          <w:p w14:paraId="2B6CC77A" w14:textId="77777777" w:rsidR="00CD0F5F" w:rsidRPr="00753267" w:rsidRDefault="00CD0F5F" w:rsidP="00AD5C20">
            <w:pPr>
              <w:pStyle w:val="ListParagraph"/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072D5F9A" w14:textId="77777777" w:rsidR="00CD0F5F" w:rsidRPr="00753267" w:rsidRDefault="00CD0F5F" w:rsidP="00AD5C20">
            <w:pPr>
              <w:pStyle w:val="ListParagraph"/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72B946F9" w14:textId="77777777" w:rsidR="00CD0F5F" w:rsidRPr="00753267" w:rsidRDefault="00CD0F5F" w:rsidP="00AD5C20">
            <w:pPr>
              <w:pStyle w:val="ListParagraph"/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48E4A8DB" w14:textId="77777777" w:rsidR="00CD0F5F" w:rsidRPr="00753267" w:rsidRDefault="00CD0F5F" w:rsidP="00AD5C20">
            <w:pPr>
              <w:pStyle w:val="ListParagraph"/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D0F5F" w:rsidRPr="00753267" w14:paraId="23375FDD" w14:textId="77777777" w:rsidTr="00AD5C20">
        <w:tc>
          <w:tcPr>
            <w:tcW w:w="9060" w:type="dxa"/>
          </w:tcPr>
          <w:p w14:paraId="253DA662" w14:textId="77777777" w:rsidR="00CD0F5F" w:rsidRPr="00753267" w:rsidRDefault="00CD0F5F" w:rsidP="00CD0F5F">
            <w:pPr>
              <w:pStyle w:val="ListParagraph"/>
              <w:numPr>
                <w:ilvl w:val="0"/>
                <w:numId w:val="29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t>Principles and concepts related to the test</w:t>
            </w:r>
          </w:p>
          <w:p w14:paraId="4924D1E5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495254B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08C485B1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764989CD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7E3867A5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54ED0D9E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53036CC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45B30621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7FFEE78B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7105AB3E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01874B29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3E5B0B15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45C4FE65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31603EDC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5458536A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5B84ED03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15856E53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3AE61EA6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9329E7F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15F73FF6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495D8154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D0F5F" w:rsidRPr="00753267" w14:paraId="0065AC07" w14:textId="77777777" w:rsidTr="00AD5C20">
        <w:tc>
          <w:tcPr>
            <w:tcW w:w="9060" w:type="dxa"/>
          </w:tcPr>
          <w:p w14:paraId="1E656DCA" w14:textId="77777777" w:rsidR="00CD0F5F" w:rsidRPr="00753267" w:rsidRDefault="00CD0F5F" w:rsidP="00CD0F5F">
            <w:pPr>
              <w:pStyle w:val="ListParagraph"/>
              <w:numPr>
                <w:ilvl w:val="0"/>
                <w:numId w:val="29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lastRenderedPageBreak/>
              <w:t>Sample preparation required for the test</w:t>
            </w:r>
          </w:p>
          <w:p w14:paraId="3431A351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6F533875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66A9DF21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1DE1F44B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D0F5F" w:rsidRPr="00753267" w14:paraId="6AE05E69" w14:textId="77777777" w:rsidTr="00AD5C20">
        <w:tc>
          <w:tcPr>
            <w:tcW w:w="9060" w:type="dxa"/>
          </w:tcPr>
          <w:p w14:paraId="578546A8" w14:textId="77777777" w:rsidR="00CD0F5F" w:rsidRPr="00753267" w:rsidRDefault="00CD0F5F" w:rsidP="00CD0F5F">
            <w:pPr>
              <w:pStyle w:val="ListParagraph"/>
              <w:numPr>
                <w:ilvl w:val="0"/>
                <w:numId w:val="29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t>Documentation required (note if added to Appendix) for pre-analysis and final results.</w:t>
            </w:r>
          </w:p>
          <w:p w14:paraId="2EF48B20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768A28A8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D46B3A9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0C673356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6E293505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3DE3E54C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D0F5F" w:rsidRPr="00753267" w14:paraId="526B1FE7" w14:textId="77777777" w:rsidTr="00AD5C20">
        <w:tc>
          <w:tcPr>
            <w:tcW w:w="9060" w:type="dxa"/>
          </w:tcPr>
          <w:p w14:paraId="3C92DF20" w14:textId="77777777" w:rsidR="00CD0F5F" w:rsidRPr="00753267" w:rsidRDefault="00CD0F5F" w:rsidP="00CD0F5F">
            <w:pPr>
              <w:pStyle w:val="ListParagraph"/>
              <w:numPr>
                <w:ilvl w:val="0"/>
                <w:numId w:val="29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t>Standard preparation and instrument/equipment calibration (if required).</w:t>
            </w:r>
          </w:p>
          <w:p w14:paraId="6986A790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6DD73074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736AB69E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5FECBB91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17E4805F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341D760F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6946E41B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5FA9C4A9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0EEA73F8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536FAC23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7E2B99A5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69B25476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795F2714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D0F5F" w:rsidRPr="00753267" w14:paraId="220B410D" w14:textId="77777777" w:rsidTr="00AD5C20">
        <w:tc>
          <w:tcPr>
            <w:tcW w:w="9060" w:type="dxa"/>
          </w:tcPr>
          <w:p w14:paraId="72B3C1A6" w14:textId="77777777" w:rsidR="00CD0F5F" w:rsidRPr="00753267" w:rsidRDefault="00CD0F5F" w:rsidP="00CD0F5F">
            <w:pPr>
              <w:pStyle w:val="ListParagraph"/>
              <w:numPr>
                <w:ilvl w:val="0"/>
                <w:numId w:val="29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lastRenderedPageBreak/>
              <w:t xml:space="preserve">Basic operational components </w:t>
            </w:r>
          </w:p>
          <w:p w14:paraId="7518EA3F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57DF7749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32F003DC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3CD0EEAE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3661684C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51EAF257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3D5FDF6E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D0F5F" w:rsidRPr="00753267" w14:paraId="6E5F788B" w14:textId="77777777" w:rsidTr="00AD5C20">
        <w:tc>
          <w:tcPr>
            <w:tcW w:w="9060" w:type="dxa"/>
          </w:tcPr>
          <w:p w14:paraId="24CB4B25" w14:textId="77777777" w:rsidR="00CD0F5F" w:rsidRPr="00753267" w:rsidRDefault="00CD0F5F" w:rsidP="00CD0F5F">
            <w:pPr>
              <w:pStyle w:val="ListParagraph"/>
              <w:numPr>
                <w:ilvl w:val="0"/>
                <w:numId w:val="29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t>Hazard identification and controls for the test:</w:t>
            </w:r>
          </w:p>
          <w:p w14:paraId="260E7F7E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153DCF54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7F479916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78C8DD72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4CE45360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D0F5F" w:rsidRPr="00753267" w14:paraId="3EC4200E" w14:textId="77777777" w:rsidTr="00AD5C20">
        <w:tc>
          <w:tcPr>
            <w:tcW w:w="9060" w:type="dxa"/>
          </w:tcPr>
          <w:p w14:paraId="5FA05133" w14:textId="77777777" w:rsidR="00CD0F5F" w:rsidRPr="00753267" w:rsidRDefault="00CD0F5F" w:rsidP="00CD0F5F">
            <w:pPr>
              <w:pStyle w:val="ListParagraph"/>
              <w:numPr>
                <w:ilvl w:val="0"/>
                <w:numId w:val="29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t>Causes of analytical errors and minimisation of errors</w:t>
            </w:r>
          </w:p>
          <w:p w14:paraId="2457F02A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5CA53E8B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4A5D38AE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75545169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D0F5F" w:rsidRPr="00753267" w14:paraId="402991B1" w14:textId="77777777" w:rsidTr="00AD5C20">
        <w:tc>
          <w:tcPr>
            <w:tcW w:w="9060" w:type="dxa"/>
          </w:tcPr>
          <w:p w14:paraId="050E9D1E" w14:textId="77777777" w:rsidR="00CD0F5F" w:rsidRPr="00753267" w:rsidRDefault="00CD0F5F" w:rsidP="00CD0F5F">
            <w:pPr>
              <w:pStyle w:val="ListParagraph"/>
              <w:numPr>
                <w:ilvl w:val="0"/>
                <w:numId w:val="29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t>Requirements for spill clean-up</w:t>
            </w:r>
          </w:p>
          <w:p w14:paraId="1CAE4E2F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65FA2316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4820DDCE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FEA075F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D0F5F" w:rsidRPr="00753267" w14:paraId="4013CDE1" w14:textId="77777777" w:rsidTr="00AD5C20">
        <w:tc>
          <w:tcPr>
            <w:tcW w:w="9060" w:type="dxa"/>
          </w:tcPr>
          <w:p w14:paraId="15C70666" w14:textId="77777777" w:rsidR="00CD0F5F" w:rsidRPr="00753267" w:rsidRDefault="00CD0F5F" w:rsidP="00CD0F5F">
            <w:pPr>
              <w:pStyle w:val="ListParagraph"/>
              <w:numPr>
                <w:ilvl w:val="0"/>
                <w:numId w:val="29"/>
              </w:num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753267">
              <w:rPr>
                <w:szCs w:val="24"/>
              </w:rPr>
              <w:t>Appendix (what documents are included in the submission),</w:t>
            </w:r>
          </w:p>
          <w:p w14:paraId="0F4D3B65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0EC37FB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  <w:p w14:paraId="212C6B0E" w14:textId="77777777" w:rsidR="00CD0F5F" w:rsidRPr="00753267" w:rsidRDefault="00CD0F5F" w:rsidP="00AD5C2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</w:tbl>
    <w:p w14:paraId="6544AA4C" w14:textId="2B09E748" w:rsidR="005F3DE3" w:rsidRPr="00753267" w:rsidRDefault="005F3DE3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Cs w:val="24"/>
          <w:lang w:eastAsia="en-AU"/>
        </w:rPr>
      </w:pPr>
      <w:r w:rsidRPr="00753267">
        <w:rPr>
          <w:szCs w:val="24"/>
        </w:rPr>
        <w:br w:type="page"/>
      </w:r>
    </w:p>
    <w:p w14:paraId="1BAED2E5" w14:textId="057ABF17" w:rsidR="005F3DE3" w:rsidRDefault="00CC6185" w:rsidP="004F481D">
      <w:pPr>
        <w:pStyle w:val="Heading2"/>
      </w:pPr>
      <w:r>
        <w:lastRenderedPageBreak/>
        <w:t>Part 2: Assignment</w:t>
      </w:r>
    </w:p>
    <w:p w14:paraId="23A00BE9" w14:textId="581FD731" w:rsidR="00CC6185" w:rsidRPr="00CC6185" w:rsidRDefault="002A5242" w:rsidP="00CC6185">
      <w:pPr>
        <w:rPr>
          <w:lang w:eastAsia="en-AU"/>
        </w:rPr>
      </w:pPr>
      <w:r>
        <w:rPr>
          <w:lang w:eastAsia="en-AU"/>
        </w:rPr>
        <w:t xml:space="preserve">To complete this part of the assessment, you will be required to provide answers to the questions as they relate to your Laboratory. </w:t>
      </w:r>
    </w:p>
    <w:p w14:paraId="149C8BAC" w14:textId="66B3D576" w:rsidR="002A5242" w:rsidRPr="003A00DA" w:rsidRDefault="002A5242" w:rsidP="002A5242">
      <w:pPr>
        <w:pStyle w:val="Body"/>
        <w:rPr>
          <w:szCs w:val="24"/>
        </w:rPr>
      </w:pPr>
      <w:r w:rsidRPr="003A00DA">
        <w:rPr>
          <w:b/>
          <w:szCs w:val="24"/>
        </w:rPr>
        <w:t xml:space="preserve">All your responses to the following should relate to your </w:t>
      </w:r>
      <w:r w:rsidR="00DD6748" w:rsidRPr="003A00DA">
        <w:rPr>
          <w:b/>
          <w:szCs w:val="24"/>
        </w:rPr>
        <w:t>laboratory</w:t>
      </w:r>
      <w:r w:rsidRPr="003A00DA">
        <w:rPr>
          <w:b/>
          <w:szCs w:val="24"/>
        </w:rPr>
        <w:t xml:space="preserve">, actual or simulated and routine </w:t>
      </w:r>
      <w:r w:rsidR="00DD6748" w:rsidRPr="003A00DA">
        <w:rPr>
          <w:b/>
          <w:szCs w:val="24"/>
        </w:rPr>
        <w:t>tasks</w:t>
      </w:r>
      <w:r w:rsidRPr="003A00DA">
        <w:rPr>
          <w:b/>
          <w:szCs w:val="24"/>
        </w:rPr>
        <w:t xml:space="preserve"> you complete.</w:t>
      </w:r>
      <w:r w:rsidR="00DD6748" w:rsidRPr="003A00DA">
        <w:rPr>
          <w:b/>
          <w:szCs w:val="24"/>
        </w:rPr>
        <w:t xml:space="preserve">  </w:t>
      </w:r>
      <w:r w:rsidR="00DD6748" w:rsidRPr="003A00DA">
        <w:rPr>
          <w:szCs w:val="24"/>
        </w:rPr>
        <w:t>Your responses should be a maximum of 250 words for each question or part of a question).</w:t>
      </w:r>
    </w:p>
    <w:p w14:paraId="54A704DF" w14:textId="77777777" w:rsidR="002A5242" w:rsidRPr="003A00DA" w:rsidRDefault="002A5242" w:rsidP="002A5242">
      <w:pPr>
        <w:pStyle w:val="Body"/>
        <w:numPr>
          <w:ilvl w:val="0"/>
          <w:numId w:val="12"/>
        </w:numPr>
        <w:rPr>
          <w:szCs w:val="24"/>
        </w:rPr>
      </w:pPr>
      <w:r w:rsidRPr="003A00DA">
        <w:rPr>
          <w:szCs w:val="24"/>
        </w:rPr>
        <w:t xml:space="preserve">What is the procedure for determining what testing is required and the actual test method to </w:t>
      </w:r>
      <w:proofErr w:type="gramStart"/>
      <w:r w:rsidRPr="003A00DA">
        <w:rPr>
          <w:szCs w:val="24"/>
        </w:rPr>
        <w:t>be followed</w:t>
      </w:r>
      <w:proofErr w:type="gramEnd"/>
      <w:r w:rsidRPr="003A00DA">
        <w:rPr>
          <w:szCs w:val="24"/>
        </w:rPr>
        <w:t>?</w:t>
      </w:r>
    </w:p>
    <w:p w14:paraId="2672D27A" w14:textId="77777777" w:rsidR="002A5242" w:rsidRPr="003A00DA" w:rsidRDefault="002A5242" w:rsidP="004877C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ind w:left="709" w:hanging="142"/>
        <w:rPr>
          <w:szCs w:val="24"/>
        </w:rPr>
      </w:pPr>
    </w:p>
    <w:p w14:paraId="760ACDFC" w14:textId="65E2194B" w:rsidR="004877CF" w:rsidRPr="003A00DA" w:rsidRDefault="004877CF" w:rsidP="004877C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ind w:left="709" w:hanging="142"/>
        <w:rPr>
          <w:szCs w:val="24"/>
        </w:rPr>
      </w:pPr>
    </w:p>
    <w:p w14:paraId="4A56254F" w14:textId="77777777" w:rsidR="004877CF" w:rsidRPr="003A00DA" w:rsidRDefault="004877CF" w:rsidP="004877C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ind w:left="709" w:hanging="142"/>
        <w:rPr>
          <w:szCs w:val="24"/>
        </w:rPr>
      </w:pPr>
    </w:p>
    <w:p w14:paraId="5693ABC5" w14:textId="77777777" w:rsidR="004877CF" w:rsidRPr="003A00DA" w:rsidRDefault="004877CF" w:rsidP="004877C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ind w:left="709" w:hanging="142"/>
        <w:rPr>
          <w:szCs w:val="24"/>
        </w:rPr>
      </w:pPr>
    </w:p>
    <w:p w14:paraId="09B532A8" w14:textId="77777777" w:rsidR="004877CF" w:rsidRPr="003A00DA" w:rsidRDefault="004877CF" w:rsidP="004877C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ind w:left="709" w:hanging="142"/>
        <w:rPr>
          <w:szCs w:val="24"/>
        </w:rPr>
      </w:pPr>
    </w:p>
    <w:p w14:paraId="1AB035E2" w14:textId="77777777" w:rsidR="004877CF" w:rsidRPr="003A00DA" w:rsidRDefault="004877CF" w:rsidP="004877C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ind w:left="709" w:hanging="142"/>
        <w:rPr>
          <w:szCs w:val="24"/>
        </w:rPr>
      </w:pPr>
    </w:p>
    <w:p w14:paraId="5232EA5C" w14:textId="77777777" w:rsidR="002A5242" w:rsidRPr="003A00DA" w:rsidRDefault="002A5242" w:rsidP="002A5242">
      <w:pPr>
        <w:pStyle w:val="Body"/>
        <w:numPr>
          <w:ilvl w:val="0"/>
          <w:numId w:val="12"/>
        </w:numPr>
        <w:spacing w:line="240" w:lineRule="auto"/>
        <w:ind w:left="714" w:hanging="357"/>
        <w:rPr>
          <w:szCs w:val="24"/>
        </w:rPr>
      </w:pPr>
      <w:r w:rsidRPr="003A00DA">
        <w:rPr>
          <w:szCs w:val="24"/>
        </w:rPr>
        <w:t>Choose one test method you are familiar with and identify the hazards associated with each of the following:</w:t>
      </w:r>
    </w:p>
    <w:p w14:paraId="0655A112" w14:textId="58607A85" w:rsidR="002A5242" w:rsidRPr="003A00DA" w:rsidRDefault="00DD6748" w:rsidP="00110602">
      <w:pPr>
        <w:pStyle w:val="Body"/>
        <w:numPr>
          <w:ilvl w:val="0"/>
          <w:numId w:val="13"/>
        </w:numPr>
        <w:pBdr>
          <w:top w:val="single" w:sz="4" w:space="1" w:color="2D739F"/>
          <w:left w:val="single" w:sz="4" w:space="4" w:color="2D739F"/>
          <w:bottom w:val="single" w:sz="4" w:space="31" w:color="2D739F"/>
          <w:right w:val="single" w:sz="4" w:space="4" w:color="2D739F"/>
        </w:pBdr>
        <w:tabs>
          <w:tab w:val="clear" w:pos="284"/>
        </w:tabs>
        <w:spacing w:before="720" w:after="720" w:line="480" w:lineRule="auto"/>
        <w:ind w:left="993" w:hanging="273"/>
        <w:rPr>
          <w:szCs w:val="24"/>
        </w:rPr>
      </w:pPr>
      <w:r w:rsidRPr="003A00DA">
        <w:rPr>
          <w:szCs w:val="24"/>
        </w:rPr>
        <w:t>t</w:t>
      </w:r>
      <w:r w:rsidR="002A5242" w:rsidRPr="003A00DA">
        <w:rPr>
          <w:szCs w:val="24"/>
        </w:rPr>
        <w:t>est chosen:</w:t>
      </w:r>
    </w:p>
    <w:p w14:paraId="1E10D442" w14:textId="77777777" w:rsidR="002A5242" w:rsidRPr="003A00DA" w:rsidRDefault="002A5242" w:rsidP="002A5242">
      <w:pPr>
        <w:pStyle w:val="Body"/>
        <w:numPr>
          <w:ilvl w:val="0"/>
          <w:numId w:val="13"/>
        </w:numPr>
        <w:pBdr>
          <w:top w:val="single" w:sz="4" w:space="1" w:color="2D739F"/>
          <w:left w:val="single" w:sz="4" w:space="4" w:color="2D739F"/>
          <w:bottom w:val="single" w:sz="4" w:space="31" w:color="2D739F"/>
          <w:right w:val="single" w:sz="4" w:space="4" w:color="2D739F"/>
        </w:pBdr>
        <w:spacing w:before="720" w:after="720" w:line="480" w:lineRule="auto"/>
        <w:ind w:left="1077" w:hanging="357"/>
        <w:rPr>
          <w:szCs w:val="24"/>
        </w:rPr>
      </w:pPr>
      <w:r w:rsidRPr="003A00DA">
        <w:rPr>
          <w:szCs w:val="24"/>
        </w:rPr>
        <w:t>the actual sample:</w:t>
      </w:r>
    </w:p>
    <w:p w14:paraId="06AB9B9B" w14:textId="77777777" w:rsidR="002A5242" w:rsidRPr="003A00DA" w:rsidRDefault="002A5242" w:rsidP="002A5242">
      <w:pPr>
        <w:pStyle w:val="Body"/>
        <w:numPr>
          <w:ilvl w:val="0"/>
          <w:numId w:val="13"/>
        </w:numPr>
        <w:pBdr>
          <w:top w:val="single" w:sz="4" w:space="1" w:color="2D739F"/>
          <w:left w:val="single" w:sz="4" w:space="4" w:color="2D739F"/>
          <w:bottom w:val="single" w:sz="4" w:space="31" w:color="2D739F"/>
          <w:right w:val="single" w:sz="4" w:space="4" w:color="2D739F"/>
        </w:pBdr>
        <w:spacing w:before="720" w:after="720" w:line="480" w:lineRule="auto"/>
        <w:ind w:left="1077" w:hanging="357"/>
        <w:rPr>
          <w:szCs w:val="24"/>
        </w:rPr>
      </w:pPr>
      <w:r w:rsidRPr="003A00DA">
        <w:rPr>
          <w:szCs w:val="24"/>
        </w:rPr>
        <w:t>sample preparation:</w:t>
      </w:r>
    </w:p>
    <w:p w14:paraId="007D428F" w14:textId="77777777" w:rsidR="002A5242" w:rsidRPr="003A00DA" w:rsidRDefault="002A5242" w:rsidP="002A5242">
      <w:pPr>
        <w:pStyle w:val="Body"/>
        <w:numPr>
          <w:ilvl w:val="0"/>
          <w:numId w:val="13"/>
        </w:numPr>
        <w:pBdr>
          <w:top w:val="single" w:sz="4" w:space="1" w:color="2D739F"/>
          <w:left w:val="single" w:sz="4" w:space="4" w:color="2D739F"/>
          <w:bottom w:val="single" w:sz="4" w:space="31" w:color="2D739F"/>
          <w:right w:val="single" w:sz="4" w:space="4" w:color="2D739F"/>
        </w:pBdr>
        <w:spacing w:before="720" w:after="720" w:line="480" w:lineRule="auto"/>
        <w:ind w:left="1077" w:hanging="357"/>
        <w:rPr>
          <w:szCs w:val="24"/>
        </w:rPr>
      </w:pPr>
      <w:r w:rsidRPr="003A00DA">
        <w:rPr>
          <w:szCs w:val="24"/>
        </w:rPr>
        <w:t>test method:</w:t>
      </w:r>
    </w:p>
    <w:p w14:paraId="606F12BB" w14:textId="77777777" w:rsidR="002A5242" w:rsidRPr="003A00DA" w:rsidRDefault="002A5242" w:rsidP="002A5242">
      <w:pPr>
        <w:pStyle w:val="Body"/>
        <w:numPr>
          <w:ilvl w:val="0"/>
          <w:numId w:val="13"/>
        </w:numPr>
        <w:pBdr>
          <w:top w:val="single" w:sz="4" w:space="1" w:color="2D739F"/>
          <w:left w:val="single" w:sz="4" w:space="4" w:color="2D739F"/>
          <w:bottom w:val="single" w:sz="4" w:space="31" w:color="2D739F"/>
          <w:right w:val="single" w:sz="4" w:space="4" w:color="2D739F"/>
        </w:pBdr>
        <w:spacing w:before="720" w:after="720" w:line="480" w:lineRule="auto"/>
        <w:ind w:left="1077" w:hanging="357"/>
        <w:rPr>
          <w:szCs w:val="24"/>
        </w:rPr>
      </w:pPr>
      <w:r w:rsidRPr="003A00DA">
        <w:rPr>
          <w:szCs w:val="24"/>
        </w:rPr>
        <w:lastRenderedPageBreak/>
        <w:t>reagents:</w:t>
      </w:r>
    </w:p>
    <w:p w14:paraId="202E8546" w14:textId="77777777" w:rsidR="002A5242" w:rsidRPr="003A00DA" w:rsidRDefault="002A5242" w:rsidP="002A5242">
      <w:pPr>
        <w:pStyle w:val="Body"/>
        <w:numPr>
          <w:ilvl w:val="0"/>
          <w:numId w:val="13"/>
        </w:numPr>
        <w:pBdr>
          <w:top w:val="single" w:sz="4" w:space="1" w:color="2D739F"/>
          <w:left w:val="single" w:sz="4" w:space="4" w:color="2D739F"/>
          <w:bottom w:val="single" w:sz="4" w:space="31" w:color="2D739F"/>
          <w:right w:val="single" w:sz="4" w:space="4" w:color="2D739F"/>
        </w:pBdr>
        <w:spacing w:before="720" w:after="720" w:line="480" w:lineRule="auto"/>
        <w:rPr>
          <w:szCs w:val="24"/>
        </w:rPr>
      </w:pPr>
      <w:r w:rsidRPr="003A00DA">
        <w:rPr>
          <w:szCs w:val="24"/>
        </w:rPr>
        <w:t>equipment:</w:t>
      </w:r>
    </w:p>
    <w:p w14:paraId="33BB9E9B" w14:textId="77777777" w:rsidR="002A5242" w:rsidRPr="003A00DA" w:rsidRDefault="002A5242" w:rsidP="002A5242">
      <w:pPr>
        <w:pStyle w:val="ListParagraph"/>
        <w:numPr>
          <w:ilvl w:val="0"/>
          <w:numId w:val="12"/>
        </w:numPr>
        <w:rPr>
          <w:szCs w:val="24"/>
        </w:rPr>
      </w:pPr>
      <w:r w:rsidRPr="003A00DA">
        <w:rPr>
          <w:szCs w:val="24"/>
        </w:rPr>
        <w:t xml:space="preserve">How </w:t>
      </w:r>
      <w:proofErr w:type="gramStart"/>
      <w:r w:rsidRPr="003A00DA">
        <w:rPr>
          <w:szCs w:val="24"/>
        </w:rPr>
        <w:t>are the risks for the hazards identified above controlled</w:t>
      </w:r>
      <w:proofErr w:type="gramEnd"/>
      <w:r w:rsidRPr="003A00DA">
        <w:rPr>
          <w:szCs w:val="24"/>
        </w:rPr>
        <w:t>?</w:t>
      </w:r>
    </w:p>
    <w:p w14:paraId="3FC0616C" w14:textId="77777777" w:rsidR="002A5242" w:rsidRPr="003A00DA" w:rsidRDefault="002A5242" w:rsidP="002A524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52664027" w14:textId="77777777" w:rsidR="002A5242" w:rsidRPr="003A00DA" w:rsidRDefault="002A5242" w:rsidP="002A524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37B802CB" w14:textId="77777777" w:rsidR="002A5242" w:rsidRPr="003A00DA" w:rsidRDefault="002A5242" w:rsidP="002A524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294FEB6E" w14:textId="77777777" w:rsidR="002A5242" w:rsidRPr="003A00DA" w:rsidRDefault="002A5242" w:rsidP="002A524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A07B1F3" w14:textId="77777777" w:rsidR="002A5242" w:rsidRPr="003A00DA" w:rsidRDefault="002A5242" w:rsidP="002A524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1442B310" w14:textId="77777777" w:rsidR="002A5242" w:rsidRPr="003A00DA" w:rsidRDefault="002A5242" w:rsidP="002A524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5DDC22FC" w14:textId="77777777" w:rsidR="002A5242" w:rsidRPr="003A00DA" w:rsidRDefault="002A5242" w:rsidP="002A524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613703E6" w14:textId="77777777" w:rsidR="002A5242" w:rsidRPr="003A00DA" w:rsidRDefault="002A5242" w:rsidP="002A524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169D6D0B" w14:textId="77777777" w:rsidR="002A5242" w:rsidRPr="003A00DA" w:rsidRDefault="002A5242" w:rsidP="002A524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306CF459" w14:textId="77777777" w:rsidR="002A5242" w:rsidRPr="003A00DA" w:rsidRDefault="002A5242" w:rsidP="002A5242">
      <w:pPr>
        <w:pStyle w:val="Body"/>
        <w:numPr>
          <w:ilvl w:val="0"/>
          <w:numId w:val="12"/>
        </w:numPr>
        <w:rPr>
          <w:szCs w:val="24"/>
        </w:rPr>
      </w:pPr>
      <w:r w:rsidRPr="003A00DA">
        <w:rPr>
          <w:szCs w:val="24"/>
        </w:rPr>
        <w:t xml:space="preserve">How </w:t>
      </w:r>
      <w:proofErr w:type="gramStart"/>
      <w:r w:rsidRPr="003A00DA">
        <w:rPr>
          <w:szCs w:val="24"/>
        </w:rPr>
        <w:t>are daily tasks scheduled</w:t>
      </w:r>
      <w:proofErr w:type="gramEnd"/>
      <w:r w:rsidRPr="003A00DA">
        <w:rPr>
          <w:szCs w:val="24"/>
        </w:rPr>
        <w:t xml:space="preserve"> in your laboratory?</w:t>
      </w:r>
    </w:p>
    <w:p w14:paraId="5EE6BA65" w14:textId="77777777" w:rsidR="002A5242" w:rsidRPr="003A00DA" w:rsidRDefault="002A5242" w:rsidP="002A524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54899A25" w14:textId="77777777" w:rsidR="002A5242" w:rsidRPr="003A00DA" w:rsidRDefault="002A5242" w:rsidP="002A524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3DEB5508" w14:textId="77777777" w:rsidR="002A5242" w:rsidRPr="003A00DA" w:rsidRDefault="002A5242" w:rsidP="002A524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829FAB6" w14:textId="77777777" w:rsidR="002A5242" w:rsidRPr="003A00DA" w:rsidRDefault="002A5242" w:rsidP="002A524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4D83D3AF" w14:textId="77777777" w:rsidR="002A5242" w:rsidRPr="003A00DA" w:rsidRDefault="002A5242" w:rsidP="002A524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555CC9EC" w14:textId="77777777" w:rsidR="002A5242" w:rsidRPr="003A00DA" w:rsidRDefault="002A5242" w:rsidP="002A524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63BB4B68" w14:textId="77777777" w:rsidR="002A5242" w:rsidRPr="003A00DA" w:rsidRDefault="002A5242" w:rsidP="002A524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2348CB78" w14:textId="07E67A73" w:rsidR="002A5242" w:rsidRPr="003A00DA" w:rsidRDefault="002A5242" w:rsidP="002A5242">
      <w:pPr>
        <w:pStyle w:val="Body"/>
        <w:numPr>
          <w:ilvl w:val="0"/>
          <w:numId w:val="12"/>
        </w:numPr>
        <w:rPr>
          <w:szCs w:val="24"/>
        </w:rPr>
      </w:pPr>
      <w:r w:rsidRPr="003A00DA">
        <w:rPr>
          <w:szCs w:val="24"/>
        </w:rPr>
        <w:t xml:space="preserve">How </w:t>
      </w:r>
      <w:proofErr w:type="gramStart"/>
      <w:r w:rsidRPr="003A00DA">
        <w:rPr>
          <w:szCs w:val="24"/>
        </w:rPr>
        <w:t>would a change of testing schedule be managed</w:t>
      </w:r>
      <w:proofErr w:type="gramEnd"/>
      <w:r w:rsidRPr="003A00DA">
        <w:rPr>
          <w:szCs w:val="24"/>
        </w:rPr>
        <w:t xml:space="preserve"> in the </w:t>
      </w:r>
      <w:r w:rsidR="00DD6748" w:rsidRPr="003A00DA">
        <w:rPr>
          <w:szCs w:val="24"/>
        </w:rPr>
        <w:t>laboratory</w:t>
      </w:r>
      <w:r w:rsidRPr="003A00DA">
        <w:rPr>
          <w:szCs w:val="24"/>
        </w:rPr>
        <w:t>?</w:t>
      </w:r>
    </w:p>
    <w:p w14:paraId="3AB289A5" w14:textId="77777777" w:rsidR="002A5242" w:rsidRPr="003A00DA" w:rsidRDefault="002A5242" w:rsidP="002A524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6E574A9E" w14:textId="77777777" w:rsidR="002A5242" w:rsidRPr="003A00DA" w:rsidRDefault="002A5242" w:rsidP="002A524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25D67AC6" w14:textId="77777777" w:rsidR="002A5242" w:rsidRPr="003A00DA" w:rsidRDefault="002A5242" w:rsidP="002A524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3030BCA5" w14:textId="77777777" w:rsidR="002A5242" w:rsidRPr="003A00DA" w:rsidRDefault="002A5242" w:rsidP="002A524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58C1E10E" w14:textId="77777777" w:rsidR="002A5242" w:rsidRPr="003A00DA" w:rsidRDefault="002A5242" w:rsidP="002A524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5928F10C" w14:textId="77777777" w:rsidR="002A5242" w:rsidRPr="003A00DA" w:rsidRDefault="002A5242" w:rsidP="002A524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53AA759F" w14:textId="4910856E" w:rsidR="002A5242" w:rsidRPr="003A00DA" w:rsidRDefault="002A5242" w:rsidP="002A5242">
      <w:pPr>
        <w:pStyle w:val="ListParagraph"/>
        <w:numPr>
          <w:ilvl w:val="0"/>
          <w:numId w:val="12"/>
        </w:numPr>
        <w:rPr>
          <w:szCs w:val="24"/>
        </w:rPr>
      </w:pPr>
      <w:r w:rsidRPr="003A00DA">
        <w:rPr>
          <w:szCs w:val="24"/>
        </w:rPr>
        <w:t xml:space="preserve">How </w:t>
      </w:r>
      <w:proofErr w:type="gramStart"/>
      <w:r w:rsidRPr="003A00DA">
        <w:rPr>
          <w:szCs w:val="24"/>
        </w:rPr>
        <w:t>are samples logged</w:t>
      </w:r>
      <w:proofErr w:type="gramEnd"/>
      <w:r w:rsidRPr="003A00DA">
        <w:rPr>
          <w:szCs w:val="24"/>
        </w:rPr>
        <w:t xml:space="preserve"> for analysis in your </w:t>
      </w:r>
      <w:r w:rsidR="00DD6748" w:rsidRPr="003A00DA">
        <w:rPr>
          <w:szCs w:val="24"/>
        </w:rPr>
        <w:t>laboratory</w:t>
      </w:r>
      <w:r w:rsidRPr="003A00DA">
        <w:rPr>
          <w:szCs w:val="24"/>
        </w:rPr>
        <w:t>?</w:t>
      </w:r>
    </w:p>
    <w:tbl>
      <w:tblPr>
        <w:tblStyle w:val="TableGrid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060"/>
      </w:tblGrid>
      <w:tr w:rsidR="002A5242" w:rsidRPr="003A00DA" w14:paraId="69D9ABE5" w14:textId="77777777" w:rsidTr="00CC0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shd w:val="clear" w:color="auto" w:fill="auto"/>
          </w:tcPr>
          <w:p w14:paraId="4D6F2708" w14:textId="77777777" w:rsidR="002A5242" w:rsidRPr="003A00DA" w:rsidRDefault="002A5242" w:rsidP="00CC041C">
            <w:pPr>
              <w:rPr>
                <w:szCs w:val="24"/>
              </w:rPr>
            </w:pPr>
          </w:p>
          <w:p w14:paraId="3C3948AE" w14:textId="77777777" w:rsidR="002A5242" w:rsidRPr="003A00DA" w:rsidRDefault="002A5242" w:rsidP="00CC041C">
            <w:pPr>
              <w:rPr>
                <w:szCs w:val="24"/>
              </w:rPr>
            </w:pPr>
          </w:p>
          <w:p w14:paraId="7CA60ED4" w14:textId="77777777" w:rsidR="002A5242" w:rsidRPr="003A00DA" w:rsidRDefault="002A5242" w:rsidP="00CC041C">
            <w:pPr>
              <w:rPr>
                <w:szCs w:val="24"/>
              </w:rPr>
            </w:pPr>
          </w:p>
          <w:p w14:paraId="0993D022" w14:textId="77777777" w:rsidR="002A5242" w:rsidRPr="003A00DA" w:rsidRDefault="002A5242" w:rsidP="00CC041C">
            <w:pPr>
              <w:rPr>
                <w:szCs w:val="24"/>
              </w:rPr>
            </w:pPr>
          </w:p>
          <w:p w14:paraId="06A4583C" w14:textId="77777777" w:rsidR="002A5242" w:rsidRPr="003A00DA" w:rsidRDefault="002A5242" w:rsidP="00CC041C">
            <w:pPr>
              <w:rPr>
                <w:szCs w:val="24"/>
              </w:rPr>
            </w:pPr>
          </w:p>
        </w:tc>
      </w:tr>
    </w:tbl>
    <w:p w14:paraId="5EA44F93" w14:textId="77777777" w:rsidR="002A5242" w:rsidRPr="003A00DA" w:rsidRDefault="002A5242" w:rsidP="002A5242">
      <w:pPr>
        <w:pStyle w:val="ListParagraph"/>
        <w:numPr>
          <w:ilvl w:val="0"/>
          <w:numId w:val="12"/>
        </w:numPr>
        <w:rPr>
          <w:szCs w:val="24"/>
        </w:rPr>
      </w:pPr>
      <w:r w:rsidRPr="003A00DA">
        <w:rPr>
          <w:szCs w:val="24"/>
        </w:rPr>
        <w:t xml:space="preserve">What information </w:t>
      </w:r>
      <w:proofErr w:type="gramStart"/>
      <w:r w:rsidRPr="003A00DA">
        <w:rPr>
          <w:szCs w:val="24"/>
        </w:rPr>
        <w:t>is required to be logged</w:t>
      </w:r>
      <w:proofErr w:type="gramEnd"/>
      <w:r w:rsidRPr="003A00DA">
        <w:rPr>
          <w:szCs w:val="24"/>
        </w:rPr>
        <w:t>?</w:t>
      </w:r>
    </w:p>
    <w:tbl>
      <w:tblPr>
        <w:tblStyle w:val="TableGrid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060"/>
      </w:tblGrid>
      <w:tr w:rsidR="002A5242" w:rsidRPr="003A00DA" w14:paraId="502C4E75" w14:textId="77777777" w:rsidTr="00CC0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shd w:val="clear" w:color="auto" w:fill="auto"/>
          </w:tcPr>
          <w:p w14:paraId="608D9D02" w14:textId="77777777" w:rsidR="002A5242" w:rsidRPr="003A00DA" w:rsidRDefault="002A5242" w:rsidP="00CC041C">
            <w:pPr>
              <w:rPr>
                <w:szCs w:val="24"/>
              </w:rPr>
            </w:pPr>
          </w:p>
          <w:p w14:paraId="33CD3111" w14:textId="77777777" w:rsidR="002A5242" w:rsidRPr="003A00DA" w:rsidRDefault="002A5242" w:rsidP="00CC041C">
            <w:pPr>
              <w:rPr>
                <w:szCs w:val="24"/>
              </w:rPr>
            </w:pPr>
          </w:p>
          <w:p w14:paraId="61E01CC2" w14:textId="77777777" w:rsidR="002A5242" w:rsidRPr="003A00DA" w:rsidRDefault="002A5242" w:rsidP="00CC041C">
            <w:pPr>
              <w:rPr>
                <w:szCs w:val="24"/>
              </w:rPr>
            </w:pPr>
          </w:p>
          <w:p w14:paraId="6DBC3888" w14:textId="77777777" w:rsidR="002A5242" w:rsidRPr="003A00DA" w:rsidRDefault="002A5242" w:rsidP="00CC041C">
            <w:pPr>
              <w:rPr>
                <w:szCs w:val="24"/>
              </w:rPr>
            </w:pPr>
          </w:p>
          <w:p w14:paraId="68D1B57C" w14:textId="77777777" w:rsidR="002A5242" w:rsidRPr="003A00DA" w:rsidRDefault="002A5242" w:rsidP="00CC041C">
            <w:pPr>
              <w:rPr>
                <w:szCs w:val="24"/>
              </w:rPr>
            </w:pPr>
          </w:p>
        </w:tc>
      </w:tr>
    </w:tbl>
    <w:p w14:paraId="4ECAB45F" w14:textId="77777777" w:rsidR="002A5242" w:rsidRPr="003A00DA" w:rsidRDefault="002A5242" w:rsidP="002A5242">
      <w:pPr>
        <w:pStyle w:val="ListParagraph"/>
        <w:numPr>
          <w:ilvl w:val="0"/>
          <w:numId w:val="12"/>
        </w:numPr>
        <w:rPr>
          <w:szCs w:val="24"/>
        </w:rPr>
      </w:pPr>
      <w:r w:rsidRPr="003A00DA">
        <w:rPr>
          <w:szCs w:val="24"/>
        </w:rPr>
        <w:t>What would you do if the sample provided does not meet the expected specification?</w:t>
      </w:r>
    </w:p>
    <w:tbl>
      <w:tblPr>
        <w:tblStyle w:val="TableGrid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060"/>
      </w:tblGrid>
      <w:tr w:rsidR="002A5242" w:rsidRPr="003A00DA" w14:paraId="7DD2C0A6" w14:textId="77777777" w:rsidTr="00CC0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shd w:val="clear" w:color="auto" w:fill="auto"/>
          </w:tcPr>
          <w:p w14:paraId="5176807E" w14:textId="77777777" w:rsidR="002A5242" w:rsidRPr="003A00DA" w:rsidRDefault="002A5242" w:rsidP="00CC041C">
            <w:pPr>
              <w:rPr>
                <w:szCs w:val="24"/>
              </w:rPr>
            </w:pPr>
          </w:p>
          <w:p w14:paraId="4A2C55C3" w14:textId="77777777" w:rsidR="002A5242" w:rsidRPr="003A00DA" w:rsidRDefault="002A5242" w:rsidP="00CC041C">
            <w:pPr>
              <w:rPr>
                <w:szCs w:val="24"/>
              </w:rPr>
            </w:pPr>
          </w:p>
          <w:p w14:paraId="21E2FA93" w14:textId="77777777" w:rsidR="002A5242" w:rsidRPr="003A00DA" w:rsidRDefault="002A5242" w:rsidP="00CC041C">
            <w:pPr>
              <w:rPr>
                <w:szCs w:val="24"/>
              </w:rPr>
            </w:pPr>
          </w:p>
          <w:p w14:paraId="1BB39FFD" w14:textId="77777777" w:rsidR="002A5242" w:rsidRPr="003A00DA" w:rsidRDefault="002A5242" w:rsidP="00CC041C">
            <w:pPr>
              <w:rPr>
                <w:szCs w:val="24"/>
              </w:rPr>
            </w:pPr>
          </w:p>
          <w:p w14:paraId="550D646E" w14:textId="77777777" w:rsidR="002A5242" w:rsidRPr="003A00DA" w:rsidRDefault="002A5242" w:rsidP="00CC041C">
            <w:pPr>
              <w:rPr>
                <w:szCs w:val="24"/>
              </w:rPr>
            </w:pPr>
          </w:p>
        </w:tc>
      </w:tr>
    </w:tbl>
    <w:p w14:paraId="1935A7B4" w14:textId="77777777" w:rsidR="002A5242" w:rsidRPr="003A00DA" w:rsidRDefault="002A5242" w:rsidP="002A5242">
      <w:pPr>
        <w:pStyle w:val="ListParagraph"/>
        <w:rPr>
          <w:szCs w:val="24"/>
        </w:rPr>
      </w:pPr>
    </w:p>
    <w:p w14:paraId="3A6F608F" w14:textId="77777777" w:rsidR="002A5242" w:rsidRPr="003A00DA" w:rsidRDefault="002A5242" w:rsidP="002A5242">
      <w:pPr>
        <w:rPr>
          <w:szCs w:val="24"/>
        </w:rPr>
      </w:pPr>
      <w:r w:rsidRPr="003A00DA">
        <w:rPr>
          <w:szCs w:val="24"/>
        </w:rPr>
        <w:br w:type="page"/>
      </w:r>
    </w:p>
    <w:p w14:paraId="5DD82251" w14:textId="7AC1F438" w:rsidR="002A5242" w:rsidRPr="003A00DA" w:rsidRDefault="002A5242" w:rsidP="002A5242">
      <w:pPr>
        <w:pStyle w:val="ListParagraph"/>
        <w:numPr>
          <w:ilvl w:val="0"/>
          <w:numId w:val="12"/>
        </w:numPr>
        <w:rPr>
          <w:szCs w:val="24"/>
        </w:rPr>
      </w:pPr>
      <w:r w:rsidRPr="003A00DA">
        <w:rPr>
          <w:szCs w:val="24"/>
        </w:rPr>
        <w:lastRenderedPageBreak/>
        <w:t xml:space="preserve">For one test you conduct in the </w:t>
      </w:r>
      <w:r w:rsidR="00DD6748" w:rsidRPr="003A00DA">
        <w:rPr>
          <w:szCs w:val="24"/>
        </w:rPr>
        <w:t>laboratory</w:t>
      </w:r>
      <w:r w:rsidRPr="003A00DA">
        <w:rPr>
          <w:szCs w:val="24"/>
        </w:rPr>
        <w:t xml:space="preserve"> indicate the:</w:t>
      </w:r>
    </w:p>
    <w:tbl>
      <w:tblPr>
        <w:tblStyle w:val="TableGrid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060"/>
      </w:tblGrid>
      <w:tr w:rsidR="002A5242" w:rsidRPr="003A00DA" w14:paraId="673C189A" w14:textId="77777777" w:rsidTr="00CC0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shd w:val="clear" w:color="auto" w:fill="auto"/>
          </w:tcPr>
          <w:p w14:paraId="47A96B7F" w14:textId="77777777" w:rsidR="002A5242" w:rsidRPr="003A00DA" w:rsidRDefault="002A5242" w:rsidP="00CC041C">
            <w:pPr>
              <w:spacing w:line="240" w:lineRule="auto"/>
              <w:rPr>
                <w:szCs w:val="24"/>
              </w:rPr>
            </w:pPr>
          </w:p>
          <w:p w14:paraId="498DBA75" w14:textId="77777777" w:rsidR="002A5242" w:rsidRPr="003A00DA" w:rsidRDefault="002A5242" w:rsidP="00CC041C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714" w:hanging="357"/>
              <w:rPr>
                <w:b w:val="0"/>
                <w:color w:val="auto"/>
                <w:szCs w:val="24"/>
              </w:rPr>
            </w:pPr>
            <w:r w:rsidRPr="003A00DA">
              <w:rPr>
                <w:b w:val="0"/>
                <w:color w:val="auto"/>
                <w:szCs w:val="24"/>
              </w:rPr>
              <w:t>test</w:t>
            </w:r>
          </w:p>
          <w:p w14:paraId="5D36F3BE" w14:textId="77777777" w:rsidR="002A5242" w:rsidRPr="003A00DA" w:rsidRDefault="002A5242" w:rsidP="00CC041C">
            <w:pPr>
              <w:spacing w:line="240" w:lineRule="auto"/>
              <w:rPr>
                <w:szCs w:val="24"/>
              </w:rPr>
            </w:pPr>
          </w:p>
          <w:p w14:paraId="2031A6AD" w14:textId="7DC2FFC7" w:rsidR="002A5242" w:rsidRPr="003A00DA" w:rsidRDefault="002A5242" w:rsidP="00CC041C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714" w:hanging="357"/>
              <w:rPr>
                <w:b w:val="0"/>
                <w:color w:val="auto"/>
                <w:szCs w:val="24"/>
              </w:rPr>
            </w:pPr>
            <w:r w:rsidRPr="003A00DA">
              <w:rPr>
                <w:b w:val="0"/>
                <w:color w:val="auto"/>
                <w:szCs w:val="24"/>
              </w:rPr>
              <w:t>Sample preparation</w:t>
            </w:r>
            <w:r w:rsidR="00DD6748" w:rsidRPr="003A00DA">
              <w:rPr>
                <w:b w:val="0"/>
                <w:color w:val="auto"/>
                <w:szCs w:val="24"/>
              </w:rPr>
              <w:t xml:space="preserve"> required</w:t>
            </w:r>
          </w:p>
          <w:p w14:paraId="2BD40ED8" w14:textId="77777777" w:rsidR="002A5242" w:rsidRPr="003A00DA" w:rsidRDefault="002A5242" w:rsidP="00CC041C">
            <w:pPr>
              <w:pStyle w:val="ListParagraph"/>
              <w:rPr>
                <w:szCs w:val="24"/>
              </w:rPr>
            </w:pPr>
          </w:p>
          <w:p w14:paraId="014A3FB3" w14:textId="77777777" w:rsidR="002A5242" w:rsidRPr="003A00DA" w:rsidRDefault="002A5242" w:rsidP="00CC041C">
            <w:pPr>
              <w:spacing w:line="240" w:lineRule="auto"/>
              <w:rPr>
                <w:szCs w:val="24"/>
              </w:rPr>
            </w:pPr>
          </w:p>
          <w:p w14:paraId="187A7798" w14:textId="77777777" w:rsidR="002A5242" w:rsidRPr="003A00DA" w:rsidRDefault="002A5242" w:rsidP="00CC041C">
            <w:pPr>
              <w:spacing w:line="240" w:lineRule="auto"/>
              <w:rPr>
                <w:szCs w:val="24"/>
              </w:rPr>
            </w:pPr>
          </w:p>
          <w:p w14:paraId="2D4AB339" w14:textId="77777777" w:rsidR="002A5242" w:rsidRPr="003A00DA" w:rsidRDefault="002A5242" w:rsidP="00CC041C">
            <w:pPr>
              <w:spacing w:line="240" w:lineRule="auto"/>
              <w:rPr>
                <w:szCs w:val="24"/>
              </w:rPr>
            </w:pPr>
          </w:p>
          <w:p w14:paraId="25CA6F1B" w14:textId="77777777" w:rsidR="002A5242" w:rsidRPr="003A00DA" w:rsidRDefault="002A5242" w:rsidP="00CC041C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714" w:hanging="357"/>
              <w:rPr>
                <w:b w:val="0"/>
                <w:color w:val="auto"/>
                <w:szCs w:val="24"/>
              </w:rPr>
            </w:pPr>
            <w:r w:rsidRPr="003A00DA">
              <w:rPr>
                <w:b w:val="0"/>
                <w:color w:val="auto"/>
                <w:szCs w:val="24"/>
              </w:rPr>
              <w:t>Standards required (if any)</w:t>
            </w:r>
          </w:p>
          <w:p w14:paraId="62153563" w14:textId="77777777" w:rsidR="002A5242" w:rsidRPr="003A00DA" w:rsidRDefault="002A5242" w:rsidP="00CC041C">
            <w:pPr>
              <w:spacing w:line="240" w:lineRule="auto"/>
              <w:rPr>
                <w:szCs w:val="24"/>
              </w:rPr>
            </w:pPr>
          </w:p>
          <w:p w14:paraId="62ADFF9A" w14:textId="77777777" w:rsidR="002A5242" w:rsidRPr="003A00DA" w:rsidRDefault="002A5242" w:rsidP="00CC041C">
            <w:pPr>
              <w:spacing w:line="240" w:lineRule="auto"/>
              <w:rPr>
                <w:szCs w:val="24"/>
              </w:rPr>
            </w:pPr>
          </w:p>
          <w:p w14:paraId="48339701" w14:textId="77777777" w:rsidR="002A5242" w:rsidRPr="003A00DA" w:rsidRDefault="002A5242" w:rsidP="00CC041C">
            <w:pPr>
              <w:spacing w:line="240" w:lineRule="auto"/>
              <w:rPr>
                <w:szCs w:val="24"/>
              </w:rPr>
            </w:pPr>
          </w:p>
          <w:p w14:paraId="7E34D5F4" w14:textId="77777777" w:rsidR="002A5242" w:rsidRPr="003A00DA" w:rsidRDefault="002A5242" w:rsidP="00CC041C">
            <w:pPr>
              <w:spacing w:line="240" w:lineRule="auto"/>
              <w:rPr>
                <w:szCs w:val="24"/>
              </w:rPr>
            </w:pPr>
          </w:p>
          <w:p w14:paraId="4C00F49D" w14:textId="77777777" w:rsidR="002A5242" w:rsidRPr="003A00DA" w:rsidRDefault="002A5242" w:rsidP="00CC041C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714" w:hanging="357"/>
              <w:rPr>
                <w:b w:val="0"/>
                <w:color w:val="auto"/>
                <w:szCs w:val="24"/>
              </w:rPr>
            </w:pPr>
            <w:r w:rsidRPr="003A00DA">
              <w:rPr>
                <w:b w:val="0"/>
                <w:color w:val="auto"/>
                <w:szCs w:val="24"/>
              </w:rPr>
              <w:t>Reagents required (if any)</w:t>
            </w:r>
          </w:p>
          <w:p w14:paraId="5BB5185B" w14:textId="77777777" w:rsidR="002A5242" w:rsidRPr="003A00DA" w:rsidRDefault="002A5242" w:rsidP="00CC041C">
            <w:pPr>
              <w:spacing w:line="240" w:lineRule="auto"/>
              <w:rPr>
                <w:szCs w:val="24"/>
              </w:rPr>
            </w:pPr>
          </w:p>
          <w:p w14:paraId="4D74356C" w14:textId="77777777" w:rsidR="002A5242" w:rsidRPr="003A00DA" w:rsidRDefault="002A5242" w:rsidP="00CC041C">
            <w:pPr>
              <w:rPr>
                <w:szCs w:val="24"/>
              </w:rPr>
            </w:pPr>
          </w:p>
          <w:p w14:paraId="7E324C51" w14:textId="77777777" w:rsidR="002A5242" w:rsidRPr="003A00DA" w:rsidRDefault="002A5242" w:rsidP="00CC041C">
            <w:pPr>
              <w:rPr>
                <w:szCs w:val="24"/>
              </w:rPr>
            </w:pPr>
          </w:p>
          <w:p w14:paraId="6AA6C8B1" w14:textId="77777777" w:rsidR="002A5242" w:rsidRPr="003A00DA" w:rsidRDefault="002A5242" w:rsidP="00CC041C">
            <w:pPr>
              <w:pStyle w:val="ListParagraph"/>
              <w:numPr>
                <w:ilvl w:val="0"/>
                <w:numId w:val="14"/>
              </w:numPr>
              <w:rPr>
                <w:b w:val="0"/>
                <w:color w:val="auto"/>
                <w:szCs w:val="24"/>
              </w:rPr>
            </w:pPr>
            <w:r w:rsidRPr="003A00DA">
              <w:rPr>
                <w:b w:val="0"/>
                <w:color w:val="auto"/>
                <w:szCs w:val="24"/>
              </w:rPr>
              <w:t xml:space="preserve">Procedures to ensure sample integrity and traceability </w:t>
            </w:r>
            <w:proofErr w:type="gramStart"/>
            <w:r w:rsidRPr="003A00DA">
              <w:rPr>
                <w:b w:val="0"/>
                <w:color w:val="auto"/>
                <w:szCs w:val="24"/>
              </w:rPr>
              <w:t>is maintained</w:t>
            </w:r>
            <w:proofErr w:type="gramEnd"/>
            <w:r w:rsidRPr="003A00DA">
              <w:rPr>
                <w:b w:val="0"/>
                <w:color w:val="auto"/>
                <w:szCs w:val="24"/>
              </w:rPr>
              <w:t>.</w:t>
            </w:r>
          </w:p>
          <w:p w14:paraId="1B6E2584" w14:textId="77777777" w:rsidR="002A5242" w:rsidRPr="003A00DA" w:rsidRDefault="002A5242" w:rsidP="00CC041C">
            <w:pPr>
              <w:rPr>
                <w:szCs w:val="24"/>
              </w:rPr>
            </w:pPr>
          </w:p>
          <w:p w14:paraId="6BA1EC0D" w14:textId="77777777" w:rsidR="002A5242" w:rsidRPr="003A00DA" w:rsidRDefault="002A5242" w:rsidP="00CC041C">
            <w:pPr>
              <w:rPr>
                <w:szCs w:val="24"/>
              </w:rPr>
            </w:pPr>
          </w:p>
          <w:p w14:paraId="3DE9AA48" w14:textId="77777777" w:rsidR="002A5242" w:rsidRPr="003A00DA" w:rsidRDefault="002A5242" w:rsidP="00CC041C">
            <w:pPr>
              <w:rPr>
                <w:szCs w:val="24"/>
              </w:rPr>
            </w:pPr>
          </w:p>
          <w:p w14:paraId="483653DD" w14:textId="77777777" w:rsidR="002A5242" w:rsidRPr="003A00DA" w:rsidRDefault="002A5242" w:rsidP="00CC041C">
            <w:pPr>
              <w:rPr>
                <w:szCs w:val="24"/>
              </w:rPr>
            </w:pPr>
          </w:p>
        </w:tc>
      </w:tr>
    </w:tbl>
    <w:p w14:paraId="49147C23" w14:textId="77777777" w:rsidR="002A5242" w:rsidRPr="003A00DA" w:rsidRDefault="002A5242" w:rsidP="002A5242">
      <w:pPr>
        <w:pStyle w:val="ListParagraph"/>
        <w:numPr>
          <w:ilvl w:val="0"/>
          <w:numId w:val="18"/>
        </w:numPr>
        <w:rPr>
          <w:szCs w:val="24"/>
        </w:rPr>
      </w:pPr>
      <w:r w:rsidRPr="003A00DA">
        <w:rPr>
          <w:szCs w:val="24"/>
        </w:rPr>
        <w:t>Where do you find the operating instructions for any instruments required for testing?</w:t>
      </w:r>
    </w:p>
    <w:tbl>
      <w:tblPr>
        <w:tblStyle w:val="TableGrid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060"/>
      </w:tblGrid>
      <w:tr w:rsidR="002A5242" w:rsidRPr="003A00DA" w14:paraId="5F0D0093" w14:textId="77777777" w:rsidTr="00CC0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shd w:val="clear" w:color="auto" w:fill="auto"/>
          </w:tcPr>
          <w:p w14:paraId="31EB3976" w14:textId="77777777" w:rsidR="002A5242" w:rsidRPr="003A00DA" w:rsidRDefault="002A5242" w:rsidP="00CC041C">
            <w:pPr>
              <w:rPr>
                <w:szCs w:val="24"/>
              </w:rPr>
            </w:pPr>
          </w:p>
          <w:p w14:paraId="2808292D" w14:textId="77777777" w:rsidR="002A5242" w:rsidRPr="003A00DA" w:rsidRDefault="002A5242" w:rsidP="00CC041C">
            <w:pPr>
              <w:rPr>
                <w:szCs w:val="24"/>
              </w:rPr>
            </w:pPr>
          </w:p>
          <w:p w14:paraId="5C207DDC" w14:textId="77777777" w:rsidR="002A5242" w:rsidRPr="003A00DA" w:rsidRDefault="002A5242" w:rsidP="00CC041C">
            <w:pPr>
              <w:rPr>
                <w:szCs w:val="24"/>
              </w:rPr>
            </w:pPr>
          </w:p>
          <w:p w14:paraId="12EBF7B9" w14:textId="77777777" w:rsidR="002A5242" w:rsidRPr="003A00DA" w:rsidRDefault="002A5242" w:rsidP="00CC041C">
            <w:pPr>
              <w:rPr>
                <w:szCs w:val="24"/>
              </w:rPr>
            </w:pPr>
          </w:p>
          <w:p w14:paraId="65894AF2" w14:textId="77777777" w:rsidR="00110602" w:rsidRPr="003A00DA" w:rsidRDefault="00110602" w:rsidP="00CC041C">
            <w:pPr>
              <w:rPr>
                <w:szCs w:val="24"/>
              </w:rPr>
            </w:pPr>
          </w:p>
        </w:tc>
      </w:tr>
    </w:tbl>
    <w:p w14:paraId="10DBFF5E" w14:textId="77777777" w:rsidR="002A5242" w:rsidRPr="003A00DA" w:rsidRDefault="002A5242" w:rsidP="002A5242">
      <w:pPr>
        <w:pStyle w:val="ListParagraph"/>
        <w:numPr>
          <w:ilvl w:val="0"/>
          <w:numId w:val="18"/>
        </w:numPr>
        <w:rPr>
          <w:szCs w:val="24"/>
        </w:rPr>
      </w:pPr>
      <w:r w:rsidRPr="003A00DA">
        <w:rPr>
          <w:szCs w:val="24"/>
        </w:rPr>
        <w:lastRenderedPageBreak/>
        <w:t xml:space="preserve">What checks </w:t>
      </w:r>
      <w:proofErr w:type="gramStart"/>
      <w:r w:rsidRPr="003A00DA">
        <w:rPr>
          <w:szCs w:val="24"/>
        </w:rPr>
        <w:t>would be made</w:t>
      </w:r>
      <w:proofErr w:type="gramEnd"/>
      <w:r w:rsidRPr="003A00DA">
        <w:rPr>
          <w:szCs w:val="24"/>
        </w:rPr>
        <w:t xml:space="preserve"> on reagents to confirm they are appropriate for use?</w:t>
      </w:r>
    </w:p>
    <w:tbl>
      <w:tblPr>
        <w:tblStyle w:val="TableGrid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060"/>
      </w:tblGrid>
      <w:tr w:rsidR="002A5242" w:rsidRPr="003A00DA" w14:paraId="2C1A2565" w14:textId="77777777" w:rsidTr="00CC0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shd w:val="clear" w:color="auto" w:fill="auto"/>
          </w:tcPr>
          <w:p w14:paraId="62E06534" w14:textId="77777777" w:rsidR="002A5242" w:rsidRPr="003A00DA" w:rsidRDefault="002A5242" w:rsidP="00CC041C">
            <w:pPr>
              <w:rPr>
                <w:szCs w:val="24"/>
              </w:rPr>
            </w:pPr>
          </w:p>
          <w:p w14:paraId="55977499" w14:textId="77777777" w:rsidR="002A5242" w:rsidRPr="003A00DA" w:rsidRDefault="002A5242" w:rsidP="00CC041C">
            <w:pPr>
              <w:rPr>
                <w:szCs w:val="24"/>
              </w:rPr>
            </w:pPr>
          </w:p>
          <w:p w14:paraId="2E610353" w14:textId="77777777" w:rsidR="002A5242" w:rsidRPr="003A00DA" w:rsidRDefault="002A5242" w:rsidP="00CC041C">
            <w:pPr>
              <w:rPr>
                <w:szCs w:val="24"/>
              </w:rPr>
            </w:pPr>
          </w:p>
          <w:p w14:paraId="5AC956A6" w14:textId="77777777" w:rsidR="002A5242" w:rsidRPr="003A00DA" w:rsidRDefault="002A5242" w:rsidP="00CC041C">
            <w:pPr>
              <w:rPr>
                <w:szCs w:val="24"/>
              </w:rPr>
            </w:pPr>
          </w:p>
          <w:p w14:paraId="790E13CA" w14:textId="77777777" w:rsidR="002A5242" w:rsidRPr="003A00DA" w:rsidRDefault="002A5242" w:rsidP="00CC041C">
            <w:pPr>
              <w:rPr>
                <w:szCs w:val="24"/>
              </w:rPr>
            </w:pPr>
          </w:p>
        </w:tc>
      </w:tr>
    </w:tbl>
    <w:p w14:paraId="021954A9" w14:textId="38B5F47F" w:rsidR="002A5242" w:rsidRPr="003A00DA" w:rsidRDefault="00BE73DF" w:rsidP="002A5242">
      <w:pPr>
        <w:pStyle w:val="ListParagraph"/>
        <w:numPr>
          <w:ilvl w:val="0"/>
          <w:numId w:val="18"/>
        </w:numPr>
        <w:rPr>
          <w:szCs w:val="24"/>
        </w:rPr>
      </w:pPr>
      <w:r w:rsidRPr="003A00DA">
        <w:rPr>
          <w:szCs w:val="24"/>
        </w:rPr>
        <w:t>W</w:t>
      </w:r>
      <w:r w:rsidR="002A5242" w:rsidRPr="003A00DA">
        <w:rPr>
          <w:szCs w:val="24"/>
        </w:rPr>
        <w:t>hat safety pre-checks are required before</w:t>
      </w:r>
      <w:r w:rsidRPr="003A00DA">
        <w:rPr>
          <w:szCs w:val="24"/>
        </w:rPr>
        <w:t xml:space="preserve"> commencing laboratory tasks</w:t>
      </w:r>
      <w:r w:rsidR="002A5242" w:rsidRPr="003A00DA">
        <w:rPr>
          <w:szCs w:val="24"/>
        </w:rPr>
        <w:t>?</w:t>
      </w:r>
    </w:p>
    <w:tbl>
      <w:tblPr>
        <w:tblStyle w:val="TableGrid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060"/>
      </w:tblGrid>
      <w:tr w:rsidR="002A5242" w:rsidRPr="003A00DA" w14:paraId="26903580" w14:textId="77777777" w:rsidTr="00CC0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shd w:val="clear" w:color="auto" w:fill="auto"/>
          </w:tcPr>
          <w:p w14:paraId="20D17704" w14:textId="77777777" w:rsidR="002A5242" w:rsidRPr="003A00DA" w:rsidRDefault="002A5242" w:rsidP="00CC041C">
            <w:pPr>
              <w:rPr>
                <w:szCs w:val="24"/>
              </w:rPr>
            </w:pPr>
          </w:p>
          <w:p w14:paraId="1ECFA0F6" w14:textId="77777777" w:rsidR="002A5242" w:rsidRPr="003A00DA" w:rsidRDefault="002A5242" w:rsidP="00CC041C">
            <w:pPr>
              <w:rPr>
                <w:szCs w:val="24"/>
              </w:rPr>
            </w:pPr>
          </w:p>
          <w:p w14:paraId="1E5EB2F1" w14:textId="77777777" w:rsidR="002A5242" w:rsidRPr="003A00DA" w:rsidRDefault="002A5242" w:rsidP="00CC041C">
            <w:pPr>
              <w:rPr>
                <w:szCs w:val="24"/>
              </w:rPr>
            </w:pPr>
          </w:p>
          <w:p w14:paraId="32039C85" w14:textId="77777777" w:rsidR="002A5242" w:rsidRPr="003A00DA" w:rsidRDefault="002A5242" w:rsidP="00CC041C">
            <w:pPr>
              <w:rPr>
                <w:szCs w:val="24"/>
              </w:rPr>
            </w:pPr>
          </w:p>
          <w:p w14:paraId="4F987368" w14:textId="77777777" w:rsidR="002A5242" w:rsidRPr="003A00DA" w:rsidRDefault="002A5242" w:rsidP="00CC041C">
            <w:pPr>
              <w:rPr>
                <w:szCs w:val="24"/>
              </w:rPr>
            </w:pPr>
          </w:p>
        </w:tc>
      </w:tr>
    </w:tbl>
    <w:p w14:paraId="05612561" w14:textId="4790F967" w:rsidR="002A5242" w:rsidRPr="003A00DA" w:rsidRDefault="002A5242" w:rsidP="002A5242">
      <w:pPr>
        <w:pStyle w:val="ListParagraph"/>
        <w:numPr>
          <w:ilvl w:val="0"/>
          <w:numId w:val="18"/>
        </w:numPr>
        <w:rPr>
          <w:szCs w:val="24"/>
        </w:rPr>
      </w:pPr>
      <w:r w:rsidRPr="003A00DA">
        <w:rPr>
          <w:szCs w:val="24"/>
        </w:rPr>
        <w:t xml:space="preserve">What are the </w:t>
      </w:r>
      <w:r w:rsidR="00DD6748" w:rsidRPr="003A00DA">
        <w:rPr>
          <w:szCs w:val="24"/>
        </w:rPr>
        <w:t>laboratory</w:t>
      </w:r>
      <w:r w:rsidRPr="003A00DA">
        <w:rPr>
          <w:szCs w:val="24"/>
        </w:rPr>
        <w:t xml:space="preserve"> procedures to </w:t>
      </w:r>
      <w:proofErr w:type="gramStart"/>
      <w:r w:rsidRPr="003A00DA">
        <w:rPr>
          <w:szCs w:val="24"/>
        </w:rPr>
        <w:t>be followed</w:t>
      </w:r>
      <w:proofErr w:type="gramEnd"/>
      <w:r w:rsidRPr="003A00DA">
        <w:rPr>
          <w:szCs w:val="24"/>
        </w:rPr>
        <w:t xml:space="preserve"> if the equipment is found to be faulty?</w:t>
      </w:r>
    </w:p>
    <w:tbl>
      <w:tblPr>
        <w:tblStyle w:val="TableGrid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060"/>
      </w:tblGrid>
      <w:tr w:rsidR="002A5242" w:rsidRPr="003A00DA" w14:paraId="6880E7CE" w14:textId="77777777" w:rsidTr="00CC0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shd w:val="clear" w:color="auto" w:fill="auto"/>
          </w:tcPr>
          <w:p w14:paraId="7AE39E5A" w14:textId="77777777" w:rsidR="002A5242" w:rsidRPr="003A00DA" w:rsidRDefault="002A5242" w:rsidP="00CC041C">
            <w:pPr>
              <w:rPr>
                <w:szCs w:val="24"/>
              </w:rPr>
            </w:pPr>
          </w:p>
          <w:p w14:paraId="093ED1AB" w14:textId="77777777" w:rsidR="002A5242" w:rsidRPr="003A00DA" w:rsidRDefault="002A5242" w:rsidP="00CC041C">
            <w:pPr>
              <w:rPr>
                <w:szCs w:val="24"/>
              </w:rPr>
            </w:pPr>
          </w:p>
          <w:p w14:paraId="49FE410C" w14:textId="77777777" w:rsidR="002A5242" w:rsidRPr="003A00DA" w:rsidRDefault="002A5242" w:rsidP="00CC041C">
            <w:pPr>
              <w:rPr>
                <w:szCs w:val="24"/>
              </w:rPr>
            </w:pPr>
          </w:p>
          <w:p w14:paraId="3A123E7B" w14:textId="77777777" w:rsidR="002A5242" w:rsidRPr="003A00DA" w:rsidRDefault="002A5242" w:rsidP="00CC041C">
            <w:pPr>
              <w:rPr>
                <w:szCs w:val="24"/>
              </w:rPr>
            </w:pPr>
          </w:p>
          <w:p w14:paraId="68F3B558" w14:textId="77777777" w:rsidR="002A5242" w:rsidRPr="003A00DA" w:rsidRDefault="002A5242" w:rsidP="00CC041C">
            <w:pPr>
              <w:rPr>
                <w:szCs w:val="24"/>
              </w:rPr>
            </w:pPr>
          </w:p>
        </w:tc>
      </w:tr>
    </w:tbl>
    <w:p w14:paraId="3449A6D3" w14:textId="77777777" w:rsidR="002A5242" w:rsidRPr="003A00DA" w:rsidRDefault="002A5242">
      <w:pPr>
        <w:tabs>
          <w:tab w:val="clear" w:pos="284"/>
        </w:tabs>
        <w:spacing w:before="0" w:after="200" w:line="276" w:lineRule="auto"/>
        <w:rPr>
          <w:szCs w:val="24"/>
        </w:rPr>
      </w:pPr>
    </w:p>
    <w:p w14:paraId="3C09A6A1" w14:textId="77777777" w:rsidR="002A5242" w:rsidRPr="003A00DA" w:rsidRDefault="002A5242" w:rsidP="002A5242">
      <w:pPr>
        <w:pStyle w:val="ListParagraph"/>
        <w:numPr>
          <w:ilvl w:val="0"/>
          <w:numId w:val="19"/>
        </w:numPr>
        <w:rPr>
          <w:szCs w:val="24"/>
        </w:rPr>
      </w:pPr>
      <w:r w:rsidRPr="003A00DA">
        <w:rPr>
          <w:szCs w:val="24"/>
        </w:rPr>
        <w:t xml:space="preserve">Why </w:t>
      </w:r>
      <w:proofErr w:type="gramStart"/>
      <w:r w:rsidRPr="003A00DA">
        <w:rPr>
          <w:szCs w:val="24"/>
        </w:rPr>
        <w:t>is it</w:t>
      </w:r>
      <w:proofErr w:type="gramEnd"/>
      <w:r w:rsidRPr="003A00DA">
        <w:rPr>
          <w:szCs w:val="24"/>
        </w:rPr>
        <w:t xml:space="preserve"> important to ensure test instruments/equipment are operated according to specified procedures?</w:t>
      </w:r>
    </w:p>
    <w:tbl>
      <w:tblPr>
        <w:tblStyle w:val="TableGrid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060"/>
      </w:tblGrid>
      <w:tr w:rsidR="002A5242" w:rsidRPr="003A00DA" w14:paraId="4B596745" w14:textId="77777777" w:rsidTr="00CC0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shd w:val="clear" w:color="auto" w:fill="auto"/>
          </w:tcPr>
          <w:p w14:paraId="594A4913" w14:textId="77777777" w:rsidR="002A5242" w:rsidRPr="003A00DA" w:rsidRDefault="002A5242" w:rsidP="00CC041C">
            <w:pPr>
              <w:rPr>
                <w:szCs w:val="24"/>
              </w:rPr>
            </w:pPr>
          </w:p>
          <w:p w14:paraId="740FBE58" w14:textId="34C08A95" w:rsidR="00110602" w:rsidRPr="003A00DA" w:rsidRDefault="00110602" w:rsidP="00CC041C">
            <w:pPr>
              <w:rPr>
                <w:szCs w:val="24"/>
              </w:rPr>
            </w:pPr>
          </w:p>
          <w:p w14:paraId="2DE13BD1" w14:textId="77777777" w:rsidR="00110602" w:rsidRPr="003A00DA" w:rsidRDefault="00110602" w:rsidP="00CC041C">
            <w:pPr>
              <w:rPr>
                <w:szCs w:val="24"/>
              </w:rPr>
            </w:pPr>
          </w:p>
          <w:p w14:paraId="11E24EE6" w14:textId="77777777" w:rsidR="002A5242" w:rsidRPr="003A00DA" w:rsidRDefault="002A5242" w:rsidP="00CC041C">
            <w:pPr>
              <w:rPr>
                <w:szCs w:val="24"/>
              </w:rPr>
            </w:pPr>
          </w:p>
          <w:p w14:paraId="31F97DBC" w14:textId="77777777" w:rsidR="002A5242" w:rsidRPr="003A00DA" w:rsidRDefault="002A5242" w:rsidP="00CC041C">
            <w:pPr>
              <w:rPr>
                <w:szCs w:val="24"/>
              </w:rPr>
            </w:pPr>
          </w:p>
        </w:tc>
      </w:tr>
    </w:tbl>
    <w:p w14:paraId="3FDB90F7" w14:textId="427E2907" w:rsidR="002A5242" w:rsidRPr="003A00DA" w:rsidRDefault="002A5242" w:rsidP="002A5242">
      <w:pPr>
        <w:pStyle w:val="ListParagraph"/>
        <w:numPr>
          <w:ilvl w:val="0"/>
          <w:numId w:val="19"/>
        </w:numPr>
        <w:rPr>
          <w:szCs w:val="24"/>
        </w:rPr>
      </w:pPr>
      <w:r w:rsidRPr="003A00DA">
        <w:rPr>
          <w:szCs w:val="24"/>
        </w:rPr>
        <w:lastRenderedPageBreak/>
        <w:t>What is the purpose of each of the fo</w:t>
      </w:r>
      <w:r w:rsidR="00DD6748" w:rsidRPr="003A00DA">
        <w:rPr>
          <w:szCs w:val="24"/>
        </w:rPr>
        <w:t xml:space="preserve">llowing in relation to testing </w:t>
      </w:r>
      <w:r w:rsidRPr="003A00DA">
        <w:rPr>
          <w:szCs w:val="24"/>
        </w:rPr>
        <w:t xml:space="preserve">in your </w:t>
      </w:r>
      <w:r w:rsidR="00DD6748" w:rsidRPr="003A00DA">
        <w:rPr>
          <w:szCs w:val="24"/>
        </w:rPr>
        <w:t>laboratory</w:t>
      </w:r>
      <w:r w:rsidRPr="003A00DA">
        <w:rPr>
          <w:szCs w:val="24"/>
        </w:rPr>
        <w:t>?</w:t>
      </w:r>
    </w:p>
    <w:tbl>
      <w:tblPr>
        <w:tblStyle w:val="TableGrid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060"/>
      </w:tblGrid>
      <w:tr w:rsidR="002A5242" w:rsidRPr="003A00DA" w14:paraId="12DD7B61" w14:textId="77777777" w:rsidTr="00CC0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shd w:val="clear" w:color="auto" w:fill="auto"/>
          </w:tcPr>
          <w:p w14:paraId="655537D5" w14:textId="5CB59140" w:rsidR="002A5242" w:rsidRPr="003A00DA" w:rsidRDefault="00BE73DF" w:rsidP="00CC041C">
            <w:pPr>
              <w:pStyle w:val="ListParagraph"/>
              <w:numPr>
                <w:ilvl w:val="0"/>
                <w:numId w:val="15"/>
              </w:numPr>
              <w:rPr>
                <w:b w:val="0"/>
                <w:color w:val="auto"/>
                <w:szCs w:val="24"/>
              </w:rPr>
            </w:pPr>
            <w:r w:rsidRPr="003A00DA">
              <w:rPr>
                <w:b w:val="0"/>
                <w:color w:val="auto"/>
                <w:szCs w:val="24"/>
              </w:rPr>
              <w:t>t</w:t>
            </w:r>
            <w:r w:rsidR="002A5242" w:rsidRPr="003A00DA">
              <w:rPr>
                <w:b w:val="0"/>
                <w:color w:val="auto"/>
                <w:szCs w:val="24"/>
              </w:rPr>
              <w:t>raining on the method and the instrumentation involved</w:t>
            </w:r>
          </w:p>
          <w:p w14:paraId="114BD9FF" w14:textId="77777777" w:rsidR="002A5242" w:rsidRPr="003A00DA" w:rsidRDefault="002A5242" w:rsidP="00CC041C">
            <w:pPr>
              <w:rPr>
                <w:szCs w:val="24"/>
              </w:rPr>
            </w:pPr>
          </w:p>
          <w:p w14:paraId="25F6C988" w14:textId="77777777" w:rsidR="002A5242" w:rsidRPr="003A00DA" w:rsidRDefault="002A5242" w:rsidP="00CC041C">
            <w:pPr>
              <w:rPr>
                <w:szCs w:val="24"/>
              </w:rPr>
            </w:pPr>
            <w:r w:rsidRPr="003A00DA">
              <w:rPr>
                <w:szCs w:val="24"/>
              </w:rPr>
              <w:t>\</w:t>
            </w:r>
          </w:p>
          <w:p w14:paraId="079E1B3C" w14:textId="77777777" w:rsidR="002A5242" w:rsidRPr="003A00DA" w:rsidRDefault="002A5242" w:rsidP="00CC041C">
            <w:pPr>
              <w:rPr>
                <w:szCs w:val="24"/>
              </w:rPr>
            </w:pPr>
          </w:p>
          <w:p w14:paraId="57878272" w14:textId="4DB2DD5A" w:rsidR="002A5242" w:rsidRPr="003A00DA" w:rsidRDefault="00BE73DF" w:rsidP="00CC041C">
            <w:pPr>
              <w:pStyle w:val="ListParagraph"/>
              <w:numPr>
                <w:ilvl w:val="0"/>
                <w:numId w:val="15"/>
              </w:numPr>
              <w:rPr>
                <w:b w:val="0"/>
                <w:color w:val="auto"/>
                <w:szCs w:val="24"/>
              </w:rPr>
            </w:pPr>
            <w:r w:rsidRPr="003A00DA">
              <w:rPr>
                <w:b w:val="0"/>
                <w:color w:val="auto"/>
                <w:szCs w:val="24"/>
              </w:rPr>
              <w:t>r</w:t>
            </w:r>
            <w:r w:rsidR="002A5242" w:rsidRPr="003A00DA">
              <w:rPr>
                <w:b w:val="0"/>
                <w:color w:val="auto"/>
                <w:szCs w:val="24"/>
              </w:rPr>
              <w:t xml:space="preserve">unning standards or quality control samples </w:t>
            </w:r>
          </w:p>
          <w:p w14:paraId="04A42B5B" w14:textId="77777777" w:rsidR="002A5242" w:rsidRPr="003A00DA" w:rsidRDefault="002A5242" w:rsidP="00CC041C">
            <w:pPr>
              <w:rPr>
                <w:szCs w:val="24"/>
              </w:rPr>
            </w:pPr>
          </w:p>
          <w:p w14:paraId="291FF0AA" w14:textId="77777777" w:rsidR="002A5242" w:rsidRPr="003A00DA" w:rsidRDefault="002A5242" w:rsidP="00CC041C">
            <w:pPr>
              <w:rPr>
                <w:szCs w:val="24"/>
              </w:rPr>
            </w:pPr>
          </w:p>
          <w:p w14:paraId="496082D9" w14:textId="77777777" w:rsidR="002A5242" w:rsidRPr="003A00DA" w:rsidRDefault="002A5242" w:rsidP="00CC041C">
            <w:pPr>
              <w:rPr>
                <w:szCs w:val="24"/>
              </w:rPr>
            </w:pPr>
          </w:p>
          <w:p w14:paraId="1688978D" w14:textId="50B57DEB" w:rsidR="002A5242" w:rsidRPr="003A00DA" w:rsidRDefault="00BE73DF" w:rsidP="00CC041C">
            <w:pPr>
              <w:pStyle w:val="ListParagraph"/>
              <w:numPr>
                <w:ilvl w:val="0"/>
                <w:numId w:val="15"/>
              </w:numPr>
              <w:rPr>
                <w:b w:val="0"/>
                <w:color w:val="auto"/>
                <w:szCs w:val="24"/>
              </w:rPr>
            </w:pPr>
            <w:r w:rsidRPr="003A00DA">
              <w:rPr>
                <w:b w:val="0"/>
                <w:color w:val="auto"/>
                <w:szCs w:val="24"/>
              </w:rPr>
              <w:t>r</w:t>
            </w:r>
            <w:r w:rsidR="002A5242" w:rsidRPr="003A00DA">
              <w:rPr>
                <w:b w:val="0"/>
                <w:color w:val="auto"/>
                <w:szCs w:val="24"/>
              </w:rPr>
              <w:t>ecording data immediately</w:t>
            </w:r>
          </w:p>
          <w:p w14:paraId="112AB219" w14:textId="77777777" w:rsidR="002A5242" w:rsidRPr="003A00DA" w:rsidRDefault="002A5242" w:rsidP="00CC041C">
            <w:pPr>
              <w:rPr>
                <w:szCs w:val="24"/>
              </w:rPr>
            </w:pPr>
          </w:p>
          <w:p w14:paraId="2DFF3390" w14:textId="77777777" w:rsidR="002A5242" w:rsidRPr="003A00DA" w:rsidRDefault="002A5242" w:rsidP="00CC041C">
            <w:pPr>
              <w:rPr>
                <w:szCs w:val="24"/>
              </w:rPr>
            </w:pPr>
          </w:p>
          <w:p w14:paraId="3269E3EB" w14:textId="77777777" w:rsidR="002A5242" w:rsidRPr="003A00DA" w:rsidRDefault="002A5242" w:rsidP="00CC041C">
            <w:pPr>
              <w:rPr>
                <w:szCs w:val="24"/>
              </w:rPr>
            </w:pPr>
          </w:p>
          <w:p w14:paraId="23598896" w14:textId="40825121" w:rsidR="002A5242" w:rsidRPr="003A00DA" w:rsidRDefault="00BE73DF" w:rsidP="00CC041C">
            <w:pPr>
              <w:pStyle w:val="ListParagraph"/>
              <w:numPr>
                <w:ilvl w:val="0"/>
                <w:numId w:val="15"/>
              </w:numPr>
              <w:rPr>
                <w:b w:val="0"/>
                <w:color w:val="auto"/>
                <w:szCs w:val="24"/>
              </w:rPr>
            </w:pPr>
            <w:r w:rsidRPr="003A00DA">
              <w:rPr>
                <w:b w:val="0"/>
                <w:color w:val="auto"/>
                <w:szCs w:val="24"/>
              </w:rPr>
              <w:t>c</w:t>
            </w:r>
            <w:r w:rsidR="002A5242" w:rsidRPr="003A00DA">
              <w:rPr>
                <w:b w:val="0"/>
                <w:color w:val="auto"/>
                <w:szCs w:val="24"/>
              </w:rPr>
              <w:t>ompleting workplace logs accurately</w:t>
            </w:r>
          </w:p>
          <w:p w14:paraId="3CD9B0A5" w14:textId="77777777" w:rsidR="002A5242" w:rsidRPr="003A00DA" w:rsidRDefault="002A5242" w:rsidP="00CC041C">
            <w:pPr>
              <w:rPr>
                <w:szCs w:val="24"/>
              </w:rPr>
            </w:pPr>
          </w:p>
          <w:p w14:paraId="065A6EBB" w14:textId="77777777" w:rsidR="002A5242" w:rsidRPr="003A00DA" w:rsidRDefault="002A5242" w:rsidP="00CC041C">
            <w:pPr>
              <w:rPr>
                <w:szCs w:val="24"/>
              </w:rPr>
            </w:pPr>
          </w:p>
          <w:p w14:paraId="5656A5AB" w14:textId="77777777" w:rsidR="002A5242" w:rsidRPr="003A00DA" w:rsidRDefault="002A5242" w:rsidP="00CC041C">
            <w:pPr>
              <w:rPr>
                <w:szCs w:val="24"/>
              </w:rPr>
            </w:pPr>
          </w:p>
          <w:p w14:paraId="551E71A1" w14:textId="5FB5F0C1" w:rsidR="002A5242" w:rsidRPr="003A00DA" w:rsidRDefault="00BE73DF" w:rsidP="00CC041C">
            <w:pPr>
              <w:pStyle w:val="ListParagraph"/>
              <w:numPr>
                <w:ilvl w:val="0"/>
                <w:numId w:val="15"/>
              </w:numPr>
              <w:rPr>
                <w:b w:val="0"/>
                <w:color w:val="auto"/>
                <w:szCs w:val="24"/>
              </w:rPr>
            </w:pPr>
            <w:proofErr w:type="gramStart"/>
            <w:r w:rsidRPr="003A00DA">
              <w:rPr>
                <w:b w:val="0"/>
                <w:color w:val="auto"/>
                <w:szCs w:val="24"/>
              </w:rPr>
              <w:t>h</w:t>
            </w:r>
            <w:r w:rsidR="002A5242" w:rsidRPr="003A00DA">
              <w:rPr>
                <w:b w:val="0"/>
                <w:color w:val="auto"/>
                <w:szCs w:val="24"/>
              </w:rPr>
              <w:t>azard</w:t>
            </w:r>
            <w:proofErr w:type="gramEnd"/>
            <w:r w:rsidR="002A5242" w:rsidRPr="003A00DA">
              <w:rPr>
                <w:b w:val="0"/>
                <w:color w:val="auto"/>
                <w:szCs w:val="24"/>
              </w:rPr>
              <w:t xml:space="preserve"> identification and control.</w:t>
            </w:r>
          </w:p>
          <w:p w14:paraId="0BFA0588" w14:textId="77777777" w:rsidR="002A5242" w:rsidRPr="003A00DA" w:rsidRDefault="002A5242" w:rsidP="00CC041C">
            <w:pPr>
              <w:rPr>
                <w:szCs w:val="24"/>
              </w:rPr>
            </w:pPr>
          </w:p>
          <w:p w14:paraId="11B2F64B" w14:textId="77777777" w:rsidR="002A5242" w:rsidRPr="003A00DA" w:rsidRDefault="002A5242" w:rsidP="00CC041C">
            <w:pPr>
              <w:rPr>
                <w:szCs w:val="24"/>
              </w:rPr>
            </w:pPr>
          </w:p>
          <w:p w14:paraId="199F6474" w14:textId="77777777" w:rsidR="002A5242" w:rsidRPr="003A00DA" w:rsidRDefault="002A5242" w:rsidP="00CC041C">
            <w:pPr>
              <w:rPr>
                <w:szCs w:val="24"/>
              </w:rPr>
            </w:pPr>
          </w:p>
        </w:tc>
      </w:tr>
    </w:tbl>
    <w:p w14:paraId="61DD3A78" w14:textId="588C4159" w:rsidR="002A5242" w:rsidRPr="003A00DA" w:rsidRDefault="002A5242" w:rsidP="002A5242">
      <w:pPr>
        <w:pStyle w:val="ListParagraph"/>
        <w:numPr>
          <w:ilvl w:val="0"/>
          <w:numId w:val="19"/>
        </w:numPr>
        <w:rPr>
          <w:szCs w:val="24"/>
        </w:rPr>
      </w:pPr>
      <w:proofErr w:type="gramStart"/>
      <w:r w:rsidRPr="003A00DA">
        <w:rPr>
          <w:szCs w:val="24"/>
        </w:rPr>
        <w:t>For the tests you complete how do you identify atypical test data</w:t>
      </w:r>
      <w:r w:rsidR="00135F49" w:rsidRPr="003A00DA">
        <w:rPr>
          <w:szCs w:val="24"/>
        </w:rPr>
        <w:t xml:space="preserve"> or that the </w:t>
      </w:r>
      <w:r w:rsidR="005F118B" w:rsidRPr="003A00DA">
        <w:rPr>
          <w:szCs w:val="24"/>
        </w:rPr>
        <w:t>value is consistent with expect</w:t>
      </w:r>
      <w:r w:rsidR="00135F49" w:rsidRPr="003A00DA">
        <w:rPr>
          <w:szCs w:val="24"/>
        </w:rPr>
        <w:t>ations</w:t>
      </w:r>
      <w:r w:rsidRPr="003A00DA">
        <w:rPr>
          <w:szCs w:val="24"/>
        </w:rPr>
        <w:t>?</w:t>
      </w:r>
      <w:proofErr w:type="gramEnd"/>
    </w:p>
    <w:tbl>
      <w:tblPr>
        <w:tblStyle w:val="TableGrid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060"/>
      </w:tblGrid>
      <w:tr w:rsidR="002A5242" w:rsidRPr="003A00DA" w14:paraId="4FBCDA69" w14:textId="77777777" w:rsidTr="00CC0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shd w:val="clear" w:color="auto" w:fill="auto"/>
          </w:tcPr>
          <w:p w14:paraId="7F18EEFF" w14:textId="77777777" w:rsidR="002A5242" w:rsidRPr="003A00DA" w:rsidRDefault="002A5242" w:rsidP="00CC041C">
            <w:pPr>
              <w:rPr>
                <w:szCs w:val="24"/>
              </w:rPr>
            </w:pPr>
          </w:p>
          <w:p w14:paraId="7A95B1EE" w14:textId="77777777" w:rsidR="002A5242" w:rsidRPr="003A00DA" w:rsidRDefault="002A5242" w:rsidP="00CC041C">
            <w:pPr>
              <w:rPr>
                <w:szCs w:val="24"/>
              </w:rPr>
            </w:pPr>
          </w:p>
          <w:p w14:paraId="5BD7FD0F" w14:textId="77777777" w:rsidR="002A5242" w:rsidRPr="003A00DA" w:rsidRDefault="002A5242" w:rsidP="00CC041C">
            <w:pPr>
              <w:rPr>
                <w:szCs w:val="24"/>
              </w:rPr>
            </w:pPr>
          </w:p>
          <w:p w14:paraId="0813FD32" w14:textId="77777777" w:rsidR="002A5242" w:rsidRPr="003A00DA" w:rsidRDefault="002A5242" w:rsidP="00CC041C">
            <w:pPr>
              <w:rPr>
                <w:szCs w:val="24"/>
              </w:rPr>
            </w:pPr>
          </w:p>
          <w:p w14:paraId="01E52B5A" w14:textId="77777777" w:rsidR="002A5242" w:rsidRPr="003A00DA" w:rsidRDefault="002A5242" w:rsidP="00CC041C">
            <w:pPr>
              <w:rPr>
                <w:szCs w:val="24"/>
              </w:rPr>
            </w:pPr>
          </w:p>
        </w:tc>
      </w:tr>
    </w:tbl>
    <w:p w14:paraId="1B13C943" w14:textId="77777777" w:rsidR="002A5242" w:rsidRPr="003A00DA" w:rsidRDefault="002A5242" w:rsidP="002A5242">
      <w:pPr>
        <w:rPr>
          <w:szCs w:val="24"/>
        </w:rPr>
      </w:pPr>
    </w:p>
    <w:p w14:paraId="611CD505" w14:textId="70545820" w:rsidR="002A5242" w:rsidRPr="003A00DA" w:rsidRDefault="002A5242" w:rsidP="002A5242">
      <w:pPr>
        <w:pStyle w:val="ListParagraph"/>
        <w:numPr>
          <w:ilvl w:val="0"/>
          <w:numId w:val="19"/>
        </w:numPr>
        <w:rPr>
          <w:szCs w:val="24"/>
        </w:rPr>
      </w:pPr>
      <w:r w:rsidRPr="003A00DA">
        <w:rPr>
          <w:szCs w:val="24"/>
        </w:rPr>
        <w:t xml:space="preserve">What are the </w:t>
      </w:r>
      <w:r w:rsidR="00DD6748" w:rsidRPr="003A00DA">
        <w:rPr>
          <w:szCs w:val="24"/>
        </w:rPr>
        <w:t>laboratory</w:t>
      </w:r>
      <w:r w:rsidRPr="003A00DA">
        <w:rPr>
          <w:szCs w:val="24"/>
        </w:rPr>
        <w:t xml:space="preserve"> procedures when atypical or abnormal data </w:t>
      </w:r>
      <w:proofErr w:type="gramStart"/>
      <w:r w:rsidRPr="003A00DA">
        <w:rPr>
          <w:szCs w:val="24"/>
        </w:rPr>
        <w:t>is found</w:t>
      </w:r>
      <w:proofErr w:type="gramEnd"/>
      <w:r w:rsidRPr="003A00DA">
        <w:rPr>
          <w:szCs w:val="24"/>
        </w:rPr>
        <w:t>?</w:t>
      </w:r>
    </w:p>
    <w:tbl>
      <w:tblPr>
        <w:tblStyle w:val="TableGrid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060"/>
      </w:tblGrid>
      <w:tr w:rsidR="002A5242" w:rsidRPr="003A00DA" w14:paraId="0B79AE15" w14:textId="77777777" w:rsidTr="00CC0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shd w:val="clear" w:color="auto" w:fill="auto"/>
          </w:tcPr>
          <w:p w14:paraId="2A251E2C" w14:textId="77777777" w:rsidR="002A5242" w:rsidRPr="003A00DA" w:rsidRDefault="002A5242" w:rsidP="00CC041C">
            <w:pPr>
              <w:rPr>
                <w:szCs w:val="24"/>
              </w:rPr>
            </w:pPr>
          </w:p>
          <w:p w14:paraId="6D035366" w14:textId="77777777" w:rsidR="002A5242" w:rsidRPr="003A00DA" w:rsidRDefault="002A5242" w:rsidP="00CC041C">
            <w:pPr>
              <w:rPr>
                <w:szCs w:val="24"/>
              </w:rPr>
            </w:pPr>
          </w:p>
          <w:p w14:paraId="33A372F5" w14:textId="77777777" w:rsidR="002A5242" w:rsidRPr="003A00DA" w:rsidRDefault="002A5242" w:rsidP="00CC041C">
            <w:pPr>
              <w:rPr>
                <w:szCs w:val="24"/>
              </w:rPr>
            </w:pPr>
          </w:p>
          <w:p w14:paraId="207DE112" w14:textId="77777777" w:rsidR="002A5242" w:rsidRPr="003A00DA" w:rsidRDefault="002A5242" w:rsidP="00CC041C">
            <w:pPr>
              <w:rPr>
                <w:szCs w:val="24"/>
              </w:rPr>
            </w:pPr>
          </w:p>
          <w:p w14:paraId="18302EA2" w14:textId="77777777" w:rsidR="002A5242" w:rsidRPr="003A00DA" w:rsidRDefault="002A5242" w:rsidP="00CC041C">
            <w:pPr>
              <w:rPr>
                <w:szCs w:val="24"/>
              </w:rPr>
            </w:pPr>
          </w:p>
        </w:tc>
      </w:tr>
    </w:tbl>
    <w:p w14:paraId="56181C11" w14:textId="77777777" w:rsidR="002A5242" w:rsidRPr="003A00DA" w:rsidRDefault="002A5242" w:rsidP="002A5242">
      <w:pPr>
        <w:rPr>
          <w:szCs w:val="24"/>
        </w:rPr>
      </w:pPr>
    </w:p>
    <w:p w14:paraId="75F99A1B" w14:textId="77777777" w:rsidR="002A5242" w:rsidRPr="003A00DA" w:rsidRDefault="002A5242" w:rsidP="002A5242">
      <w:pPr>
        <w:pStyle w:val="ListParagraph"/>
        <w:numPr>
          <w:ilvl w:val="0"/>
          <w:numId w:val="19"/>
        </w:numPr>
        <w:rPr>
          <w:szCs w:val="24"/>
        </w:rPr>
      </w:pPr>
      <w:r w:rsidRPr="003A00DA">
        <w:rPr>
          <w:szCs w:val="24"/>
        </w:rPr>
        <w:t>List some of the reasons that could result in atypical data or results</w:t>
      </w:r>
    </w:p>
    <w:tbl>
      <w:tblPr>
        <w:tblStyle w:val="TableGrid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060"/>
      </w:tblGrid>
      <w:tr w:rsidR="002A5242" w:rsidRPr="003A00DA" w14:paraId="7DEC4A0D" w14:textId="77777777" w:rsidTr="00CC0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shd w:val="clear" w:color="auto" w:fill="auto"/>
          </w:tcPr>
          <w:p w14:paraId="0399E729" w14:textId="77777777" w:rsidR="002A5242" w:rsidRPr="003A00DA" w:rsidRDefault="002A5242" w:rsidP="00CC041C">
            <w:pPr>
              <w:rPr>
                <w:szCs w:val="24"/>
              </w:rPr>
            </w:pPr>
          </w:p>
          <w:p w14:paraId="4245D25B" w14:textId="77777777" w:rsidR="002A5242" w:rsidRPr="003A00DA" w:rsidRDefault="002A5242" w:rsidP="00CC041C">
            <w:pPr>
              <w:rPr>
                <w:szCs w:val="24"/>
              </w:rPr>
            </w:pPr>
          </w:p>
          <w:p w14:paraId="0BA3CB52" w14:textId="77777777" w:rsidR="002A5242" w:rsidRPr="003A00DA" w:rsidRDefault="002A5242" w:rsidP="00CC041C">
            <w:pPr>
              <w:rPr>
                <w:szCs w:val="24"/>
              </w:rPr>
            </w:pPr>
          </w:p>
          <w:p w14:paraId="25BBCF99" w14:textId="77777777" w:rsidR="002A5242" w:rsidRPr="003A00DA" w:rsidRDefault="002A5242" w:rsidP="00CC041C">
            <w:pPr>
              <w:rPr>
                <w:szCs w:val="24"/>
              </w:rPr>
            </w:pPr>
          </w:p>
          <w:p w14:paraId="3117ED03" w14:textId="77777777" w:rsidR="002A5242" w:rsidRPr="003A00DA" w:rsidRDefault="002A5242" w:rsidP="00CC041C">
            <w:pPr>
              <w:rPr>
                <w:szCs w:val="24"/>
              </w:rPr>
            </w:pPr>
          </w:p>
        </w:tc>
      </w:tr>
    </w:tbl>
    <w:p w14:paraId="6CE1DD3D" w14:textId="77777777" w:rsidR="002A5242" w:rsidRPr="003A00DA" w:rsidRDefault="002A5242" w:rsidP="002A5242">
      <w:pPr>
        <w:ind w:left="360"/>
        <w:rPr>
          <w:szCs w:val="24"/>
        </w:rPr>
      </w:pPr>
    </w:p>
    <w:p w14:paraId="5BB85DA2" w14:textId="668944CF" w:rsidR="002A5242" w:rsidRPr="003A00DA" w:rsidRDefault="002A5242" w:rsidP="002A5242">
      <w:pPr>
        <w:pStyle w:val="ListParagraph"/>
        <w:numPr>
          <w:ilvl w:val="0"/>
          <w:numId w:val="19"/>
        </w:numPr>
        <w:spacing w:line="240" w:lineRule="auto"/>
        <w:ind w:left="714" w:hanging="357"/>
        <w:rPr>
          <w:szCs w:val="24"/>
        </w:rPr>
      </w:pPr>
      <w:r w:rsidRPr="003A00DA">
        <w:rPr>
          <w:szCs w:val="24"/>
        </w:rPr>
        <w:t xml:space="preserve">Which of the following is the typical way of  presenting data in your </w:t>
      </w:r>
      <w:r w:rsidR="00110602" w:rsidRPr="003A00DA">
        <w:rPr>
          <w:szCs w:val="24"/>
        </w:rPr>
        <w:t>laboratory</w:t>
      </w:r>
      <w:r w:rsidRPr="003A00DA">
        <w:rPr>
          <w:szCs w:val="24"/>
        </w:rPr>
        <w:t>:</w:t>
      </w:r>
    </w:p>
    <w:p w14:paraId="4AED0663" w14:textId="77777777" w:rsidR="002A5242" w:rsidRPr="003A00DA" w:rsidRDefault="002A5242" w:rsidP="002A5242">
      <w:pPr>
        <w:pStyle w:val="ListParagraph"/>
        <w:numPr>
          <w:ilvl w:val="0"/>
          <w:numId w:val="16"/>
        </w:numPr>
        <w:rPr>
          <w:szCs w:val="24"/>
        </w:rPr>
      </w:pPr>
      <w:r w:rsidRPr="003A00DA">
        <w:rPr>
          <w:szCs w:val="24"/>
        </w:rPr>
        <w:t>Numbers only</w:t>
      </w:r>
    </w:p>
    <w:p w14:paraId="021AEB72" w14:textId="77777777" w:rsidR="002A5242" w:rsidRPr="003A00DA" w:rsidRDefault="002A5242" w:rsidP="002A5242">
      <w:pPr>
        <w:pStyle w:val="ListParagraph"/>
        <w:numPr>
          <w:ilvl w:val="0"/>
          <w:numId w:val="16"/>
        </w:numPr>
        <w:rPr>
          <w:szCs w:val="24"/>
        </w:rPr>
      </w:pPr>
      <w:r w:rsidRPr="003A00DA">
        <w:rPr>
          <w:szCs w:val="24"/>
        </w:rPr>
        <w:t>Bar or pie charts</w:t>
      </w:r>
    </w:p>
    <w:p w14:paraId="5DC721F8" w14:textId="77777777" w:rsidR="002A5242" w:rsidRPr="003A00DA" w:rsidRDefault="002A5242" w:rsidP="002A5242">
      <w:pPr>
        <w:pStyle w:val="ListParagraph"/>
        <w:numPr>
          <w:ilvl w:val="0"/>
          <w:numId w:val="16"/>
        </w:numPr>
        <w:rPr>
          <w:szCs w:val="24"/>
        </w:rPr>
      </w:pPr>
      <w:r w:rsidRPr="003A00DA">
        <w:rPr>
          <w:szCs w:val="24"/>
        </w:rPr>
        <w:t>Tables</w:t>
      </w:r>
    </w:p>
    <w:p w14:paraId="3B6F11B8" w14:textId="77777777" w:rsidR="002A5242" w:rsidRPr="003A00DA" w:rsidRDefault="002A5242" w:rsidP="002A5242">
      <w:pPr>
        <w:pStyle w:val="ListParagraph"/>
        <w:numPr>
          <w:ilvl w:val="0"/>
          <w:numId w:val="16"/>
        </w:numPr>
        <w:rPr>
          <w:szCs w:val="24"/>
        </w:rPr>
      </w:pPr>
      <w:r w:rsidRPr="003A00DA">
        <w:rPr>
          <w:szCs w:val="24"/>
        </w:rPr>
        <w:t>Calibration graphs</w:t>
      </w:r>
    </w:p>
    <w:p w14:paraId="2F079C88" w14:textId="77777777" w:rsidR="002A5242" w:rsidRPr="003A00DA" w:rsidRDefault="002A5242" w:rsidP="002A5242">
      <w:pPr>
        <w:pStyle w:val="ListParagraph"/>
        <w:numPr>
          <w:ilvl w:val="0"/>
          <w:numId w:val="16"/>
        </w:numPr>
        <w:rPr>
          <w:szCs w:val="24"/>
        </w:rPr>
      </w:pPr>
      <w:r w:rsidRPr="003A00DA">
        <w:rPr>
          <w:szCs w:val="24"/>
        </w:rPr>
        <w:t>Run charts</w:t>
      </w:r>
    </w:p>
    <w:p w14:paraId="520CDB55" w14:textId="77777777" w:rsidR="002A5242" w:rsidRPr="003A00DA" w:rsidRDefault="002A5242" w:rsidP="002A5242">
      <w:pPr>
        <w:pStyle w:val="ListParagraph"/>
        <w:numPr>
          <w:ilvl w:val="0"/>
          <w:numId w:val="16"/>
        </w:numPr>
        <w:rPr>
          <w:szCs w:val="24"/>
        </w:rPr>
      </w:pPr>
      <w:r w:rsidRPr="003A00DA">
        <w:rPr>
          <w:szCs w:val="24"/>
        </w:rPr>
        <w:t>Control charts</w:t>
      </w:r>
    </w:p>
    <w:p w14:paraId="5247221F" w14:textId="77777777" w:rsidR="002A5242" w:rsidRPr="003A00DA" w:rsidRDefault="002A5242" w:rsidP="002A5242">
      <w:pPr>
        <w:pStyle w:val="ListParagraph"/>
        <w:numPr>
          <w:ilvl w:val="0"/>
          <w:numId w:val="16"/>
        </w:numPr>
        <w:rPr>
          <w:szCs w:val="24"/>
        </w:rPr>
      </w:pPr>
      <w:r w:rsidRPr="003A00DA">
        <w:rPr>
          <w:szCs w:val="24"/>
        </w:rPr>
        <w:t>Other?</w:t>
      </w:r>
    </w:p>
    <w:tbl>
      <w:tblPr>
        <w:tblStyle w:val="TableGrid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060"/>
      </w:tblGrid>
      <w:tr w:rsidR="002A5242" w:rsidRPr="003A00DA" w14:paraId="281F2FCE" w14:textId="77777777" w:rsidTr="00CC0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shd w:val="clear" w:color="auto" w:fill="auto"/>
          </w:tcPr>
          <w:p w14:paraId="0DF4DBBA" w14:textId="77777777" w:rsidR="002A5242" w:rsidRPr="003A00DA" w:rsidRDefault="002A5242" w:rsidP="00CC041C">
            <w:pPr>
              <w:rPr>
                <w:szCs w:val="24"/>
              </w:rPr>
            </w:pPr>
          </w:p>
          <w:p w14:paraId="059E2798" w14:textId="77777777" w:rsidR="002A5242" w:rsidRPr="003A00DA" w:rsidRDefault="002A5242" w:rsidP="00CC041C">
            <w:pPr>
              <w:rPr>
                <w:szCs w:val="24"/>
              </w:rPr>
            </w:pPr>
          </w:p>
          <w:p w14:paraId="1F61AE77" w14:textId="77777777" w:rsidR="002A5242" w:rsidRPr="003A00DA" w:rsidRDefault="002A5242" w:rsidP="00CC041C">
            <w:pPr>
              <w:rPr>
                <w:szCs w:val="24"/>
              </w:rPr>
            </w:pPr>
          </w:p>
          <w:p w14:paraId="016EC035" w14:textId="77777777" w:rsidR="002A5242" w:rsidRPr="003A00DA" w:rsidRDefault="002A5242" w:rsidP="00CC041C">
            <w:pPr>
              <w:rPr>
                <w:szCs w:val="24"/>
              </w:rPr>
            </w:pPr>
          </w:p>
          <w:p w14:paraId="7DA84C89" w14:textId="77777777" w:rsidR="00110602" w:rsidRPr="003A00DA" w:rsidRDefault="00110602" w:rsidP="00CC041C">
            <w:pPr>
              <w:rPr>
                <w:szCs w:val="24"/>
              </w:rPr>
            </w:pPr>
          </w:p>
          <w:p w14:paraId="10D074D8" w14:textId="77777777" w:rsidR="002A5242" w:rsidRPr="003A00DA" w:rsidRDefault="002A5242" w:rsidP="00CC041C">
            <w:pPr>
              <w:rPr>
                <w:szCs w:val="24"/>
              </w:rPr>
            </w:pPr>
          </w:p>
        </w:tc>
      </w:tr>
    </w:tbl>
    <w:p w14:paraId="4F79ACB1" w14:textId="77777777" w:rsidR="002A5242" w:rsidRPr="003A00DA" w:rsidRDefault="002A5242" w:rsidP="002A5242">
      <w:pPr>
        <w:rPr>
          <w:szCs w:val="24"/>
        </w:rPr>
      </w:pPr>
    </w:p>
    <w:p w14:paraId="09E2E300" w14:textId="528E0C68" w:rsidR="002A5242" w:rsidRPr="003A00DA" w:rsidRDefault="002A5242" w:rsidP="002A5242">
      <w:pPr>
        <w:pStyle w:val="ListParagraph"/>
        <w:numPr>
          <w:ilvl w:val="0"/>
          <w:numId w:val="19"/>
        </w:numPr>
        <w:rPr>
          <w:szCs w:val="24"/>
        </w:rPr>
      </w:pPr>
      <w:r w:rsidRPr="003A00DA">
        <w:rPr>
          <w:szCs w:val="24"/>
        </w:rPr>
        <w:t>Why are the trends that data show</w:t>
      </w:r>
      <w:r w:rsidR="001647CB" w:rsidRPr="003A00DA">
        <w:rPr>
          <w:szCs w:val="24"/>
        </w:rPr>
        <w:t>,</w:t>
      </w:r>
      <w:r w:rsidRPr="003A00DA">
        <w:rPr>
          <w:szCs w:val="24"/>
        </w:rPr>
        <w:t xml:space="preserve"> an important diagnostic tool in the </w:t>
      </w:r>
      <w:r w:rsidR="00DD6748" w:rsidRPr="003A00DA">
        <w:rPr>
          <w:szCs w:val="24"/>
        </w:rPr>
        <w:t>laboratory</w:t>
      </w:r>
    </w:p>
    <w:tbl>
      <w:tblPr>
        <w:tblStyle w:val="TableGrid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060"/>
      </w:tblGrid>
      <w:tr w:rsidR="002A5242" w:rsidRPr="003A00DA" w14:paraId="03366B22" w14:textId="77777777" w:rsidTr="00CC0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shd w:val="clear" w:color="auto" w:fill="auto"/>
          </w:tcPr>
          <w:p w14:paraId="602B26F4" w14:textId="77777777" w:rsidR="002A5242" w:rsidRPr="003A00DA" w:rsidRDefault="002A5242" w:rsidP="00CC041C">
            <w:pPr>
              <w:rPr>
                <w:szCs w:val="24"/>
              </w:rPr>
            </w:pPr>
          </w:p>
          <w:p w14:paraId="72824211" w14:textId="77777777" w:rsidR="002A5242" w:rsidRPr="003A00DA" w:rsidRDefault="002A5242" w:rsidP="00CC041C">
            <w:pPr>
              <w:rPr>
                <w:szCs w:val="24"/>
              </w:rPr>
            </w:pPr>
          </w:p>
          <w:p w14:paraId="0A2D87CE" w14:textId="77777777" w:rsidR="002A5242" w:rsidRPr="003A00DA" w:rsidRDefault="002A5242" w:rsidP="00CC041C">
            <w:pPr>
              <w:rPr>
                <w:szCs w:val="24"/>
              </w:rPr>
            </w:pPr>
          </w:p>
          <w:p w14:paraId="0FBFA69B" w14:textId="77777777" w:rsidR="002A5242" w:rsidRPr="003A00DA" w:rsidRDefault="002A5242" w:rsidP="00CC041C">
            <w:pPr>
              <w:rPr>
                <w:szCs w:val="24"/>
              </w:rPr>
            </w:pPr>
          </w:p>
          <w:p w14:paraId="466747B3" w14:textId="77777777" w:rsidR="002A5242" w:rsidRPr="003A00DA" w:rsidRDefault="002A5242" w:rsidP="00CC041C">
            <w:pPr>
              <w:rPr>
                <w:szCs w:val="24"/>
              </w:rPr>
            </w:pPr>
          </w:p>
        </w:tc>
      </w:tr>
    </w:tbl>
    <w:p w14:paraId="59B8A74E" w14:textId="77777777" w:rsidR="002A5242" w:rsidRPr="003A00DA" w:rsidRDefault="002A5242" w:rsidP="002A5242">
      <w:pPr>
        <w:ind w:left="360"/>
        <w:rPr>
          <w:szCs w:val="24"/>
        </w:rPr>
      </w:pPr>
    </w:p>
    <w:p w14:paraId="1C1E2774" w14:textId="5F5AD633" w:rsidR="002A5242" w:rsidRPr="003A00DA" w:rsidRDefault="002A5242" w:rsidP="002A5242">
      <w:pPr>
        <w:pStyle w:val="ListParagraph"/>
        <w:numPr>
          <w:ilvl w:val="0"/>
          <w:numId w:val="20"/>
        </w:numPr>
        <w:rPr>
          <w:szCs w:val="24"/>
        </w:rPr>
      </w:pPr>
      <w:r w:rsidRPr="003A00DA">
        <w:rPr>
          <w:szCs w:val="24"/>
        </w:rPr>
        <w:t xml:space="preserve">What is the typical PPE required in your </w:t>
      </w:r>
      <w:r w:rsidR="00DD6748" w:rsidRPr="003A00DA">
        <w:rPr>
          <w:szCs w:val="24"/>
        </w:rPr>
        <w:t>laboratory</w:t>
      </w:r>
      <w:r w:rsidRPr="003A00DA">
        <w:rPr>
          <w:szCs w:val="24"/>
        </w:rPr>
        <w:t xml:space="preserve">? Are there particular tests that require additional PPE? </w:t>
      </w:r>
    </w:p>
    <w:tbl>
      <w:tblPr>
        <w:tblStyle w:val="TableGrid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060"/>
      </w:tblGrid>
      <w:tr w:rsidR="002A5242" w:rsidRPr="003A00DA" w14:paraId="789445EA" w14:textId="77777777" w:rsidTr="00CC0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shd w:val="clear" w:color="auto" w:fill="auto"/>
          </w:tcPr>
          <w:p w14:paraId="4BDC5286" w14:textId="77777777" w:rsidR="002A5242" w:rsidRPr="003A00DA" w:rsidRDefault="002A5242" w:rsidP="00CC041C">
            <w:pPr>
              <w:rPr>
                <w:szCs w:val="24"/>
              </w:rPr>
            </w:pPr>
          </w:p>
          <w:p w14:paraId="5E56C029" w14:textId="77777777" w:rsidR="002A5242" w:rsidRPr="003A00DA" w:rsidRDefault="002A5242" w:rsidP="00CC041C">
            <w:pPr>
              <w:rPr>
                <w:szCs w:val="24"/>
              </w:rPr>
            </w:pPr>
          </w:p>
          <w:p w14:paraId="4116CACC" w14:textId="77777777" w:rsidR="002A5242" w:rsidRPr="003A00DA" w:rsidRDefault="002A5242" w:rsidP="00CC041C">
            <w:pPr>
              <w:rPr>
                <w:szCs w:val="24"/>
              </w:rPr>
            </w:pPr>
          </w:p>
          <w:p w14:paraId="226ECF26" w14:textId="77777777" w:rsidR="002A5242" w:rsidRPr="003A00DA" w:rsidRDefault="002A5242" w:rsidP="00CC041C">
            <w:pPr>
              <w:rPr>
                <w:szCs w:val="24"/>
              </w:rPr>
            </w:pPr>
          </w:p>
          <w:p w14:paraId="100DB2E2" w14:textId="77777777" w:rsidR="002A5242" w:rsidRPr="003A00DA" w:rsidRDefault="002A5242" w:rsidP="00CC041C">
            <w:pPr>
              <w:rPr>
                <w:szCs w:val="24"/>
              </w:rPr>
            </w:pPr>
          </w:p>
        </w:tc>
      </w:tr>
    </w:tbl>
    <w:p w14:paraId="6B4B1C97" w14:textId="77777777" w:rsidR="002A5242" w:rsidRPr="003A00DA" w:rsidRDefault="002A5242" w:rsidP="002A5242">
      <w:pPr>
        <w:rPr>
          <w:szCs w:val="24"/>
        </w:rPr>
      </w:pPr>
    </w:p>
    <w:p w14:paraId="3B94ACFD" w14:textId="15C725DB" w:rsidR="002A5242" w:rsidRPr="003A00DA" w:rsidRDefault="002A5242" w:rsidP="002A5242">
      <w:pPr>
        <w:pStyle w:val="ListParagraph"/>
        <w:numPr>
          <w:ilvl w:val="0"/>
          <w:numId w:val="20"/>
        </w:numPr>
        <w:rPr>
          <w:szCs w:val="24"/>
        </w:rPr>
      </w:pPr>
      <w:r w:rsidRPr="003A00DA">
        <w:rPr>
          <w:szCs w:val="24"/>
        </w:rPr>
        <w:t xml:space="preserve">Who is responsible for the maintenance of PPE in your </w:t>
      </w:r>
      <w:r w:rsidR="00DD6748" w:rsidRPr="003A00DA">
        <w:rPr>
          <w:szCs w:val="24"/>
        </w:rPr>
        <w:t>laboratory</w:t>
      </w:r>
      <w:r w:rsidRPr="003A00DA">
        <w:rPr>
          <w:szCs w:val="24"/>
        </w:rPr>
        <w:t>?</w:t>
      </w:r>
    </w:p>
    <w:tbl>
      <w:tblPr>
        <w:tblStyle w:val="TableGrid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060"/>
      </w:tblGrid>
      <w:tr w:rsidR="002A5242" w:rsidRPr="003A00DA" w14:paraId="62773F82" w14:textId="77777777" w:rsidTr="00CC0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shd w:val="clear" w:color="auto" w:fill="auto"/>
          </w:tcPr>
          <w:p w14:paraId="51BD418C" w14:textId="77777777" w:rsidR="002A5242" w:rsidRPr="003A00DA" w:rsidRDefault="002A5242" w:rsidP="00CC041C">
            <w:pPr>
              <w:rPr>
                <w:szCs w:val="24"/>
              </w:rPr>
            </w:pPr>
          </w:p>
          <w:p w14:paraId="64887751" w14:textId="77777777" w:rsidR="002A5242" w:rsidRPr="003A00DA" w:rsidRDefault="002A5242" w:rsidP="00CC041C">
            <w:pPr>
              <w:rPr>
                <w:szCs w:val="24"/>
              </w:rPr>
            </w:pPr>
          </w:p>
          <w:p w14:paraId="2314FF38" w14:textId="77777777" w:rsidR="002A5242" w:rsidRPr="003A00DA" w:rsidRDefault="002A5242" w:rsidP="00CC041C">
            <w:pPr>
              <w:rPr>
                <w:szCs w:val="24"/>
              </w:rPr>
            </w:pPr>
          </w:p>
          <w:p w14:paraId="778FCB4D" w14:textId="77777777" w:rsidR="002A5242" w:rsidRPr="003A00DA" w:rsidRDefault="002A5242" w:rsidP="00CC041C">
            <w:pPr>
              <w:rPr>
                <w:szCs w:val="24"/>
              </w:rPr>
            </w:pPr>
          </w:p>
        </w:tc>
      </w:tr>
    </w:tbl>
    <w:p w14:paraId="1EA09E0E" w14:textId="77777777" w:rsidR="002A5242" w:rsidRPr="003A00DA" w:rsidRDefault="002A5242" w:rsidP="002A5242">
      <w:pPr>
        <w:rPr>
          <w:szCs w:val="24"/>
        </w:rPr>
      </w:pPr>
    </w:p>
    <w:p w14:paraId="12DC3B1B" w14:textId="78BBC99E" w:rsidR="002A5242" w:rsidRPr="003A00DA" w:rsidRDefault="002A5242" w:rsidP="002A5242">
      <w:pPr>
        <w:pStyle w:val="ListParagraph"/>
        <w:numPr>
          <w:ilvl w:val="0"/>
          <w:numId w:val="20"/>
        </w:numPr>
        <w:rPr>
          <w:szCs w:val="24"/>
        </w:rPr>
      </w:pPr>
      <w:r w:rsidRPr="003A00DA">
        <w:rPr>
          <w:szCs w:val="24"/>
        </w:rPr>
        <w:t xml:space="preserve">Why is it important that wastes </w:t>
      </w:r>
      <w:proofErr w:type="gramStart"/>
      <w:r w:rsidRPr="003A00DA">
        <w:rPr>
          <w:szCs w:val="24"/>
        </w:rPr>
        <w:t>are</w:t>
      </w:r>
      <w:proofErr w:type="gramEnd"/>
      <w:r w:rsidRPr="003A00DA">
        <w:rPr>
          <w:szCs w:val="24"/>
        </w:rPr>
        <w:t xml:space="preserve"> minimised during any laboratory procedure?</w:t>
      </w:r>
      <w:r w:rsidR="00F5178A" w:rsidRPr="003A00DA">
        <w:rPr>
          <w:szCs w:val="24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060"/>
      </w:tblGrid>
      <w:tr w:rsidR="002A5242" w:rsidRPr="003A00DA" w14:paraId="407689EB" w14:textId="77777777" w:rsidTr="00CC0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shd w:val="clear" w:color="auto" w:fill="auto"/>
          </w:tcPr>
          <w:p w14:paraId="25D4413E" w14:textId="77777777" w:rsidR="002A5242" w:rsidRPr="003A00DA" w:rsidRDefault="002A5242" w:rsidP="00CC041C">
            <w:pPr>
              <w:rPr>
                <w:szCs w:val="24"/>
              </w:rPr>
            </w:pPr>
          </w:p>
          <w:p w14:paraId="5AD7B778" w14:textId="77777777" w:rsidR="002A5242" w:rsidRPr="003A00DA" w:rsidRDefault="002A5242" w:rsidP="00CC041C">
            <w:pPr>
              <w:rPr>
                <w:szCs w:val="24"/>
              </w:rPr>
            </w:pPr>
          </w:p>
          <w:p w14:paraId="20A66F88" w14:textId="77777777" w:rsidR="002A5242" w:rsidRPr="003A00DA" w:rsidRDefault="002A5242" w:rsidP="00CC041C">
            <w:pPr>
              <w:rPr>
                <w:szCs w:val="24"/>
              </w:rPr>
            </w:pPr>
          </w:p>
          <w:p w14:paraId="2C116E54" w14:textId="77777777" w:rsidR="002A5242" w:rsidRPr="003A00DA" w:rsidRDefault="002A5242" w:rsidP="00CC041C">
            <w:pPr>
              <w:rPr>
                <w:szCs w:val="24"/>
              </w:rPr>
            </w:pPr>
          </w:p>
          <w:p w14:paraId="33C24FA7" w14:textId="77777777" w:rsidR="002A5242" w:rsidRPr="003A00DA" w:rsidRDefault="002A5242" w:rsidP="00CC041C">
            <w:pPr>
              <w:rPr>
                <w:szCs w:val="24"/>
              </w:rPr>
            </w:pPr>
          </w:p>
        </w:tc>
      </w:tr>
    </w:tbl>
    <w:p w14:paraId="1E95C474" w14:textId="77777777" w:rsidR="002A5242" w:rsidRPr="003A00DA" w:rsidRDefault="002A5242" w:rsidP="002A5242">
      <w:pPr>
        <w:rPr>
          <w:szCs w:val="24"/>
        </w:rPr>
      </w:pPr>
    </w:p>
    <w:p w14:paraId="2516151C" w14:textId="77777777" w:rsidR="00F5178A" w:rsidRPr="003A00DA" w:rsidRDefault="002A5242" w:rsidP="00F5178A">
      <w:pPr>
        <w:pStyle w:val="ListParagraph"/>
        <w:numPr>
          <w:ilvl w:val="0"/>
          <w:numId w:val="20"/>
        </w:numPr>
        <w:rPr>
          <w:szCs w:val="24"/>
        </w:rPr>
      </w:pPr>
      <w:proofErr w:type="gramStart"/>
      <w:r w:rsidRPr="003A00DA">
        <w:rPr>
          <w:szCs w:val="24"/>
        </w:rPr>
        <w:t>Are hazardous wastes generated</w:t>
      </w:r>
      <w:proofErr w:type="gramEnd"/>
      <w:r w:rsidRPr="003A00DA">
        <w:rPr>
          <w:szCs w:val="24"/>
        </w:rPr>
        <w:t xml:space="preserve"> in your </w:t>
      </w:r>
      <w:r w:rsidR="00DD6748" w:rsidRPr="003A00DA">
        <w:rPr>
          <w:szCs w:val="24"/>
        </w:rPr>
        <w:t>laboratory</w:t>
      </w:r>
      <w:r w:rsidRPr="003A00DA">
        <w:rPr>
          <w:szCs w:val="24"/>
        </w:rPr>
        <w:t xml:space="preserve">? How </w:t>
      </w:r>
      <w:proofErr w:type="gramStart"/>
      <w:r w:rsidRPr="003A00DA">
        <w:rPr>
          <w:szCs w:val="24"/>
        </w:rPr>
        <w:t>are they controlled</w:t>
      </w:r>
      <w:proofErr w:type="gramEnd"/>
      <w:r w:rsidRPr="003A00DA">
        <w:rPr>
          <w:szCs w:val="24"/>
        </w:rPr>
        <w:t>?</w:t>
      </w:r>
      <w:r w:rsidR="00F5178A" w:rsidRPr="003A00DA">
        <w:rPr>
          <w:szCs w:val="24"/>
        </w:rPr>
        <w:t xml:space="preserve"> What are the requirements for collection and disposal of hazardous wastes?</w:t>
      </w:r>
    </w:p>
    <w:tbl>
      <w:tblPr>
        <w:tblStyle w:val="TableGrid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060"/>
      </w:tblGrid>
      <w:tr w:rsidR="002A5242" w:rsidRPr="003A00DA" w14:paraId="0BC94E4E" w14:textId="77777777" w:rsidTr="00CC0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shd w:val="clear" w:color="auto" w:fill="auto"/>
          </w:tcPr>
          <w:p w14:paraId="07505A9A" w14:textId="77777777" w:rsidR="002A5242" w:rsidRPr="003A00DA" w:rsidRDefault="002A5242" w:rsidP="00CC041C">
            <w:pPr>
              <w:rPr>
                <w:szCs w:val="24"/>
              </w:rPr>
            </w:pPr>
          </w:p>
          <w:p w14:paraId="30B08855" w14:textId="77777777" w:rsidR="002A5242" w:rsidRPr="003A00DA" w:rsidRDefault="002A5242" w:rsidP="00CC041C">
            <w:pPr>
              <w:rPr>
                <w:szCs w:val="24"/>
              </w:rPr>
            </w:pPr>
          </w:p>
          <w:p w14:paraId="7F6AFC2B" w14:textId="77777777" w:rsidR="002A5242" w:rsidRPr="003A00DA" w:rsidRDefault="002A5242" w:rsidP="00CC041C">
            <w:pPr>
              <w:rPr>
                <w:szCs w:val="24"/>
              </w:rPr>
            </w:pPr>
          </w:p>
          <w:p w14:paraId="4658EEEA" w14:textId="77777777" w:rsidR="002A5242" w:rsidRPr="003A00DA" w:rsidRDefault="002A5242" w:rsidP="00CC041C">
            <w:pPr>
              <w:rPr>
                <w:szCs w:val="24"/>
              </w:rPr>
            </w:pPr>
          </w:p>
          <w:p w14:paraId="5CD2530F" w14:textId="77777777" w:rsidR="002A5242" w:rsidRPr="003A00DA" w:rsidRDefault="002A5242" w:rsidP="00CC041C">
            <w:pPr>
              <w:rPr>
                <w:szCs w:val="24"/>
              </w:rPr>
            </w:pPr>
          </w:p>
        </w:tc>
      </w:tr>
    </w:tbl>
    <w:p w14:paraId="44CDB05F" w14:textId="77777777" w:rsidR="002A5242" w:rsidRPr="003A00DA" w:rsidRDefault="002A5242" w:rsidP="002A5242">
      <w:pPr>
        <w:rPr>
          <w:szCs w:val="24"/>
        </w:rPr>
      </w:pPr>
    </w:p>
    <w:p w14:paraId="21F40288" w14:textId="14E91A00" w:rsidR="002A5242" w:rsidRPr="003A00DA" w:rsidRDefault="002A5242" w:rsidP="002A5242">
      <w:pPr>
        <w:pStyle w:val="ListParagraph"/>
        <w:numPr>
          <w:ilvl w:val="0"/>
          <w:numId w:val="20"/>
        </w:numPr>
        <w:rPr>
          <w:szCs w:val="24"/>
        </w:rPr>
      </w:pPr>
      <w:r w:rsidRPr="003A00DA">
        <w:rPr>
          <w:szCs w:val="24"/>
        </w:rPr>
        <w:t xml:space="preserve">What are the environmental impacts of the analysis you do in the </w:t>
      </w:r>
      <w:r w:rsidR="00DD6748" w:rsidRPr="003A00DA">
        <w:rPr>
          <w:szCs w:val="24"/>
        </w:rPr>
        <w:t>laboratory</w:t>
      </w:r>
      <w:r w:rsidRPr="003A00DA">
        <w:rPr>
          <w:szCs w:val="24"/>
        </w:rPr>
        <w:t>?</w:t>
      </w:r>
    </w:p>
    <w:tbl>
      <w:tblPr>
        <w:tblStyle w:val="TableGrid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060"/>
      </w:tblGrid>
      <w:tr w:rsidR="002A5242" w:rsidRPr="003A00DA" w14:paraId="41707F28" w14:textId="77777777" w:rsidTr="00CC0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shd w:val="clear" w:color="auto" w:fill="auto"/>
          </w:tcPr>
          <w:p w14:paraId="2911E2F7" w14:textId="77777777" w:rsidR="002A5242" w:rsidRPr="003A00DA" w:rsidRDefault="002A5242" w:rsidP="00CC041C">
            <w:pPr>
              <w:rPr>
                <w:szCs w:val="24"/>
              </w:rPr>
            </w:pPr>
          </w:p>
          <w:p w14:paraId="2E3CE31E" w14:textId="77777777" w:rsidR="002A5242" w:rsidRPr="003A00DA" w:rsidRDefault="002A5242" w:rsidP="00CC041C">
            <w:pPr>
              <w:rPr>
                <w:szCs w:val="24"/>
              </w:rPr>
            </w:pPr>
          </w:p>
          <w:p w14:paraId="70E1B104" w14:textId="77777777" w:rsidR="002A5242" w:rsidRPr="003A00DA" w:rsidRDefault="002A5242" w:rsidP="00CC041C">
            <w:pPr>
              <w:rPr>
                <w:szCs w:val="24"/>
              </w:rPr>
            </w:pPr>
          </w:p>
          <w:p w14:paraId="1D50CC5C" w14:textId="77777777" w:rsidR="002A5242" w:rsidRPr="003A00DA" w:rsidRDefault="002A5242" w:rsidP="00CC041C">
            <w:pPr>
              <w:rPr>
                <w:szCs w:val="24"/>
              </w:rPr>
            </w:pPr>
          </w:p>
          <w:p w14:paraId="3FBC9A19" w14:textId="77777777" w:rsidR="002A5242" w:rsidRPr="003A00DA" w:rsidRDefault="002A5242" w:rsidP="00CC041C">
            <w:pPr>
              <w:rPr>
                <w:szCs w:val="24"/>
              </w:rPr>
            </w:pPr>
          </w:p>
        </w:tc>
      </w:tr>
    </w:tbl>
    <w:p w14:paraId="13CB05B7" w14:textId="77777777" w:rsidR="002A5242" w:rsidRPr="003A00DA" w:rsidRDefault="002A5242" w:rsidP="002A5242">
      <w:pPr>
        <w:rPr>
          <w:szCs w:val="24"/>
        </w:rPr>
      </w:pPr>
    </w:p>
    <w:p w14:paraId="6EA6EB56" w14:textId="15EFAAAF" w:rsidR="002A5242" w:rsidRPr="003A00DA" w:rsidRDefault="002A5242" w:rsidP="002A5242">
      <w:pPr>
        <w:pStyle w:val="ListParagraph"/>
        <w:numPr>
          <w:ilvl w:val="0"/>
          <w:numId w:val="20"/>
        </w:numPr>
        <w:rPr>
          <w:szCs w:val="24"/>
        </w:rPr>
      </w:pPr>
      <w:r w:rsidRPr="003A00DA">
        <w:rPr>
          <w:szCs w:val="24"/>
        </w:rPr>
        <w:t xml:space="preserve">For your routine </w:t>
      </w:r>
      <w:r w:rsidR="00110602" w:rsidRPr="003A00DA">
        <w:rPr>
          <w:szCs w:val="24"/>
        </w:rPr>
        <w:t xml:space="preserve">laboratory </w:t>
      </w:r>
      <w:r w:rsidRPr="003A00DA">
        <w:rPr>
          <w:szCs w:val="24"/>
        </w:rPr>
        <w:t xml:space="preserve">work indicate how equipment/instruments and reagents are </w:t>
      </w:r>
      <w:r w:rsidR="00F5178A" w:rsidRPr="003A00DA">
        <w:rPr>
          <w:szCs w:val="24"/>
        </w:rPr>
        <w:t xml:space="preserve">cared for and </w:t>
      </w:r>
      <w:r w:rsidRPr="003A00DA">
        <w:rPr>
          <w:szCs w:val="24"/>
        </w:rPr>
        <w:t>stored, noting the following:</w:t>
      </w:r>
    </w:p>
    <w:p w14:paraId="149F2261" w14:textId="77777777" w:rsidR="002A5242" w:rsidRPr="003A00DA" w:rsidRDefault="002A5242" w:rsidP="002A5242">
      <w:pPr>
        <w:pStyle w:val="ListParagraph"/>
        <w:numPr>
          <w:ilvl w:val="0"/>
          <w:numId w:val="17"/>
        </w:numPr>
        <w:rPr>
          <w:szCs w:val="24"/>
        </w:rPr>
      </w:pPr>
      <w:r w:rsidRPr="003A00DA">
        <w:rPr>
          <w:szCs w:val="24"/>
        </w:rPr>
        <w:t>Cleaning and maintenance required</w:t>
      </w:r>
    </w:p>
    <w:p w14:paraId="37F69883" w14:textId="77777777" w:rsidR="002A5242" w:rsidRPr="003A00DA" w:rsidRDefault="002A5242" w:rsidP="002A5242">
      <w:pPr>
        <w:pStyle w:val="ListParagraph"/>
        <w:numPr>
          <w:ilvl w:val="0"/>
          <w:numId w:val="17"/>
        </w:numPr>
        <w:rPr>
          <w:szCs w:val="24"/>
        </w:rPr>
      </w:pPr>
      <w:r w:rsidRPr="003A00DA">
        <w:rPr>
          <w:szCs w:val="24"/>
        </w:rPr>
        <w:t>Storage conditions</w:t>
      </w:r>
    </w:p>
    <w:p w14:paraId="0A45B90D" w14:textId="77777777" w:rsidR="002A5242" w:rsidRPr="003A00DA" w:rsidRDefault="002A5242" w:rsidP="002A5242">
      <w:pPr>
        <w:pStyle w:val="ListParagraph"/>
        <w:numPr>
          <w:ilvl w:val="0"/>
          <w:numId w:val="17"/>
        </w:numPr>
        <w:rPr>
          <w:szCs w:val="24"/>
        </w:rPr>
      </w:pPr>
      <w:r w:rsidRPr="003A00DA">
        <w:rPr>
          <w:szCs w:val="24"/>
        </w:rPr>
        <w:t>Use by date of reagents (if applicable)</w:t>
      </w:r>
    </w:p>
    <w:p w14:paraId="2FD8EAEF" w14:textId="5A0197E5" w:rsidR="002A5242" w:rsidRPr="003A00DA" w:rsidRDefault="002A5242" w:rsidP="002A5242">
      <w:pPr>
        <w:pStyle w:val="ListParagraph"/>
        <w:numPr>
          <w:ilvl w:val="0"/>
          <w:numId w:val="17"/>
        </w:numPr>
        <w:rPr>
          <w:szCs w:val="24"/>
        </w:rPr>
      </w:pPr>
      <w:r w:rsidRPr="003A00DA">
        <w:rPr>
          <w:szCs w:val="24"/>
        </w:rPr>
        <w:lastRenderedPageBreak/>
        <w:t>Reporting of unsafe equipment</w:t>
      </w:r>
      <w:r w:rsidR="002E611A" w:rsidRPr="003A00DA">
        <w:rPr>
          <w:szCs w:val="24"/>
        </w:rPr>
        <w:t>, hazards and incidents</w:t>
      </w:r>
    </w:p>
    <w:tbl>
      <w:tblPr>
        <w:tblStyle w:val="TableGrid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060"/>
      </w:tblGrid>
      <w:tr w:rsidR="002A5242" w:rsidRPr="003A00DA" w14:paraId="085C0C9F" w14:textId="77777777" w:rsidTr="00CC0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shd w:val="clear" w:color="auto" w:fill="auto"/>
          </w:tcPr>
          <w:p w14:paraId="2FB9AA0B" w14:textId="77777777" w:rsidR="002A5242" w:rsidRPr="003A00DA" w:rsidRDefault="002A5242" w:rsidP="00CC041C">
            <w:pPr>
              <w:rPr>
                <w:szCs w:val="24"/>
              </w:rPr>
            </w:pPr>
          </w:p>
          <w:p w14:paraId="00BD2BF6" w14:textId="77777777" w:rsidR="002A5242" w:rsidRPr="003A00DA" w:rsidRDefault="002A5242" w:rsidP="00CC041C">
            <w:pPr>
              <w:rPr>
                <w:szCs w:val="24"/>
              </w:rPr>
            </w:pPr>
          </w:p>
          <w:p w14:paraId="744C262D" w14:textId="77777777" w:rsidR="002A5242" w:rsidRPr="003A00DA" w:rsidRDefault="002A5242" w:rsidP="00CC041C">
            <w:pPr>
              <w:rPr>
                <w:szCs w:val="24"/>
              </w:rPr>
            </w:pPr>
          </w:p>
          <w:p w14:paraId="286173D4" w14:textId="77777777" w:rsidR="002A5242" w:rsidRPr="003A00DA" w:rsidRDefault="002A5242" w:rsidP="00CC041C">
            <w:pPr>
              <w:rPr>
                <w:szCs w:val="24"/>
              </w:rPr>
            </w:pPr>
          </w:p>
          <w:p w14:paraId="4D973DFB" w14:textId="77777777" w:rsidR="00DD6748" w:rsidRPr="003A00DA" w:rsidRDefault="00DD6748" w:rsidP="00CC041C">
            <w:pPr>
              <w:rPr>
                <w:szCs w:val="24"/>
              </w:rPr>
            </w:pPr>
          </w:p>
          <w:p w14:paraId="3E3197B5" w14:textId="77777777" w:rsidR="00DD6748" w:rsidRPr="003A00DA" w:rsidRDefault="00DD6748" w:rsidP="00CC041C">
            <w:pPr>
              <w:rPr>
                <w:szCs w:val="24"/>
              </w:rPr>
            </w:pPr>
          </w:p>
          <w:p w14:paraId="3DA54530" w14:textId="77777777" w:rsidR="002A5242" w:rsidRPr="003A00DA" w:rsidRDefault="002A5242" w:rsidP="00CC041C">
            <w:pPr>
              <w:rPr>
                <w:szCs w:val="24"/>
              </w:rPr>
            </w:pPr>
          </w:p>
        </w:tc>
      </w:tr>
    </w:tbl>
    <w:p w14:paraId="45BDE537" w14:textId="07A4AADE" w:rsidR="002A5242" w:rsidRPr="003A00DA" w:rsidRDefault="002A5242" w:rsidP="002A5242">
      <w:pPr>
        <w:pStyle w:val="Body"/>
        <w:numPr>
          <w:ilvl w:val="0"/>
          <w:numId w:val="20"/>
        </w:numPr>
        <w:rPr>
          <w:b/>
          <w:szCs w:val="24"/>
        </w:rPr>
      </w:pPr>
      <w:r w:rsidRPr="003A00DA">
        <w:rPr>
          <w:szCs w:val="24"/>
        </w:rPr>
        <w:t xml:space="preserve">How </w:t>
      </w:r>
      <w:proofErr w:type="gramStart"/>
      <w:r w:rsidRPr="003A00DA">
        <w:rPr>
          <w:szCs w:val="24"/>
        </w:rPr>
        <w:t>is information managed</w:t>
      </w:r>
      <w:proofErr w:type="gramEnd"/>
      <w:r w:rsidRPr="003A00DA">
        <w:rPr>
          <w:szCs w:val="24"/>
        </w:rPr>
        <w:t xml:space="preserve"> in your</w:t>
      </w:r>
      <w:r w:rsidR="009B069D" w:rsidRPr="003A00DA">
        <w:rPr>
          <w:szCs w:val="24"/>
        </w:rPr>
        <w:t xml:space="preserve"> </w:t>
      </w:r>
      <w:r w:rsidR="00DD6748" w:rsidRPr="003A00DA">
        <w:rPr>
          <w:szCs w:val="24"/>
        </w:rPr>
        <w:t>laboratory</w:t>
      </w:r>
      <w:r w:rsidRPr="003A00DA">
        <w:rPr>
          <w:szCs w:val="24"/>
        </w:rPr>
        <w:t>?</w:t>
      </w:r>
    </w:p>
    <w:tbl>
      <w:tblPr>
        <w:tblStyle w:val="TableGrid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060"/>
      </w:tblGrid>
      <w:tr w:rsidR="002A5242" w:rsidRPr="003A00DA" w14:paraId="146D5DC2" w14:textId="77777777" w:rsidTr="00CC0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shd w:val="clear" w:color="auto" w:fill="auto"/>
          </w:tcPr>
          <w:p w14:paraId="210F3A23" w14:textId="77777777" w:rsidR="002A5242" w:rsidRPr="003A00DA" w:rsidRDefault="002A5242" w:rsidP="00CC041C">
            <w:pPr>
              <w:rPr>
                <w:szCs w:val="24"/>
              </w:rPr>
            </w:pPr>
          </w:p>
          <w:p w14:paraId="60360B4F" w14:textId="77777777" w:rsidR="002A5242" w:rsidRPr="003A00DA" w:rsidRDefault="002A5242" w:rsidP="00CC041C">
            <w:pPr>
              <w:rPr>
                <w:szCs w:val="24"/>
              </w:rPr>
            </w:pPr>
          </w:p>
          <w:p w14:paraId="145CB131" w14:textId="77777777" w:rsidR="002A5242" w:rsidRPr="003A00DA" w:rsidRDefault="002A5242" w:rsidP="00CC041C">
            <w:pPr>
              <w:rPr>
                <w:szCs w:val="24"/>
              </w:rPr>
            </w:pPr>
          </w:p>
          <w:p w14:paraId="11054537" w14:textId="77777777" w:rsidR="00DD6748" w:rsidRPr="003A00DA" w:rsidRDefault="00DD6748" w:rsidP="00CC041C">
            <w:pPr>
              <w:rPr>
                <w:szCs w:val="24"/>
              </w:rPr>
            </w:pPr>
          </w:p>
          <w:p w14:paraId="123CFBB7" w14:textId="77777777" w:rsidR="00DD6748" w:rsidRPr="003A00DA" w:rsidRDefault="00DD6748" w:rsidP="00CC041C">
            <w:pPr>
              <w:rPr>
                <w:szCs w:val="24"/>
              </w:rPr>
            </w:pPr>
          </w:p>
          <w:p w14:paraId="43064FF6" w14:textId="77777777" w:rsidR="002A5242" w:rsidRPr="003A00DA" w:rsidRDefault="002A5242" w:rsidP="00CC041C">
            <w:pPr>
              <w:rPr>
                <w:szCs w:val="24"/>
              </w:rPr>
            </w:pPr>
          </w:p>
          <w:p w14:paraId="64365BD1" w14:textId="77777777" w:rsidR="002A5242" w:rsidRPr="003A00DA" w:rsidRDefault="002A5242" w:rsidP="00CC041C">
            <w:pPr>
              <w:rPr>
                <w:szCs w:val="24"/>
              </w:rPr>
            </w:pPr>
          </w:p>
        </w:tc>
      </w:tr>
    </w:tbl>
    <w:p w14:paraId="42B2A67B" w14:textId="77777777" w:rsidR="002A5242" w:rsidRPr="003A00DA" w:rsidRDefault="002A5242" w:rsidP="002A5242">
      <w:pPr>
        <w:pStyle w:val="Body"/>
        <w:rPr>
          <w:b/>
          <w:szCs w:val="24"/>
        </w:rPr>
      </w:pPr>
    </w:p>
    <w:p w14:paraId="5AA98FB4" w14:textId="77777777" w:rsidR="002A5242" w:rsidRPr="003A00DA" w:rsidRDefault="002A5242" w:rsidP="002A5242">
      <w:pPr>
        <w:pStyle w:val="Body"/>
        <w:numPr>
          <w:ilvl w:val="0"/>
          <w:numId w:val="20"/>
        </w:numPr>
        <w:rPr>
          <w:b/>
          <w:szCs w:val="24"/>
        </w:rPr>
      </w:pPr>
      <w:r w:rsidRPr="003A00DA">
        <w:rPr>
          <w:szCs w:val="24"/>
        </w:rPr>
        <w:t>Why is confidentiality of results important for a laboratory?</w:t>
      </w:r>
    </w:p>
    <w:tbl>
      <w:tblPr>
        <w:tblStyle w:val="TableGrid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060"/>
      </w:tblGrid>
      <w:tr w:rsidR="002A5242" w:rsidRPr="003A00DA" w14:paraId="7A33B72A" w14:textId="77777777" w:rsidTr="00CC0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shd w:val="clear" w:color="auto" w:fill="auto"/>
          </w:tcPr>
          <w:p w14:paraId="35FAD01F" w14:textId="77777777" w:rsidR="002A5242" w:rsidRPr="003A00DA" w:rsidRDefault="002A5242" w:rsidP="00CC041C">
            <w:pPr>
              <w:rPr>
                <w:szCs w:val="24"/>
              </w:rPr>
            </w:pPr>
          </w:p>
          <w:p w14:paraId="720F0608" w14:textId="77777777" w:rsidR="002A5242" w:rsidRPr="003A00DA" w:rsidRDefault="002A5242" w:rsidP="00CC041C">
            <w:pPr>
              <w:rPr>
                <w:szCs w:val="24"/>
              </w:rPr>
            </w:pPr>
          </w:p>
          <w:p w14:paraId="456759C4" w14:textId="77777777" w:rsidR="002A5242" w:rsidRPr="003A00DA" w:rsidRDefault="002A5242" w:rsidP="00CC041C">
            <w:pPr>
              <w:rPr>
                <w:szCs w:val="24"/>
              </w:rPr>
            </w:pPr>
          </w:p>
          <w:p w14:paraId="28EB8D98" w14:textId="77777777" w:rsidR="002A5242" w:rsidRPr="003A00DA" w:rsidRDefault="002A5242" w:rsidP="00CC041C">
            <w:pPr>
              <w:rPr>
                <w:szCs w:val="24"/>
              </w:rPr>
            </w:pPr>
          </w:p>
          <w:p w14:paraId="6FA3CE71" w14:textId="77777777" w:rsidR="002A5242" w:rsidRPr="003A00DA" w:rsidRDefault="002A5242" w:rsidP="00CC041C">
            <w:pPr>
              <w:rPr>
                <w:szCs w:val="24"/>
              </w:rPr>
            </w:pPr>
          </w:p>
        </w:tc>
      </w:tr>
    </w:tbl>
    <w:p w14:paraId="2D06B8AD" w14:textId="77777777" w:rsidR="002A5242" w:rsidRPr="003A00DA" w:rsidRDefault="002A5242" w:rsidP="002A5242">
      <w:pPr>
        <w:pStyle w:val="ListParagraph"/>
        <w:rPr>
          <w:b/>
          <w:szCs w:val="24"/>
        </w:rPr>
      </w:pPr>
    </w:p>
    <w:p w14:paraId="75E78668" w14:textId="77777777" w:rsidR="002A5242" w:rsidRPr="003A00DA" w:rsidRDefault="002A5242" w:rsidP="002A5242">
      <w:pPr>
        <w:pStyle w:val="Body"/>
        <w:numPr>
          <w:ilvl w:val="0"/>
          <w:numId w:val="20"/>
        </w:numPr>
        <w:rPr>
          <w:b/>
          <w:szCs w:val="24"/>
        </w:rPr>
      </w:pPr>
      <w:r w:rsidRPr="003A00DA">
        <w:rPr>
          <w:szCs w:val="24"/>
        </w:rPr>
        <w:t>Why does the laboratory need to ensure all sample information is traceable?</w:t>
      </w:r>
    </w:p>
    <w:tbl>
      <w:tblPr>
        <w:tblStyle w:val="TableGrid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060"/>
      </w:tblGrid>
      <w:tr w:rsidR="002A5242" w:rsidRPr="003A00DA" w14:paraId="58D1E3FF" w14:textId="77777777" w:rsidTr="00CC0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shd w:val="clear" w:color="auto" w:fill="auto"/>
          </w:tcPr>
          <w:p w14:paraId="4E1C4183" w14:textId="77777777" w:rsidR="002A5242" w:rsidRPr="003A00DA" w:rsidRDefault="002A5242" w:rsidP="00CC041C">
            <w:pPr>
              <w:rPr>
                <w:szCs w:val="24"/>
              </w:rPr>
            </w:pPr>
          </w:p>
          <w:p w14:paraId="2D0A10A3" w14:textId="77777777" w:rsidR="002A5242" w:rsidRPr="003A00DA" w:rsidRDefault="002A5242" w:rsidP="00CC041C">
            <w:pPr>
              <w:rPr>
                <w:szCs w:val="24"/>
              </w:rPr>
            </w:pPr>
          </w:p>
          <w:p w14:paraId="48915FD1" w14:textId="77777777" w:rsidR="00DD6748" w:rsidRPr="003A00DA" w:rsidRDefault="00DD6748" w:rsidP="00CC041C">
            <w:pPr>
              <w:rPr>
                <w:szCs w:val="24"/>
              </w:rPr>
            </w:pPr>
          </w:p>
          <w:p w14:paraId="0C15A195" w14:textId="77777777" w:rsidR="00DD6748" w:rsidRPr="003A00DA" w:rsidRDefault="00DD6748" w:rsidP="00CC041C">
            <w:pPr>
              <w:rPr>
                <w:szCs w:val="24"/>
              </w:rPr>
            </w:pPr>
          </w:p>
          <w:p w14:paraId="762D1314" w14:textId="77777777" w:rsidR="002A5242" w:rsidRPr="003A00DA" w:rsidRDefault="002A5242" w:rsidP="00CC041C">
            <w:pPr>
              <w:rPr>
                <w:szCs w:val="24"/>
              </w:rPr>
            </w:pPr>
          </w:p>
          <w:p w14:paraId="3A41EC9D" w14:textId="77777777" w:rsidR="002A5242" w:rsidRPr="003A00DA" w:rsidRDefault="002A5242" w:rsidP="00CC041C">
            <w:pPr>
              <w:rPr>
                <w:szCs w:val="24"/>
              </w:rPr>
            </w:pPr>
          </w:p>
          <w:p w14:paraId="0E1F10BD" w14:textId="77777777" w:rsidR="002A5242" w:rsidRPr="003A00DA" w:rsidRDefault="002A5242" w:rsidP="00CC041C">
            <w:pPr>
              <w:rPr>
                <w:szCs w:val="24"/>
              </w:rPr>
            </w:pPr>
          </w:p>
        </w:tc>
      </w:tr>
    </w:tbl>
    <w:p w14:paraId="0D81957C" w14:textId="77777777" w:rsidR="002A5242" w:rsidRPr="003A00DA" w:rsidRDefault="002A5242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Cs w:val="24"/>
          <w:lang w:eastAsia="en-AU"/>
        </w:rPr>
      </w:pPr>
      <w:r w:rsidRPr="003A00DA">
        <w:rPr>
          <w:szCs w:val="24"/>
        </w:rPr>
        <w:br w:type="page"/>
      </w:r>
    </w:p>
    <w:p w14:paraId="71C15BD6" w14:textId="588F5375" w:rsidR="005F3DE3" w:rsidRDefault="005F3DE3" w:rsidP="005F3DE3">
      <w:pPr>
        <w:pStyle w:val="Heading2"/>
      </w:pPr>
      <w:r>
        <w:lastRenderedPageBreak/>
        <w:t>P</w:t>
      </w:r>
      <w:r w:rsidR="00CC6185">
        <w:t>art 3</w:t>
      </w:r>
      <w:r>
        <w:t>: Assessment Checklist</w:t>
      </w:r>
    </w:p>
    <w:p w14:paraId="3094730E" w14:textId="77777777" w:rsidR="00CB5703" w:rsidRDefault="005F3DE3" w:rsidP="005F3DE3">
      <w:pPr>
        <w:tabs>
          <w:tab w:val="clear" w:pos="284"/>
        </w:tabs>
        <w:spacing w:before="0" w:after="200" w:line="276" w:lineRule="auto"/>
      </w:pPr>
      <w:proofErr w:type="gramStart"/>
      <w:r>
        <w:t>The following checklist will be used by your assessor to mark your performance against the assessment criteria of your submitted</w:t>
      </w:r>
      <w:r w:rsidR="004A4F64">
        <w:t xml:space="preserve"> research</w:t>
      </w:r>
      <w:r w:rsidR="00DD6748">
        <w:t>, Part 1</w:t>
      </w:r>
      <w:proofErr w:type="gramEnd"/>
      <w:r>
        <w:t>. Use this checklist to understand what skills and/or knowledge you need to demonstrate</w:t>
      </w:r>
      <w:r w:rsidR="00DD6748">
        <w:t xml:space="preserve"> in your submission</w:t>
      </w:r>
      <w:r>
        <w:t xml:space="preserve">. All the criteria described in the Assessment Checklist </w:t>
      </w:r>
      <w:proofErr w:type="gramStart"/>
      <w:r>
        <w:t>must be met</w:t>
      </w:r>
      <w:proofErr w:type="gramEnd"/>
      <w:r>
        <w:t xml:space="preserve">. </w:t>
      </w:r>
    </w:p>
    <w:p w14:paraId="65F0EC0C" w14:textId="77777777" w:rsidR="00CB5703" w:rsidRDefault="00CB5703" w:rsidP="005F3DE3">
      <w:pPr>
        <w:tabs>
          <w:tab w:val="clear" w:pos="284"/>
        </w:tabs>
        <w:spacing w:before="0" w:after="200" w:line="276" w:lineRule="auto"/>
      </w:pPr>
    </w:p>
    <w:p w14:paraId="66B5787F" w14:textId="77777777" w:rsidR="00A0385E" w:rsidRDefault="00A0385E" w:rsidP="005F3DE3">
      <w:pPr>
        <w:tabs>
          <w:tab w:val="clear" w:pos="284"/>
        </w:tabs>
        <w:spacing w:before="0" w:after="200" w:line="276" w:lineRule="auto"/>
        <w:sectPr w:rsidR="00A0385E" w:rsidSect="00AF1D29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tbl>
      <w:tblPr>
        <w:tblStyle w:val="TableGrid"/>
        <w:tblW w:w="5066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</w:tblPr>
      <w:tblGrid>
        <w:gridCol w:w="1148"/>
        <w:gridCol w:w="3927"/>
        <w:gridCol w:w="913"/>
        <w:gridCol w:w="913"/>
        <w:gridCol w:w="913"/>
        <w:gridCol w:w="916"/>
        <w:gridCol w:w="865"/>
        <w:gridCol w:w="868"/>
        <w:gridCol w:w="3714"/>
      </w:tblGrid>
      <w:tr w:rsidR="00CB5703" w14:paraId="0B37E63B" w14:textId="77777777" w:rsidTr="002B47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05" w:type="pct"/>
            <w:vAlign w:val="top"/>
          </w:tcPr>
          <w:p w14:paraId="27C72CE9" w14:textId="77777777" w:rsidR="00CB5703" w:rsidRDefault="00CB5703" w:rsidP="009F198F">
            <w:pPr>
              <w:rPr>
                <w:lang w:eastAsia="en-AU"/>
              </w:rPr>
            </w:pPr>
            <w:r>
              <w:rPr>
                <w:lang w:eastAsia="en-AU"/>
              </w:rPr>
              <w:lastRenderedPageBreak/>
              <w:t>PART</w:t>
            </w:r>
          </w:p>
        </w:tc>
        <w:tc>
          <w:tcPr>
            <w:tcW w:w="1385" w:type="pct"/>
            <w:vAlign w:val="top"/>
          </w:tcPr>
          <w:p w14:paraId="1F12BC11" w14:textId="77777777" w:rsidR="00CB5703" w:rsidRDefault="00CB5703" w:rsidP="009F198F">
            <w:pPr>
              <w:rPr>
                <w:lang w:eastAsia="en-AU"/>
              </w:rPr>
            </w:pPr>
          </w:p>
        </w:tc>
        <w:tc>
          <w:tcPr>
            <w:tcW w:w="322" w:type="pct"/>
          </w:tcPr>
          <w:p w14:paraId="2CC58E5A" w14:textId="77777777" w:rsidR="00CB5703" w:rsidRPr="000D15AF" w:rsidRDefault="00CB5703" w:rsidP="009F198F">
            <w:pPr>
              <w:jc w:val="center"/>
              <w:rPr>
                <w:b w:val="0"/>
                <w:lang w:eastAsia="en-AU"/>
              </w:rPr>
            </w:pPr>
          </w:p>
        </w:tc>
        <w:tc>
          <w:tcPr>
            <w:tcW w:w="322" w:type="pct"/>
          </w:tcPr>
          <w:p w14:paraId="31F2D2AF" w14:textId="77777777" w:rsidR="00CB5703" w:rsidRPr="000D15AF" w:rsidRDefault="00CB5703" w:rsidP="009F198F">
            <w:pPr>
              <w:jc w:val="center"/>
              <w:rPr>
                <w:b w:val="0"/>
                <w:lang w:eastAsia="en-AU"/>
              </w:rPr>
            </w:pPr>
          </w:p>
        </w:tc>
        <w:tc>
          <w:tcPr>
            <w:tcW w:w="322" w:type="pct"/>
          </w:tcPr>
          <w:p w14:paraId="4B89620F" w14:textId="77777777" w:rsidR="00CB5703" w:rsidRPr="000D15AF" w:rsidRDefault="00CB5703" w:rsidP="009F198F">
            <w:pPr>
              <w:jc w:val="center"/>
              <w:rPr>
                <w:b w:val="0"/>
                <w:lang w:eastAsia="en-AU"/>
              </w:rPr>
            </w:pPr>
          </w:p>
        </w:tc>
        <w:tc>
          <w:tcPr>
            <w:tcW w:w="323" w:type="pct"/>
          </w:tcPr>
          <w:p w14:paraId="7083B529" w14:textId="77777777" w:rsidR="00CB5703" w:rsidRPr="000D15AF" w:rsidRDefault="00CB5703" w:rsidP="009F198F">
            <w:pPr>
              <w:jc w:val="center"/>
              <w:rPr>
                <w:lang w:eastAsia="en-AU"/>
              </w:rPr>
            </w:pPr>
          </w:p>
        </w:tc>
        <w:tc>
          <w:tcPr>
            <w:tcW w:w="305" w:type="pct"/>
          </w:tcPr>
          <w:p w14:paraId="07C9CC53" w14:textId="77777777" w:rsidR="00CB5703" w:rsidRPr="000D15AF" w:rsidRDefault="00CB5703" w:rsidP="009F198F">
            <w:pPr>
              <w:jc w:val="center"/>
              <w:rPr>
                <w:b w:val="0"/>
                <w:lang w:eastAsia="en-AU"/>
              </w:rPr>
            </w:pPr>
          </w:p>
        </w:tc>
        <w:tc>
          <w:tcPr>
            <w:tcW w:w="306" w:type="pct"/>
          </w:tcPr>
          <w:p w14:paraId="63B04B51" w14:textId="77777777" w:rsidR="00CB5703" w:rsidRPr="000D15AF" w:rsidRDefault="00CB5703" w:rsidP="009F198F">
            <w:pPr>
              <w:jc w:val="center"/>
              <w:rPr>
                <w:lang w:eastAsia="en-AU"/>
              </w:rPr>
            </w:pPr>
          </w:p>
        </w:tc>
        <w:tc>
          <w:tcPr>
            <w:tcW w:w="1310" w:type="pct"/>
          </w:tcPr>
          <w:p w14:paraId="7D4640FB" w14:textId="77777777" w:rsidR="00CB5703" w:rsidRDefault="00CB5703" w:rsidP="009F198F">
            <w:pPr>
              <w:rPr>
                <w:lang w:eastAsia="en-AU"/>
              </w:rPr>
            </w:pPr>
            <w:r>
              <w:rPr>
                <w:lang w:eastAsia="en-AU"/>
              </w:rPr>
              <w:t>Assessor Comments</w:t>
            </w:r>
          </w:p>
        </w:tc>
      </w:tr>
      <w:tr w:rsidR="00CB5703" w:rsidRPr="005F340F" w14:paraId="71A1BC02" w14:textId="77777777" w:rsidTr="00A038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05" w:type="pct"/>
            <w:vAlign w:val="top"/>
          </w:tcPr>
          <w:p w14:paraId="7A882173" w14:textId="77777777" w:rsidR="00CB5703" w:rsidRDefault="00CB5703" w:rsidP="009F198F">
            <w:pPr>
              <w:rPr>
                <w:lang w:eastAsia="en-AU"/>
              </w:rPr>
            </w:pPr>
          </w:p>
        </w:tc>
        <w:tc>
          <w:tcPr>
            <w:tcW w:w="1385" w:type="pct"/>
            <w:vAlign w:val="top"/>
          </w:tcPr>
          <w:p w14:paraId="53782593" w14:textId="39F42CF6" w:rsidR="00CB5703" w:rsidRPr="00B83F76" w:rsidRDefault="00A0385E" w:rsidP="009F198F">
            <w:pPr>
              <w:rPr>
                <w:lang w:eastAsia="en-AU"/>
              </w:rPr>
            </w:pPr>
            <w:r>
              <w:rPr>
                <w:lang w:eastAsia="en-AU"/>
              </w:rPr>
              <w:t>Test</w:t>
            </w:r>
          </w:p>
        </w:tc>
        <w:tc>
          <w:tcPr>
            <w:tcW w:w="644" w:type="pct"/>
            <w:gridSpan w:val="2"/>
            <w:shd w:val="clear" w:color="auto" w:fill="FFFFFF" w:themeFill="background1"/>
          </w:tcPr>
          <w:p w14:paraId="4346485A" w14:textId="77777777" w:rsidR="00CB5703" w:rsidRDefault="00CB5703" w:rsidP="009F198F">
            <w:pPr>
              <w:rPr>
                <w:b w:val="0"/>
                <w:color w:val="auto"/>
                <w:lang w:eastAsia="en-AU"/>
              </w:rPr>
            </w:pPr>
            <w:r w:rsidRPr="00836591">
              <w:rPr>
                <w:b w:val="0"/>
                <w:color w:val="auto"/>
                <w:lang w:eastAsia="en-AU"/>
              </w:rPr>
              <w:t>1.</w:t>
            </w:r>
          </w:p>
          <w:p w14:paraId="7A527743" w14:textId="77777777" w:rsidR="00CB5703" w:rsidRPr="00836591" w:rsidRDefault="00CB5703" w:rsidP="009F198F">
            <w:pPr>
              <w:rPr>
                <w:b w:val="0"/>
                <w:color w:val="auto"/>
                <w:lang w:eastAsia="en-AU"/>
              </w:rPr>
            </w:pPr>
          </w:p>
        </w:tc>
        <w:tc>
          <w:tcPr>
            <w:tcW w:w="645" w:type="pct"/>
            <w:gridSpan w:val="2"/>
            <w:shd w:val="clear" w:color="auto" w:fill="FFFFFF" w:themeFill="background1"/>
          </w:tcPr>
          <w:p w14:paraId="48B64BFC" w14:textId="77777777" w:rsidR="00CB5703" w:rsidRPr="00836591" w:rsidRDefault="00CB5703" w:rsidP="009F198F">
            <w:pPr>
              <w:rPr>
                <w:b w:val="0"/>
                <w:color w:val="auto"/>
                <w:lang w:eastAsia="en-AU"/>
              </w:rPr>
            </w:pPr>
            <w:r w:rsidRPr="00836591">
              <w:rPr>
                <w:b w:val="0"/>
                <w:color w:val="auto"/>
                <w:lang w:eastAsia="en-AU"/>
              </w:rPr>
              <w:t>2.</w:t>
            </w:r>
          </w:p>
          <w:p w14:paraId="148DEC20" w14:textId="77777777" w:rsidR="00CB5703" w:rsidRPr="00836591" w:rsidRDefault="00CB5703" w:rsidP="009F198F">
            <w:pPr>
              <w:rPr>
                <w:b w:val="0"/>
                <w:color w:val="auto"/>
                <w:lang w:eastAsia="en-AU"/>
              </w:rPr>
            </w:pPr>
          </w:p>
        </w:tc>
        <w:tc>
          <w:tcPr>
            <w:tcW w:w="611" w:type="pct"/>
            <w:gridSpan w:val="2"/>
            <w:shd w:val="clear" w:color="auto" w:fill="FFFFFF" w:themeFill="background1"/>
          </w:tcPr>
          <w:p w14:paraId="23A8387B" w14:textId="77777777" w:rsidR="00CB5703" w:rsidRPr="00836591" w:rsidRDefault="00CB5703" w:rsidP="009F198F">
            <w:pPr>
              <w:rPr>
                <w:b w:val="0"/>
                <w:color w:val="auto"/>
                <w:lang w:eastAsia="en-AU"/>
              </w:rPr>
            </w:pPr>
            <w:r w:rsidRPr="00836591">
              <w:rPr>
                <w:b w:val="0"/>
                <w:color w:val="auto"/>
                <w:lang w:eastAsia="en-AU"/>
              </w:rPr>
              <w:t>3.</w:t>
            </w:r>
          </w:p>
          <w:p w14:paraId="078B8AA6" w14:textId="77777777" w:rsidR="00CB5703" w:rsidRPr="00836591" w:rsidRDefault="00CB5703" w:rsidP="009F198F">
            <w:pPr>
              <w:rPr>
                <w:b w:val="0"/>
                <w:color w:val="auto"/>
                <w:lang w:eastAsia="en-AU"/>
              </w:rPr>
            </w:pPr>
          </w:p>
        </w:tc>
        <w:tc>
          <w:tcPr>
            <w:tcW w:w="1310" w:type="pct"/>
            <w:shd w:val="clear" w:color="auto" w:fill="FFFFFF" w:themeFill="background1"/>
          </w:tcPr>
          <w:p w14:paraId="0F52AC1E" w14:textId="77777777" w:rsidR="00CB5703" w:rsidRPr="005F340F" w:rsidRDefault="00CB5703" w:rsidP="009F198F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0D15AF"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  <w:t xml:space="preserve">Date of </w:t>
            </w:r>
            <w:r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  <w:t>Submission</w:t>
            </w:r>
            <w:r w:rsidRPr="000D15AF"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  <w:t>:</w:t>
            </w:r>
          </w:p>
        </w:tc>
      </w:tr>
      <w:tr w:rsidR="00CB5703" w14:paraId="406639FA" w14:textId="77777777" w:rsidTr="00A038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05" w:type="pct"/>
            <w:vAlign w:val="top"/>
          </w:tcPr>
          <w:p w14:paraId="64B69302" w14:textId="77777777" w:rsidR="00CB5703" w:rsidRDefault="00CB5703" w:rsidP="009F198F">
            <w:pPr>
              <w:rPr>
                <w:lang w:eastAsia="en-AU"/>
              </w:rPr>
            </w:pPr>
          </w:p>
        </w:tc>
        <w:tc>
          <w:tcPr>
            <w:tcW w:w="1385" w:type="pct"/>
            <w:vAlign w:val="top"/>
          </w:tcPr>
          <w:p w14:paraId="4B329E59" w14:textId="77777777" w:rsidR="00CB5703" w:rsidRDefault="00CB5703" w:rsidP="009F198F">
            <w:pPr>
              <w:rPr>
                <w:lang w:eastAsia="en-AU"/>
              </w:rPr>
            </w:pPr>
          </w:p>
        </w:tc>
        <w:tc>
          <w:tcPr>
            <w:tcW w:w="322" w:type="pct"/>
          </w:tcPr>
          <w:p w14:paraId="6FF1A860" w14:textId="77777777" w:rsidR="00CB5703" w:rsidRPr="005F340F" w:rsidRDefault="00CB5703" w:rsidP="009F198F">
            <w:pPr>
              <w:jc w:val="center"/>
              <w:rPr>
                <w:lang w:eastAsia="en-AU"/>
              </w:rPr>
            </w:pPr>
            <w:r w:rsidRPr="005F340F">
              <w:rPr>
                <w:lang w:eastAsia="en-AU"/>
              </w:rPr>
              <w:t>S</w:t>
            </w:r>
          </w:p>
        </w:tc>
        <w:tc>
          <w:tcPr>
            <w:tcW w:w="322" w:type="pct"/>
          </w:tcPr>
          <w:p w14:paraId="24D5683B" w14:textId="77777777" w:rsidR="00CB5703" w:rsidRPr="005F340F" w:rsidRDefault="00CB5703" w:rsidP="009F198F">
            <w:pPr>
              <w:jc w:val="center"/>
              <w:rPr>
                <w:lang w:eastAsia="en-AU"/>
              </w:rPr>
            </w:pPr>
            <w:r w:rsidRPr="005F340F">
              <w:rPr>
                <w:lang w:eastAsia="en-AU"/>
              </w:rPr>
              <w:t>US</w:t>
            </w:r>
          </w:p>
        </w:tc>
        <w:tc>
          <w:tcPr>
            <w:tcW w:w="322" w:type="pct"/>
          </w:tcPr>
          <w:p w14:paraId="2A0C74EE" w14:textId="77777777" w:rsidR="00CB5703" w:rsidRPr="005F340F" w:rsidRDefault="00CB5703" w:rsidP="009F198F">
            <w:pPr>
              <w:jc w:val="center"/>
              <w:rPr>
                <w:lang w:eastAsia="en-AU"/>
              </w:rPr>
            </w:pPr>
            <w:r w:rsidRPr="005F340F">
              <w:rPr>
                <w:lang w:eastAsia="en-AU"/>
              </w:rPr>
              <w:t>S</w:t>
            </w:r>
          </w:p>
        </w:tc>
        <w:tc>
          <w:tcPr>
            <w:tcW w:w="323" w:type="pct"/>
          </w:tcPr>
          <w:p w14:paraId="3AEE8B9A" w14:textId="77777777" w:rsidR="00CB5703" w:rsidRPr="000D15AF" w:rsidRDefault="00CB5703" w:rsidP="009F198F">
            <w:pPr>
              <w:jc w:val="center"/>
              <w:rPr>
                <w:lang w:eastAsia="en-AU"/>
              </w:rPr>
            </w:pPr>
            <w:r>
              <w:rPr>
                <w:lang w:eastAsia="en-AU"/>
              </w:rPr>
              <w:t>US</w:t>
            </w:r>
          </w:p>
        </w:tc>
        <w:tc>
          <w:tcPr>
            <w:tcW w:w="305" w:type="pct"/>
          </w:tcPr>
          <w:p w14:paraId="6C6E752D" w14:textId="77777777" w:rsidR="00CB5703" w:rsidRPr="000D15AF" w:rsidRDefault="00CB5703" w:rsidP="009F198F">
            <w:pPr>
              <w:jc w:val="center"/>
              <w:rPr>
                <w:b w:val="0"/>
                <w:lang w:eastAsia="en-AU"/>
              </w:rPr>
            </w:pPr>
            <w:r>
              <w:rPr>
                <w:b w:val="0"/>
                <w:lang w:eastAsia="en-AU"/>
              </w:rPr>
              <w:t>S</w:t>
            </w:r>
          </w:p>
        </w:tc>
        <w:tc>
          <w:tcPr>
            <w:tcW w:w="306" w:type="pct"/>
          </w:tcPr>
          <w:p w14:paraId="64921E34" w14:textId="77777777" w:rsidR="00CB5703" w:rsidRPr="000D15AF" w:rsidRDefault="00CB5703" w:rsidP="009F198F">
            <w:pPr>
              <w:jc w:val="center"/>
              <w:rPr>
                <w:lang w:eastAsia="en-AU"/>
              </w:rPr>
            </w:pPr>
            <w:r>
              <w:rPr>
                <w:lang w:eastAsia="en-AU"/>
              </w:rPr>
              <w:t>US</w:t>
            </w:r>
          </w:p>
        </w:tc>
        <w:tc>
          <w:tcPr>
            <w:tcW w:w="1310" w:type="pct"/>
          </w:tcPr>
          <w:p w14:paraId="549DAF98" w14:textId="77777777" w:rsidR="00CB5703" w:rsidRDefault="00CB5703" w:rsidP="009F198F">
            <w:pPr>
              <w:rPr>
                <w:lang w:eastAsia="en-AU"/>
              </w:rPr>
            </w:pPr>
          </w:p>
        </w:tc>
      </w:tr>
      <w:tr w:rsidR="00CB5703" w14:paraId="0A9F134E" w14:textId="77777777" w:rsidTr="00A0385E">
        <w:trPr>
          <w:trHeight w:val="589"/>
        </w:trPr>
        <w:tc>
          <w:tcPr>
            <w:tcW w:w="405" w:type="pct"/>
            <w:vAlign w:val="top"/>
          </w:tcPr>
          <w:p w14:paraId="2CCB0AE8" w14:textId="77777777" w:rsidR="00CB5703" w:rsidRPr="00547DC8" w:rsidRDefault="00CB5703" w:rsidP="009F198F">
            <w:pPr>
              <w:pStyle w:val="Body"/>
              <w:rPr>
                <w:sz w:val="22"/>
                <w:szCs w:val="22"/>
                <w:lang w:eastAsia="en-AU"/>
              </w:rPr>
            </w:pPr>
            <w:r w:rsidRPr="00547DC8">
              <w:rPr>
                <w:sz w:val="22"/>
                <w:szCs w:val="22"/>
                <w:lang w:eastAsia="en-AU"/>
              </w:rPr>
              <w:t>1</w:t>
            </w:r>
          </w:p>
        </w:tc>
        <w:tc>
          <w:tcPr>
            <w:tcW w:w="1385" w:type="pct"/>
            <w:vAlign w:val="top"/>
          </w:tcPr>
          <w:p w14:paraId="046E2D04" w14:textId="7596B7C2" w:rsidR="00CB5703" w:rsidRPr="00A87F70" w:rsidRDefault="003B5CB9" w:rsidP="003B5CB9">
            <w:pPr>
              <w:pStyle w:val="Body"/>
              <w:ind w:left="284" w:hanging="284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Part A</w:t>
            </w:r>
            <w:r w:rsidR="00CB5703" w:rsidRPr="00A87F70">
              <w:rPr>
                <w:sz w:val="22"/>
                <w:szCs w:val="22"/>
                <w:lang w:eastAsia="en-AU"/>
              </w:rPr>
              <w:t xml:space="preserve"> research report:</w:t>
            </w:r>
          </w:p>
        </w:tc>
        <w:tc>
          <w:tcPr>
            <w:tcW w:w="322" w:type="pct"/>
          </w:tcPr>
          <w:p w14:paraId="11C1B7EA" w14:textId="77777777" w:rsidR="00CB5703" w:rsidRPr="00454FB7" w:rsidRDefault="00CB5703" w:rsidP="009F198F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2" w:type="pct"/>
          </w:tcPr>
          <w:p w14:paraId="4FB94E18" w14:textId="77777777" w:rsidR="00CB5703" w:rsidRPr="00454FB7" w:rsidRDefault="00CB5703" w:rsidP="009F198F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2" w:type="pct"/>
          </w:tcPr>
          <w:p w14:paraId="12F5D081" w14:textId="77777777" w:rsidR="00CB5703" w:rsidRPr="00454FB7" w:rsidRDefault="00CB5703" w:rsidP="009F198F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3" w:type="pct"/>
          </w:tcPr>
          <w:p w14:paraId="7B4C99E9" w14:textId="77777777" w:rsidR="00CB5703" w:rsidRPr="00454FB7" w:rsidRDefault="00CB5703" w:rsidP="009F198F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05" w:type="pct"/>
          </w:tcPr>
          <w:p w14:paraId="44B97090" w14:textId="77777777" w:rsidR="00CB5703" w:rsidRPr="00454FB7" w:rsidRDefault="00CB5703" w:rsidP="009F198F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06" w:type="pct"/>
          </w:tcPr>
          <w:p w14:paraId="192013F7" w14:textId="77777777" w:rsidR="00CB5703" w:rsidRPr="00454FB7" w:rsidRDefault="00CB5703" w:rsidP="009F198F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10" w:type="pct"/>
          </w:tcPr>
          <w:p w14:paraId="7EAAA16D" w14:textId="77777777" w:rsidR="00CB5703" w:rsidRDefault="00CB5703" w:rsidP="009F198F">
            <w:pPr>
              <w:pStyle w:val="Body"/>
              <w:spacing w:before="60" w:after="60" w:line="240" w:lineRule="auto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0D15AF"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  <w:t xml:space="preserve">Assessors are to record their observations in sufficient detail to demonstrate their </w:t>
            </w:r>
            <w:r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  <w:t xml:space="preserve">judgement of the </w:t>
            </w:r>
            <w:proofErr w:type="spellStart"/>
            <w:r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  <w:t>students</w:t>
            </w:r>
            <w:proofErr w:type="spellEnd"/>
            <w:r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  <w:t xml:space="preserve"> </w:t>
            </w:r>
            <w:r w:rsidRPr="000D15AF"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  <w:t>performance against the criteria</w:t>
            </w:r>
          </w:p>
          <w:p w14:paraId="58F6AEDC" w14:textId="36765034" w:rsidR="00CB5703" w:rsidRDefault="00CB5703" w:rsidP="009F198F">
            <w:pPr>
              <w:pStyle w:val="Body"/>
              <w:spacing w:before="60" w:after="60" w:line="240" w:lineRule="auto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A0385E" w:rsidRPr="006708C0" w14:paraId="41E71DC3" w14:textId="77777777" w:rsidTr="00A0385E">
        <w:tc>
          <w:tcPr>
            <w:tcW w:w="405" w:type="pct"/>
            <w:vAlign w:val="top"/>
          </w:tcPr>
          <w:p w14:paraId="13B44199" w14:textId="0092BAF2" w:rsidR="00A0385E" w:rsidRPr="00547DC8" w:rsidRDefault="00A0385E" w:rsidP="00A0385E">
            <w:pPr>
              <w:pStyle w:val="Body"/>
              <w:rPr>
                <w:sz w:val="22"/>
                <w:szCs w:val="22"/>
                <w:lang w:eastAsia="en-AU"/>
              </w:rPr>
            </w:pPr>
            <w:r w:rsidRPr="00547DC8">
              <w:rPr>
                <w:sz w:val="22"/>
                <w:szCs w:val="22"/>
                <w:lang w:eastAsia="en-AU"/>
              </w:rPr>
              <w:t>1.1</w:t>
            </w:r>
          </w:p>
        </w:tc>
        <w:tc>
          <w:tcPr>
            <w:tcW w:w="1385" w:type="pct"/>
            <w:vAlign w:val="top"/>
          </w:tcPr>
          <w:p w14:paraId="05454F25" w14:textId="4B52474E" w:rsidR="00A0385E" w:rsidRPr="00F345EB" w:rsidRDefault="00A0385E" w:rsidP="00A0385E">
            <w:pPr>
              <w:pStyle w:val="Body"/>
              <w:tabs>
                <w:tab w:val="clear" w:pos="284"/>
              </w:tabs>
              <w:spacing w:before="60" w:after="60" w:line="240" w:lineRule="auto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identifies</w:t>
            </w:r>
            <w:r w:rsidRPr="00A87F70">
              <w:rPr>
                <w:sz w:val="22"/>
                <w:szCs w:val="22"/>
                <w:lang w:eastAsia="en-AU"/>
              </w:rPr>
              <w:t xml:space="preserve"> the three tes</w:t>
            </w:r>
            <w:r>
              <w:rPr>
                <w:sz w:val="22"/>
                <w:szCs w:val="22"/>
                <w:lang w:eastAsia="en-AU"/>
              </w:rPr>
              <w:t>ts in the table provided in the Specific Task Instructions</w:t>
            </w:r>
          </w:p>
        </w:tc>
        <w:tc>
          <w:tcPr>
            <w:tcW w:w="322" w:type="pct"/>
          </w:tcPr>
          <w:p w14:paraId="4EF9F9A2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2" w:type="pct"/>
          </w:tcPr>
          <w:p w14:paraId="66EAA8B8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2" w:type="pct"/>
          </w:tcPr>
          <w:p w14:paraId="5357981F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3" w:type="pct"/>
          </w:tcPr>
          <w:p w14:paraId="6273D213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05" w:type="pct"/>
          </w:tcPr>
          <w:p w14:paraId="104F0390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06" w:type="pct"/>
          </w:tcPr>
          <w:p w14:paraId="42486AED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10" w:type="pct"/>
          </w:tcPr>
          <w:p w14:paraId="6F3AE81A" w14:textId="73EF9FD2" w:rsidR="00A0385E" w:rsidRPr="006708C0" w:rsidRDefault="00A0385E" w:rsidP="00A0385E">
            <w:pPr>
              <w:pStyle w:val="Body"/>
              <w:spacing w:before="60" w:after="60" w:line="240" w:lineRule="auto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</w:tr>
      <w:tr w:rsidR="00A0385E" w:rsidRPr="009A672E" w14:paraId="2E241F79" w14:textId="77777777" w:rsidTr="002B47D9">
        <w:tc>
          <w:tcPr>
            <w:tcW w:w="405" w:type="pct"/>
            <w:vAlign w:val="top"/>
          </w:tcPr>
          <w:p w14:paraId="71341D71" w14:textId="0BE4F24F" w:rsidR="00A0385E" w:rsidRPr="00547DC8" w:rsidRDefault="00110602" w:rsidP="00A0385E">
            <w:pPr>
              <w:pStyle w:val="Body"/>
              <w:rPr>
                <w:sz w:val="22"/>
                <w:szCs w:val="22"/>
                <w:lang w:eastAsia="en-AU"/>
              </w:rPr>
            </w:pPr>
            <w:r w:rsidRPr="00547DC8">
              <w:rPr>
                <w:sz w:val="22"/>
                <w:szCs w:val="22"/>
                <w:lang w:eastAsia="en-AU"/>
              </w:rPr>
              <w:t>1.2</w:t>
            </w:r>
          </w:p>
        </w:tc>
        <w:tc>
          <w:tcPr>
            <w:tcW w:w="1385" w:type="pct"/>
            <w:vAlign w:val="top"/>
          </w:tcPr>
          <w:p w14:paraId="775A594E" w14:textId="31E5D26D" w:rsidR="00A0385E" w:rsidRPr="00A87F70" w:rsidRDefault="00A0385E" w:rsidP="00A0385E">
            <w:pPr>
              <w:pStyle w:val="Body"/>
              <w:tabs>
                <w:tab w:val="clear" w:pos="284"/>
              </w:tabs>
              <w:ind w:left="-7" w:firstLine="7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discusses s</w:t>
            </w:r>
            <w:r w:rsidRPr="001F2226">
              <w:rPr>
                <w:sz w:val="22"/>
                <w:szCs w:val="22"/>
              </w:rPr>
              <w:t>ample preparation required for the test</w:t>
            </w:r>
          </w:p>
        </w:tc>
        <w:tc>
          <w:tcPr>
            <w:tcW w:w="322" w:type="pct"/>
          </w:tcPr>
          <w:p w14:paraId="6020FCD8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2" w:type="pct"/>
          </w:tcPr>
          <w:p w14:paraId="6C90DFE1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2" w:type="pct"/>
          </w:tcPr>
          <w:p w14:paraId="0CE9ACC8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3" w:type="pct"/>
          </w:tcPr>
          <w:p w14:paraId="7B9639D0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05" w:type="pct"/>
          </w:tcPr>
          <w:p w14:paraId="4D34D381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06" w:type="pct"/>
          </w:tcPr>
          <w:p w14:paraId="7EA2C7E9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10" w:type="pct"/>
          </w:tcPr>
          <w:p w14:paraId="45DC43DC" w14:textId="28F2FF6F" w:rsidR="00A0385E" w:rsidRPr="009A672E" w:rsidRDefault="00A0385E" w:rsidP="00A0385E">
            <w:pPr>
              <w:pStyle w:val="Body"/>
              <w:spacing w:line="240" w:lineRule="auto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</w:tr>
      <w:tr w:rsidR="00A0385E" w:rsidRPr="006708C0" w14:paraId="3B841B6A" w14:textId="77777777" w:rsidTr="002B47D9">
        <w:tc>
          <w:tcPr>
            <w:tcW w:w="405" w:type="pct"/>
            <w:vAlign w:val="top"/>
          </w:tcPr>
          <w:p w14:paraId="3AD8228C" w14:textId="76A8A4E3" w:rsidR="00A0385E" w:rsidRPr="00547DC8" w:rsidRDefault="00110602" w:rsidP="00A0385E">
            <w:pPr>
              <w:pStyle w:val="Body"/>
              <w:rPr>
                <w:sz w:val="22"/>
                <w:szCs w:val="22"/>
                <w:lang w:eastAsia="en-AU"/>
              </w:rPr>
            </w:pPr>
            <w:r w:rsidRPr="00547DC8">
              <w:rPr>
                <w:sz w:val="22"/>
                <w:szCs w:val="22"/>
                <w:lang w:eastAsia="en-AU"/>
              </w:rPr>
              <w:t>1.3</w:t>
            </w:r>
          </w:p>
        </w:tc>
        <w:tc>
          <w:tcPr>
            <w:tcW w:w="1385" w:type="pct"/>
            <w:vAlign w:val="top"/>
          </w:tcPr>
          <w:p w14:paraId="10B23A8A" w14:textId="227CF585" w:rsidR="00A0385E" w:rsidRPr="00A87F70" w:rsidRDefault="00A0385E" w:rsidP="00A0385E">
            <w:pPr>
              <w:pStyle w:val="Body"/>
              <w:tabs>
                <w:tab w:val="clear" w:pos="284"/>
              </w:tabs>
              <w:spacing w:before="60" w:after="60" w:line="240" w:lineRule="auto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indicates d</w:t>
            </w:r>
            <w:r w:rsidRPr="001F2226">
              <w:rPr>
                <w:sz w:val="22"/>
                <w:szCs w:val="22"/>
              </w:rPr>
              <w:t>ocumentation required for pre-analysis and final results (this could be as a form placed with the Appendix)</w:t>
            </w:r>
          </w:p>
        </w:tc>
        <w:tc>
          <w:tcPr>
            <w:tcW w:w="322" w:type="pct"/>
          </w:tcPr>
          <w:p w14:paraId="207C8645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2" w:type="pct"/>
          </w:tcPr>
          <w:p w14:paraId="6437B924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2" w:type="pct"/>
          </w:tcPr>
          <w:p w14:paraId="48C67D22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3" w:type="pct"/>
          </w:tcPr>
          <w:p w14:paraId="01BB6024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05" w:type="pct"/>
          </w:tcPr>
          <w:p w14:paraId="0C63EFF1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06" w:type="pct"/>
          </w:tcPr>
          <w:p w14:paraId="70F8A021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10" w:type="pct"/>
          </w:tcPr>
          <w:p w14:paraId="0D240FF0" w14:textId="0D3E1640" w:rsidR="00A0385E" w:rsidRPr="006708C0" w:rsidRDefault="00A0385E" w:rsidP="00A0385E">
            <w:pPr>
              <w:pStyle w:val="Body"/>
              <w:spacing w:before="60" w:after="60" w:line="240" w:lineRule="auto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</w:tr>
      <w:tr w:rsidR="00A0385E" w:rsidRPr="006708C0" w14:paraId="38E76561" w14:textId="77777777" w:rsidTr="002B47D9">
        <w:tc>
          <w:tcPr>
            <w:tcW w:w="405" w:type="pct"/>
            <w:vAlign w:val="top"/>
          </w:tcPr>
          <w:p w14:paraId="561C984F" w14:textId="2A3F2344" w:rsidR="00A0385E" w:rsidRPr="00547DC8" w:rsidRDefault="00110602" w:rsidP="00A0385E">
            <w:pPr>
              <w:pStyle w:val="Body"/>
              <w:rPr>
                <w:sz w:val="22"/>
                <w:szCs w:val="22"/>
                <w:lang w:eastAsia="en-AU"/>
              </w:rPr>
            </w:pPr>
            <w:r w:rsidRPr="00547DC8">
              <w:rPr>
                <w:sz w:val="22"/>
                <w:szCs w:val="22"/>
                <w:lang w:eastAsia="en-AU"/>
              </w:rPr>
              <w:t>1.4</w:t>
            </w:r>
          </w:p>
        </w:tc>
        <w:tc>
          <w:tcPr>
            <w:tcW w:w="1385" w:type="pct"/>
            <w:vAlign w:val="top"/>
          </w:tcPr>
          <w:p w14:paraId="220BF0A2" w14:textId="6A1A23AA" w:rsidR="00A0385E" w:rsidRPr="00A87F70" w:rsidRDefault="00A0385E" w:rsidP="00A0385E">
            <w:pPr>
              <w:pStyle w:val="Body"/>
              <w:tabs>
                <w:tab w:val="clear" w:pos="284"/>
              </w:tabs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highlights s</w:t>
            </w:r>
            <w:r w:rsidRPr="001F2226">
              <w:rPr>
                <w:sz w:val="22"/>
                <w:szCs w:val="22"/>
              </w:rPr>
              <w:t>tandard preparation (if required)</w:t>
            </w:r>
            <w:r>
              <w:rPr>
                <w:sz w:val="22"/>
                <w:szCs w:val="22"/>
              </w:rPr>
              <w:t xml:space="preserve"> and calibration of equipment/instrument</w:t>
            </w:r>
          </w:p>
        </w:tc>
        <w:tc>
          <w:tcPr>
            <w:tcW w:w="322" w:type="pct"/>
          </w:tcPr>
          <w:p w14:paraId="3F1B39D6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2" w:type="pct"/>
          </w:tcPr>
          <w:p w14:paraId="1286AF6C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2" w:type="pct"/>
          </w:tcPr>
          <w:p w14:paraId="54046C31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3" w:type="pct"/>
          </w:tcPr>
          <w:p w14:paraId="48B78937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05" w:type="pct"/>
          </w:tcPr>
          <w:p w14:paraId="4417CEA8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06" w:type="pct"/>
          </w:tcPr>
          <w:p w14:paraId="605FEE67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10" w:type="pct"/>
          </w:tcPr>
          <w:p w14:paraId="5B49CA6C" w14:textId="21E84F52" w:rsidR="00A0385E" w:rsidRPr="006708C0" w:rsidRDefault="00A0385E" w:rsidP="00A0385E">
            <w:pPr>
              <w:pStyle w:val="Body"/>
              <w:spacing w:line="240" w:lineRule="auto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</w:tr>
      <w:tr w:rsidR="00A0385E" w:rsidRPr="006708C0" w14:paraId="7A028833" w14:textId="77777777" w:rsidTr="002B47D9">
        <w:tc>
          <w:tcPr>
            <w:tcW w:w="405" w:type="pct"/>
            <w:vAlign w:val="top"/>
          </w:tcPr>
          <w:p w14:paraId="20291368" w14:textId="42536E8A" w:rsidR="00A0385E" w:rsidRPr="00547DC8" w:rsidRDefault="00110602" w:rsidP="00A0385E">
            <w:pPr>
              <w:pStyle w:val="Body"/>
              <w:rPr>
                <w:sz w:val="22"/>
                <w:szCs w:val="22"/>
                <w:lang w:eastAsia="en-AU"/>
              </w:rPr>
            </w:pPr>
            <w:r w:rsidRPr="00547DC8">
              <w:rPr>
                <w:sz w:val="22"/>
                <w:szCs w:val="22"/>
                <w:lang w:eastAsia="en-AU"/>
              </w:rPr>
              <w:lastRenderedPageBreak/>
              <w:t>1.5</w:t>
            </w:r>
          </w:p>
        </w:tc>
        <w:tc>
          <w:tcPr>
            <w:tcW w:w="1385" w:type="pct"/>
            <w:vAlign w:val="top"/>
          </w:tcPr>
          <w:p w14:paraId="62DA3619" w14:textId="52E315DC" w:rsidR="00A0385E" w:rsidRPr="00A87F70" w:rsidRDefault="00A0385E" w:rsidP="00A0385E">
            <w:pPr>
              <w:pStyle w:val="Body"/>
              <w:tabs>
                <w:tab w:val="clear" w:pos="284"/>
              </w:tabs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discusses t</w:t>
            </w:r>
            <w:r w:rsidRPr="001F2226">
              <w:rPr>
                <w:sz w:val="22"/>
                <w:szCs w:val="22"/>
              </w:rPr>
              <w:t>he basic operational components of any testing equipment/instruments needed</w:t>
            </w:r>
          </w:p>
        </w:tc>
        <w:tc>
          <w:tcPr>
            <w:tcW w:w="322" w:type="pct"/>
          </w:tcPr>
          <w:p w14:paraId="685A5B8F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2" w:type="pct"/>
          </w:tcPr>
          <w:p w14:paraId="6D776E2A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2" w:type="pct"/>
          </w:tcPr>
          <w:p w14:paraId="19CA2CB5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3" w:type="pct"/>
          </w:tcPr>
          <w:p w14:paraId="7C21E182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05" w:type="pct"/>
          </w:tcPr>
          <w:p w14:paraId="3AD53C8D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06" w:type="pct"/>
          </w:tcPr>
          <w:p w14:paraId="2180BEAC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10" w:type="pct"/>
          </w:tcPr>
          <w:p w14:paraId="4D0954AE" w14:textId="6837CDDC" w:rsidR="00A0385E" w:rsidRPr="006708C0" w:rsidRDefault="00A0385E" w:rsidP="00A0385E">
            <w:pPr>
              <w:pStyle w:val="Body"/>
              <w:spacing w:before="60" w:after="60" w:line="240" w:lineRule="auto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</w:tr>
      <w:tr w:rsidR="00A0385E" w:rsidRPr="009A672E" w14:paraId="2D7E84BE" w14:textId="77777777" w:rsidTr="002B47D9">
        <w:tc>
          <w:tcPr>
            <w:tcW w:w="405" w:type="pct"/>
            <w:vAlign w:val="top"/>
          </w:tcPr>
          <w:p w14:paraId="4E30096F" w14:textId="2664E50F" w:rsidR="00A0385E" w:rsidRPr="00547DC8" w:rsidRDefault="00110602" w:rsidP="00A0385E">
            <w:pPr>
              <w:pStyle w:val="Body"/>
              <w:rPr>
                <w:sz w:val="22"/>
                <w:szCs w:val="22"/>
                <w:lang w:eastAsia="en-AU"/>
              </w:rPr>
            </w:pPr>
            <w:r w:rsidRPr="00547DC8">
              <w:rPr>
                <w:sz w:val="22"/>
                <w:szCs w:val="22"/>
                <w:lang w:eastAsia="en-AU"/>
              </w:rPr>
              <w:t>1.6</w:t>
            </w:r>
          </w:p>
        </w:tc>
        <w:tc>
          <w:tcPr>
            <w:tcW w:w="1385" w:type="pct"/>
            <w:vAlign w:val="top"/>
          </w:tcPr>
          <w:p w14:paraId="23E6B95F" w14:textId="0889BB54" w:rsidR="00A0385E" w:rsidRPr="00A87F70" w:rsidRDefault="00A0385E" w:rsidP="00A0385E">
            <w:pPr>
              <w:pStyle w:val="Body"/>
              <w:tabs>
                <w:tab w:val="clear" w:pos="284"/>
              </w:tabs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Identifies h</w:t>
            </w:r>
            <w:r w:rsidRPr="001F2226">
              <w:rPr>
                <w:sz w:val="22"/>
                <w:szCs w:val="22"/>
              </w:rPr>
              <w:t>azard identification for the chemical test</w:t>
            </w:r>
          </w:p>
        </w:tc>
        <w:tc>
          <w:tcPr>
            <w:tcW w:w="322" w:type="pct"/>
          </w:tcPr>
          <w:p w14:paraId="65624761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2" w:type="pct"/>
          </w:tcPr>
          <w:p w14:paraId="0659343A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2" w:type="pct"/>
          </w:tcPr>
          <w:p w14:paraId="27353C56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3" w:type="pct"/>
          </w:tcPr>
          <w:p w14:paraId="4058699D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05" w:type="pct"/>
          </w:tcPr>
          <w:p w14:paraId="1AD8729F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06" w:type="pct"/>
          </w:tcPr>
          <w:p w14:paraId="7CB1F548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10" w:type="pct"/>
          </w:tcPr>
          <w:p w14:paraId="0D0254DE" w14:textId="3FE15F4B" w:rsidR="00A0385E" w:rsidRPr="009A672E" w:rsidRDefault="00A0385E" w:rsidP="00A0385E">
            <w:pPr>
              <w:pStyle w:val="Body"/>
              <w:spacing w:before="60" w:after="60" w:line="240" w:lineRule="auto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</w:tr>
      <w:tr w:rsidR="00A0385E" w:rsidRPr="006708C0" w14:paraId="1C16485A" w14:textId="77777777" w:rsidTr="002B47D9">
        <w:tc>
          <w:tcPr>
            <w:tcW w:w="405" w:type="pct"/>
            <w:vAlign w:val="top"/>
          </w:tcPr>
          <w:p w14:paraId="69B73A6C" w14:textId="349F026C" w:rsidR="00A0385E" w:rsidRPr="00547DC8" w:rsidRDefault="00110602" w:rsidP="00A0385E">
            <w:pPr>
              <w:pStyle w:val="Body"/>
              <w:rPr>
                <w:sz w:val="22"/>
                <w:szCs w:val="22"/>
                <w:lang w:eastAsia="en-AU"/>
              </w:rPr>
            </w:pPr>
            <w:r w:rsidRPr="00547DC8">
              <w:rPr>
                <w:sz w:val="22"/>
                <w:szCs w:val="22"/>
                <w:lang w:eastAsia="en-AU"/>
              </w:rPr>
              <w:t>1.7</w:t>
            </w:r>
          </w:p>
        </w:tc>
        <w:tc>
          <w:tcPr>
            <w:tcW w:w="1385" w:type="pct"/>
            <w:vAlign w:val="top"/>
          </w:tcPr>
          <w:p w14:paraId="3549336D" w14:textId="69FECA38" w:rsidR="00A0385E" w:rsidRPr="00A87F70" w:rsidRDefault="00A0385E" w:rsidP="00A0385E">
            <w:pPr>
              <w:pStyle w:val="Body"/>
              <w:tabs>
                <w:tab w:val="clear" w:pos="284"/>
              </w:tabs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identifies c</w:t>
            </w:r>
            <w:r w:rsidRPr="001F2226">
              <w:rPr>
                <w:sz w:val="22"/>
                <w:szCs w:val="22"/>
              </w:rPr>
              <w:t>ommon causes of analytical errors and how these can be identified and  minimised</w:t>
            </w:r>
          </w:p>
        </w:tc>
        <w:tc>
          <w:tcPr>
            <w:tcW w:w="322" w:type="pct"/>
          </w:tcPr>
          <w:p w14:paraId="5446AF8B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2" w:type="pct"/>
          </w:tcPr>
          <w:p w14:paraId="36C94442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2" w:type="pct"/>
          </w:tcPr>
          <w:p w14:paraId="624C6CDE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3" w:type="pct"/>
          </w:tcPr>
          <w:p w14:paraId="28F97923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05" w:type="pct"/>
          </w:tcPr>
          <w:p w14:paraId="05A8EA31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06" w:type="pct"/>
          </w:tcPr>
          <w:p w14:paraId="3C2D0F4D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10" w:type="pct"/>
          </w:tcPr>
          <w:p w14:paraId="58DC7235" w14:textId="44118914" w:rsidR="00A0385E" w:rsidRPr="006708C0" w:rsidRDefault="00A0385E" w:rsidP="00A0385E">
            <w:pPr>
              <w:pStyle w:val="Body"/>
              <w:spacing w:before="60" w:after="60" w:line="240" w:lineRule="auto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</w:tr>
      <w:tr w:rsidR="00A0385E" w:rsidRPr="006708C0" w14:paraId="066EAA5C" w14:textId="77777777" w:rsidTr="002B47D9">
        <w:tc>
          <w:tcPr>
            <w:tcW w:w="405" w:type="pct"/>
            <w:vAlign w:val="top"/>
          </w:tcPr>
          <w:p w14:paraId="1DE26A28" w14:textId="6DBD520B" w:rsidR="00A0385E" w:rsidRPr="00547DC8" w:rsidRDefault="00110602" w:rsidP="00A0385E">
            <w:pPr>
              <w:pStyle w:val="Body"/>
              <w:rPr>
                <w:sz w:val="22"/>
                <w:szCs w:val="22"/>
                <w:lang w:eastAsia="en-AU"/>
              </w:rPr>
            </w:pPr>
            <w:r w:rsidRPr="00547DC8">
              <w:rPr>
                <w:sz w:val="22"/>
                <w:szCs w:val="22"/>
                <w:lang w:eastAsia="en-AU"/>
              </w:rPr>
              <w:t>1.8</w:t>
            </w:r>
          </w:p>
        </w:tc>
        <w:tc>
          <w:tcPr>
            <w:tcW w:w="1385" w:type="pct"/>
            <w:vAlign w:val="top"/>
          </w:tcPr>
          <w:p w14:paraId="120F429F" w14:textId="51695D7A" w:rsidR="00A0385E" w:rsidRPr="00A87F70" w:rsidRDefault="00A0385E" w:rsidP="00A0385E">
            <w:pPr>
              <w:pStyle w:val="Body"/>
              <w:tabs>
                <w:tab w:val="clear" w:pos="284"/>
              </w:tabs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discusses w</w:t>
            </w:r>
            <w:r w:rsidRPr="001F2226">
              <w:rPr>
                <w:sz w:val="22"/>
                <w:szCs w:val="22"/>
              </w:rPr>
              <w:t xml:space="preserve">orkplace requirements for the cleaning up of spills for each test </w:t>
            </w:r>
          </w:p>
        </w:tc>
        <w:tc>
          <w:tcPr>
            <w:tcW w:w="322" w:type="pct"/>
          </w:tcPr>
          <w:p w14:paraId="6E7B892D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2" w:type="pct"/>
          </w:tcPr>
          <w:p w14:paraId="144A8520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2" w:type="pct"/>
          </w:tcPr>
          <w:p w14:paraId="09E1E72F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3" w:type="pct"/>
          </w:tcPr>
          <w:p w14:paraId="3A6E9F49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05" w:type="pct"/>
          </w:tcPr>
          <w:p w14:paraId="40E1899D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06" w:type="pct"/>
          </w:tcPr>
          <w:p w14:paraId="27691A90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10" w:type="pct"/>
          </w:tcPr>
          <w:p w14:paraId="7EF13441" w14:textId="6FC48D05" w:rsidR="00A0385E" w:rsidRPr="006708C0" w:rsidRDefault="00A0385E" w:rsidP="00A0385E">
            <w:pPr>
              <w:pStyle w:val="Body"/>
              <w:spacing w:before="60" w:after="60" w:line="240" w:lineRule="auto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</w:tr>
      <w:tr w:rsidR="00A0385E" w:rsidRPr="006708C0" w14:paraId="5AE97ECB" w14:textId="77777777" w:rsidTr="002B47D9">
        <w:tc>
          <w:tcPr>
            <w:tcW w:w="405" w:type="pct"/>
            <w:vAlign w:val="top"/>
          </w:tcPr>
          <w:p w14:paraId="5E8A51EE" w14:textId="7B687F65" w:rsidR="00A0385E" w:rsidRPr="00547DC8" w:rsidRDefault="00110602" w:rsidP="00A0385E">
            <w:pPr>
              <w:pStyle w:val="Body"/>
              <w:rPr>
                <w:sz w:val="22"/>
                <w:szCs w:val="22"/>
                <w:lang w:eastAsia="en-AU"/>
              </w:rPr>
            </w:pPr>
            <w:r w:rsidRPr="00547DC8">
              <w:rPr>
                <w:sz w:val="22"/>
                <w:szCs w:val="22"/>
                <w:lang w:eastAsia="en-AU"/>
              </w:rPr>
              <w:t>1.9</w:t>
            </w:r>
          </w:p>
        </w:tc>
        <w:tc>
          <w:tcPr>
            <w:tcW w:w="1385" w:type="pct"/>
            <w:vAlign w:val="top"/>
          </w:tcPr>
          <w:p w14:paraId="7B75EE60" w14:textId="576A44BA" w:rsidR="00A0385E" w:rsidRPr="00A87F70" w:rsidRDefault="00A0385E" w:rsidP="00A0385E">
            <w:pPr>
              <w:pStyle w:val="Body"/>
              <w:tabs>
                <w:tab w:val="clear" w:pos="284"/>
              </w:tabs>
              <w:spacing w:before="60" w:after="60" w:line="240" w:lineRule="auto"/>
              <w:rPr>
                <w:sz w:val="22"/>
                <w:szCs w:val="22"/>
                <w:lang w:eastAsia="en-AU"/>
              </w:rPr>
            </w:pPr>
            <w:proofErr w:type="gramStart"/>
            <w:r>
              <w:rPr>
                <w:sz w:val="22"/>
                <w:szCs w:val="22"/>
              </w:rPr>
              <w:t>provides</w:t>
            </w:r>
            <w:proofErr w:type="gramEnd"/>
            <w:r>
              <w:rPr>
                <w:sz w:val="22"/>
                <w:szCs w:val="22"/>
              </w:rPr>
              <w:t xml:space="preserve"> a</w:t>
            </w:r>
            <w:r w:rsidRPr="001F2226">
              <w:rPr>
                <w:sz w:val="22"/>
                <w:szCs w:val="22"/>
              </w:rPr>
              <w:t>n Appendix with additional information as identified in the report including the Supervisor report indicating that the tests were satisfactorily completed to industry standard and the dates of completion.</w:t>
            </w:r>
          </w:p>
        </w:tc>
        <w:tc>
          <w:tcPr>
            <w:tcW w:w="322" w:type="pct"/>
          </w:tcPr>
          <w:p w14:paraId="7646CDAF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2" w:type="pct"/>
          </w:tcPr>
          <w:p w14:paraId="154DB9AC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2" w:type="pct"/>
          </w:tcPr>
          <w:p w14:paraId="61D8C224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23" w:type="pct"/>
          </w:tcPr>
          <w:p w14:paraId="539CC3EE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05" w:type="pct"/>
          </w:tcPr>
          <w:p w14:paraId="40156E08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306" w:type="pct"/>
          </w:tcPr>
          <w:p w14:paraId="112B0A51" w14:textId="77777777" w:rsidR="00A0385E" w:rsidRPr="00454FB7" w:rsidRDefault="00A0385E" w:rsidP="00A0385E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10" w:type="pct"/>
          </w:tcPr>
          <w:p w14:paraId="3B377DFF" w14:textId="6262E0F7" w:rsidR="00A0385E" w:rsidRPr="006708C0" w:rsidRDefault="00A0385E" w:rsidP="00A0385E">
            <w:pPr>
              <w:pStyle w:val="Body"/>
              <w:spacing w:before="60" w:after="60" w:line="240" w:lineRule="auto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</w:tr>
      <w:tr w:rsidR="00CB5703" w:rsidRPr="00D47884" w14:paraId="1BFF914F" w14:textId="77777777" w:rsidTr="002B47D9">
        <w:tc>
          <w:tcPr>
            <w:tcW w:w="405" w:type="pct"/>
            <w:vAlign w:val="top"/>
          </w:tcPr>
          <w:p w14:paraId="4AB225CF" w14:textId="77777777" w:rsidR="00CB5703" w:rsidRDefault="00CB5703" w:rsidP="009F198F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lastRenderedPageBreak/>
              <w:t>2</w:t>
            </w:r>
          </w:p>
        </w:tc>
        <w:tc>
          <w:tcPr>
            <w:tcW w:w="1385" w:type="pct"/>
            <w:vAlign w:val="top"/>
          </w:tcPr>
          <w:p w14:paraId="2F615DE7" w14:textId="2FF2C65A" w:rsidR="00CB5703" w:rsidRPr="001F2226" w:rsidRDefault="00547DC8" w:rsidP="00547DC8">
            <w:pPr>
              <w:pStyle w:val="Body"/>
              <w:tabs>
                <w:tab w:val="clear" w:pos="284"/>
                <w:tab w:val="left" w:pos="5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 2 Assignment: all questions answered correctly</w:t>
            </w:r>
          </w:p>
        </w:tc>
        <w:tc>
          <w:tcPr>
            <w:tcW w:w="1900" w:type="pct"/>
            <w:gridSpan w:val="6"/>
          </w:tcPr>
          <w:p w14:paraId="455C2961" w14:textId="77777777" w:rsidR="00CB5703" w:rsidRPr="00454FB7" w:rsidRDefault="00CB5703" w:rsidP="009F198F">
            <w:pPr>
              <w:pStyle w:val="Body"/>
              <w:rPr>
                <w:i/>
                <w:color w:val="FF0000"/>
                <w:lang w:eastAsia="en-AU"/>
              </w:rPr>
            </w:pPr>
          </w:p>
        </w:tc>
        <w:tc>
          <w:tcPr>
            <w:tcW w:w="1310" w:type="pct"/>
          </w:tcPr>
          <w:p w14:paraId="7BAC4C7F" w14:textId="065D5028" w:rsidR="00CB5703" w:rsidRPr="00D47884" w:rsidRDefault="00CB5703" w:rsidP="009F198F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</w:p>
        </w:tc>
      </w:tr>
    </w:tbl>
    <w:p w14:paraId="20093C35" w14:textId="77777777" w:rsidR="00A0385E" w:rsidRDefault="00A0385E" w:rsidP="00AF1D29">
      <w:pPr>
        <w:pStyle w:val="Heading2"/>
      </w:pPr>
    </w:p>
    <w:p w14:paraId="3EC8E4E4" w14:textId="77777777" w:rsidR="00A0385E" w:rsidRDefault="00A0385E" w:rsidP="00A0385E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5ECA6B3F" w14:textId="77777777" w:rsidR="00A0385E" w:rsidRDefault="00A0385E" w:rsidP="00AF1D29">
      <w:pPr>
        <w:pStyle w:val="Heading2"/>
        <w:sectPr w:rsidR="00A0385E" w:rsidSect="00A0385E">
          <w:pgSz w:w="16838" w:h="11906" w:orient="landscape"/>
          <w:pgMar w:top="1418" w:right="1418" w:bottom="1418" w:left="1418" w:header="567" w:footer="454" w:gutter="0"/>
          <w:cols w:space="4253"/>
          <w:docGrid w:linePitch="360"/>
        </w:sectPr>
      </w:pPr>
    </w:p>
    <w:p w14:paraId="39523551" w14:textId="5BD39365" w:rsidR="00AF1D29" w:rsidRDefault="008D000A" w:rsidP="00AF1D29">
      <w:pPr>
        <w:pStyle w:val="Heading2"/>
      </w:pPr>
      <w:r w:rsidRPr="008F6497">
        <w:lastRenderedPageBreak/>
        <w:t>Assessment Feedback</w:t>
      </w:r>
    </w:p>
    <w:p w14:paraId="39523552" w14:textId="77777777" w:rsidR="00AF1D29" w:rsidRDefault="008D000A" w:rsidP="00AF1D29">
      <w:pPr>
        <w:rPr>
          <w:i/>
          <w:color w:val="808080" w:themeColor="background1" w:themeShade="80"/>
          <w:sz w:val="22"/>
          <w:szCs w:val="22"/>
          <w:lang w:eastAsia="en-AU"/>
        </w:rPr>
      </w:pP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NOTE: This section </w:t>
      </w:r>
      <w:r w:rsidRPr="002C058F">
        <w:rPr>
          <w:b/>
          <w:i/>
          <w:color w:val="808080" w:themeColor="background1" w:themeShade="80"/>
          <w:sz w:val="22"/>
          <w:szCs w:val="22"/>
          <w:u w:val="single"/>
          <w:lang w:eastAsia="en-AU"/>
        </w:rPr>
        <w:t>must</w:t>
      </w: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 have the assessor signature and student signature to complete the feedback.</w:t>
      </w:r>
    </w:p>
    <w:p w14:paraId="39523553" w14:textId="77777777" w:rsidR="00AF1D29" w:rsidRDefault="008D000A" w:rsidP="00AF1D29">
      <w:pPr>
        <w:pStyle w:val="Heading3"/>
      </w:pPr>
      <w:r>
        <w:t>Assessment outcome</w:t>
      </w:r>
    </w:p>
    <w:p w14:paraId="39523554" w14:textId="77777777" w:rsidR="00AF1D29" w:rsidRDefault="004B66AB" w:rsidP="00AF1D29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000A">
            <w:rPr>
              <w:rFonts w:ascii="MS Gothic" w:eastAsia="MS Gothic" w:hAnsi="MS Gothic" w:hint="eastAsia"/>
            </w:rPr>
            <w:t>☐</w:t>
          </w:r>
        </w:sdtContent>
      </w:sdt>
      <w:r w:rsidR="008D000A">
        <w:t xml:space="preserve"> Satisfactory</w:t>
      </w:r>
    </w:p>
    <w:p w14:paraId="39523555" w14:textId="77777777" w:rsidR="00AF1D29" w:rsidRPr="00A7239E" w:rsidRDefault="004B66AB" w:rsidP="00AF1D29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000A">
            <w:rPr>
              <w:rFonts w:ascii="MS Gothic" w:eastAsia="MS Gothic" w:hAnsi="MS Gothic" w:hint="eastAsia"/>
            </w:rPr>
            <w:t>☐</w:t>
          </w:r>
        </w:sdtContent>
      </w:sdt>
      <w:r w:rsidR="008D000A">
        <w:t xml:space="preserve"> Unsatisfactory</w:t>
      </w:r>
    </w:p>
    <w:p w14:paraId="39523556" w14:textId="77777777" w:rsidR="00AF1D29" w:rsidRDefault="008D000A" w:rsidP="00AF1D29">
      <w:pPr>
        <w:pStyle w:val="Heading3"/>
      </w:pPr>
      <w:r>
        <w:t>Assessor Feedback</w:t>
      </w:r>
    </w:p>
    <w:p w14:paraId="39523557" w14:textId="77777777" w:rsidR="00AF1D29" w:rsidRDefault="004B66AB" w:rsidP="00AF1D29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000A">
            <w:rPr>
              <w:rFonts w:ascii="MS Gothic" w:eastAsia="MS Gothic" w:hAnsi="MS Gothic" w:hint="eastAsia"/>
            </w:rPr>
            <w:t>☐</w:t>
          </w:r>
        </w:sdtContent>
      </w:sdt>
      <w:r w:rsidR="008D000A">
        <w:t xml:space="preserve"> Was the assessment event successfully completed?</w:t>
      </w:r>
    </w:p>
    <w:p w14:paraId="39523558" w14:textId="77777777" w:rsidR="00AF1D29" w:rsidRDefault="004B66AB" w:rsidP="00AF1D29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000A">
            <w:rPr>
              <w:rFonts w:ascii="MS Gothic" w:eastAsia="MS Gothic" w:hAnsi="MS Gothic" w:hint="eastAsia"/>
            </w:rPr>
            <w:t>☐</w:t>
          </w:r>
        </w:sdtContent>
      </w:sdt>
      <w:r w:rsidR="008D000A">
        <w:t xml:space="preserve"> If no, was the resubmission/re-assessment successfully completed?</w:t>
      </w:r>
    </w:p>
    <w:p w14:paraId="39523559" w14:textId="77777777" w:rsidR="00AF1D29" w:rsidRPr="00A7239E" w:rsidRDefault="004B66AB" w:rsidP="00AF1D29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000A">
            <w:rPr>
              <w:rFonts w:ascii="MS Gothic" w:eastAsia="MS Gothic" w:hAnsi="MS Gothic" w:hint="eastAsia"/>
            </w:rPr>
            <w:t>☐</w:t>
          </w:r>
        </w:sdtContent>
      </w:sdt>
      <w:r w:rsidR="008D000A">
        <w:t xml:space="preserve"> Was reasonable adjustment in place for this assessment event?</w:t>
      </w:r>
      <w:r w:rsidR="008D000A">
        <w:br/>
      </w:r>
      <w:r w:rsidR="008D000A">
        <w:rPr>
          <w:i/>
          <w:color w:val="A6A6A6" w:themeColor="background1" w:themeShade="A6"/>
        </w:rPr>
        <w:t xml:space="preserve">If yes, ensure it </w:t>
      </w:r>
      <w:proofErr w:type="gramStart"/>
      <w:r w:rsidR="008D000A">
        <w:rPr>
          <w:i/>
          <w:color w:val="A6A6A6" w:themeColor="background1" w:themeShade="A6"/>
        </w:rPr>
        <w:t>is detailed</w:t>
      </w:r>
      <w:proofErr w:type="gramEnd"/>
      <w:r w:rsidR="008D000A">
        <w:rPr>
          <w:i/>
          <w:color w:val="A6A6A6" w:themeColor="background1" w:themeShade="A6"/>
        </w:rPr>
        <w:t xml:space="preserve"> on the assessment document.</w:t>
      </w:r>
    </w:p>
    <w:p w14:paraId="3952355A" w14:textId="77777777" w:rsidR="00AF1D29" w:rsidRDefault="008D000A" w:rsidP="00AF1D2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sz w:val="22"/>
          <w:szCs w:val="22"/>
          <w:lang w:eastAsia="en-AU"/>
        </w:rPr>
      </w:pPr>
      <w:r>
        <w:t>Comments:</w:t>
      </w:r>
    </w:p>
    <w:p w14:paraId="3952355B" w14:textId="77777777" w:rsidR="00AF1D29" w:rsidRPr="00A7239E" w:rsidRDefault="00AF1D29" w:rsidP="00AF1D2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952355C" w14:textId="77777777" w:rsidR="00AF1D29" w:rsidRDefault="008D000A" w:rsidP="00AF1D29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3952355D" w14:textId="77777777" w:rsidR="00AF1D29" w:rsidRDefault="00AF1D29" w:rsidP="00AF1D2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952355E" w14:textId="77777777" w:rsidR="00AF1D29" w:rsidRPr="00A7239E" w:rsidRDefault="00AF1D29" w:rsidP="00AF1D2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952355F" w14:textId="77777777" w:rsidR="00AF1D29" w:rsidRDefault="008D000A" w:rsidP="00AF1D29">
      <w:pPr>
        <w:pStyle w:val="Heading3"/>
        <w:rPr>
          <w:i/>
          <w:color w:val="808080" w:themeColor="background1" w:themeShade="80"/>
        </w:rPr>
      </w:pPr>
      <w:r w:rsidRPr="00492E16">
        <w:t>Student acknowledgement of assessment outcome</w:t>
      </w:r>
    </w:p>
    <w:p w14:paraId="39523560" w14:textId="77777777" w:rsidR="00AF1D29" w:rsidRDefault="008D000A" w:rsidP="00AF1D2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t>Would you like to make any comments about this assessment?</w:t>
      </w:r>
    </w:p>
    <w:p w14:paraId="39523561" w14:textId="77777777" w:rsidR="00AF1D29" w:rsidRPr="00A7239E" w:rsidRDefault="00AF1D29" w:rsidP="00AF1D2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9523562" w14:textId="77777777" w:rsidR="00AF1D29" w:rsidRDefault="008D000A" w:rsidP="00AF1D29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39523563" w14:textId="77777777" w:rsidR="00AF1D29" w:rsidRDefault="00AF1D29" w:rsidP="00AF1D2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9523564" w14:textId="77777777" w:rsidR="00AF1D29" w:rsidRPr="00A7239E" w:rsidRDefault="00AF1D29" w:rsidP="00AF1D2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9523565" w14:textId="77777777" w:rsidR="00AF1D29" w:rsidRPr="000D179A" w:rsidRDefault="008D000A" w:rsidP="00AF1D29">
      <w:pPr>
        <w:jc w:val="center"/>
        <w:rPr>
          <w:b/>
          <w:i/>
          <w:lang w:eastAsia="en-AU"/>
        </w:rPr>
      </w:pPr>
      <w:r w:rsidRPr="000D179A">
        <w:rPr>
          <w:b/>
          <w:i/>
          <w:lang w:eastAsia="en-AU"/>
        </w:rPr>
        <w:t>NOTE:</w:t>
      </w:r>
      <w:r>
        <w:rPr>
          <w:b/>
          <w:i/>
          <w:lang w:eastAsia="en-AU"/>
        </w:rPr>
        <w:t xml:space="preserve"> </w:t>
      </w:r>
      <w:r w:rsidRPr="000D179A">
        <w:rPr>
          <w:b/>
          <w:i/>
          <w:lang w:eastAsia="en-AU"/>
        </w:rPr>
        <w:t>Make sure you have written your name at the bottom of each page of your submission before attaching the cover sheet and submitting to your assessor for marking.</w:t>
      </w:r>
    </w:p>
    <w:p w14:paraId="39523566" w14:textId="77777777" w:rsidR="00575F75" w:rsidRDefault="00575F75" w:rsidP="00AF1D29">
      <w:pPr>
        <w:rPr>
          <w:b/>
          <w:i/>
          <w:lang w:eastAsia="en-AU"/>
        </w:rPr>
      </w:pPr>
    </w:p>
    <w:p w14:paraId="39523567" w14:textId="77777777" w:rsidR="00AF1D29" w:rsidRPr="00D63B74" w:rsidRDefault="00AF1D29" w:rsidP="00AF1D29">
      <w:pPr>
        <w:rPr>
          <w:color w:val="FF0000"/>
          <w:sz w:val="72"/>
          <w:szCs w:val="72"/>
          <w:lang w:eastAsia="en-AU"/>
        </w:rPr>
      </w:pPr>
    </w:p>
    <w:sectPr w:rsidR="00AF1D29" w:rsidRPr="00D63B74" w:rsidSect="00A0385E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2356A" w14:textId="77777777" w:rsidR="00753267" w:rsidRDefault="00753267">
      <w:pPr>
        <w:spacing w:before="0" w:after="0" w:line="240" w:lineRule="auto"/>
      </w:pPr>
      <w:r>
        <w:separator/>
      </w:r>
    </w:p>
  </w:endnote>
  <w:endnote w:type="continuationSeparator" w:id="0">
    <w:p w14:paraId="3952356B" w14:textId="77777777" w:rsidR="00753267" w:rsidRDefault="0075326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2356F" w14:textId="77777777" w:rsidR="00753267" w:rsidRPr="004820C4" w:rsidRDefault="00753267" w:rsidP="00AF1D29">
    <w:pPr>
      <w:pStyle w:val="Footer-DocumentTitleLeft"/>
    </w:pPr>
  </w:p>
  <w:p w14:paraId="39523570" w14:textId="77777777" w:rsidR="00753267" w:rsidRDefault="00753267" w:rsidP="00AF1D29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39523571" w14:textId="77777777" w:rsidR="00753267" w:rsidRPr="0006452B" w:rsidRDefault="00753267" w:rsidP="00AF1D29"/>
  <w:p w14:paraId="39523572" w14:textId="77777777" w:rsidR="00753267" w:rsidRDefault="00753267" w:rsidP="00AF1D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23573" w14:textId="455642B9" w:rsidR="00753267" w:rsidRDefault="00753267" w:rsidP="00AF1D29">
    <w:pPr>
      <w:pStyle w:val="Bodyfooter"/>
      <w:tabs>
        <w:tab w:val="clear" w:pos="4536"/>
        <w:tab w:val="clear" w:pos="9554"/>
        <w:tab w:val="right" w:pos="9781"/>
      </w:tabs>
      <w:rPr>
        <w:noProof/>
      </w:rPr>
    </w:pPr>
    <w:r w:rsidRPr="008D467A">
      <w:t>Document title</w:t>
    </w:r>
    <w:r>
      <w:t xml:space="preserve">: </w:t>
    </w: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4B66AB">
      <w:rPr>
        <w:noProof/>
      </w:rPr>
      <w:t>MSL974019_AE_Pro_2of3</w:t>
    </w:r>
    <w:r>
      <w:rPr>
        <w:noProof/>
      </w:rPr>
      <w:fldChar w:fldCharType="end"/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4B66AB">
      <w:rPr>
        <w:noProof/>
      </w:rPr>
      <w:t>4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4B66AB">
      <w:rPr>
        <w:noProof/>
      </w:rPr>
      <w:t>32</w:t>
    </w:r>
    <w:r>
      <w:rPr>
        <w:noProof/>
      </w:rPr>
      <w:fldChar w:fldCharType="end"/>
    </w:r>
  </w:p>
  <w:p w14:paraId="39523574" w14:textId="2502DC32" w:rsidR="00753267" w:rsidRDefault="00753267" w:rsidP="00AF1D29">
    <w:pPr>
      <w:pStyle w:val="Bodyfooter"/>
      <w:tabs>
        <w:tab w:val="clear" w:pos="4536"/>
        <w:tab w:val="clear" w:pos="9554"/>
        <w:tab w:val="right" w:pos="9781"/>
      </w:tabs>
    </w:pPr>
    <w:r>
      <w:rPr>
        <w:noProof/>
      </w:rPr>
      <w:t xml:space="preserve">Resource ID: </w:t>
    </w:r>
    <w:r w:rsidRPr="009D733F">
      <w:rPr>
        <w:noProof/>
      </w:rPr>
      <w:t>MRS_18_07_</w:t>
    </w:r>
    <w:r>
      <w:rPr>
        <w:noProof/>
      </w:rPr>
      <w:t xml:space="preserve">MSL974019_AE_Pro_2of3                                           </w:t>
    </w:r>
    <w:r w:rsidRPr="00192323">
      <w:t>STUDENT NAME: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23577" w14:textId="77777777" w:rsidR="00753267" w:rsidRPr="008D467A" w:rsidRDefault="00753267" w:rsidP="00AF1D29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31</w:t>
    </w:r>
    <w:r>
      <w:rPr>
        <w:noProof/>
      </w:rPr>
      <w:fldChar w:fldCharType="end"/>
    </w:r>
  </w:p>
  <w:p w14:paraId="39523578" w14:textId="77777777" w:rsidR="00753267" w:rsidRPr="008948B1" w:rsidRDefault="00753267" w:rsidP="00AF1D29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39523579" w14:textId="77777777" w:rsidR="00753267" w:rsidRPr="00AA3155" w:rsidRDefault="00753267" w:rsidP="00AF1D29">
    <w:pPr>
      <w:pStyle w:val="Footer"/>
    </w:pPr>
  </w:p>
  <w:p w14:paraId="3952357A" w14:textId="77777777" w:rsidR="00753267" w:rsidRDefault="00753267" w:rsidP="00AF1D2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2357D" w14:textId="77777777" w:rsidR="00753267" w:rsidRPr="004820C4" w:rsidRDefault="00753267" w:rsidP="00AF1D29">
    <w:pPr>
      <w:pStyle w:val="Footer-DocumentTitleLeft"/>
    </w:pPr>
  </w:p>
  <w:p w14:paraId="3952357E" w14:textId="77777777" w:rsidR="00753267" w:rsidRDefault="00753267" w:rsidP="00AF1D29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3952357F" w14:textId="77777777" w:rsidR="00753267" w:rsidRPr="0006452B" w:rsidRDefault="00753267" w:rsidP="00AF1D29"/>
  <w:p w14:paraId="39523580" w14:textId="77777777" w:rsidR="00753267" w:rsidRDefault="00753267" w:rsidP="00AF1D29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23583" w14:textId="77777777" w:rsidR="00753267" w:rsidRPr="008D467A" w:rsidRDefault="00753267" w:rsidP="00AF1D29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31</w:t>
    </w:r>
    <w:r>
      <w:rPr>
        <w:noProof/>
      </w:rPr>
      <w:fldChar w:fldCharType="end"/>
    </w:r>
  </w:p>
  <w:p w14:paraId="39523584" w14:textId="77777777" w:rsidR="00753267" w:rsidRPr="008948B1" w:rsidRDefault="00753267" w:rsidP="00AF1D29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39523585" w14:textId="77777777" w:rsidR="00753267" w:rsidRPr="00AA3155" w:rsidRDefault="00753267" w:rsidP="00AF1D29">
    <w:pPr>
      <w:pStyle w:val="Footer"/>
    </w:pPr>
  </w:p>
  <w:p w14:paraId="39523586" w14:textId="77777777" w:rsidR="00753267" w:rsidRDefault="00753267" w:rsidP="00AF1D2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23568" w14:textId="77777777" w:rsidR="00753267" w:rsidRDefault="00753267">
      <w:pPr>
        <w:spacing w:before="0" w:after="0" w:line="240" w:lineRule="auto"/>
      </w:pPr>
      <w:r>
        <w:separator/>
      </w:r>
    </w:p>
  </w:footnote>
  <w:footnote w:type="continuationSeparator" w:id="0">
    <w:p w14:paraId="39523569" w14:textId="77777777" w:rsidR="00753267" w:rsidRDefault="0075326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2356C" w14:textId="77777777" w:rsidR="00753267" w:rsidRDefault="004B66AB" w:rsidP="00AF1D29">
    <w:r>
      <w:rPr>
        <w:noProof/>
      </w:rPr>
      <w:pict w14:anchorId="3952358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0;margin-top:0;width:449.55pt;height:269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  <w:p w14:paraId="3952356D" w14:textId="77777777" w:rsidR="00753267" w:rsidRDefault="00753267" w:rsidP="00AF1D2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2356E" w14:textId="77777777" w:rsidR="00753267" w:rsidRDefault="00753267" w:rsidP="00AF1D29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39523588" wp14:editId="39523589">
          <wp:extent cx="1591359" cy="397840"/>
          <wp:effectExtent l="0" t="0" r="0" b="2540"/>
          <wp:docPr id="2" name="Picture 2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23575" w14:textId="77777777" w:rsidR="00753267" w:rsidRDefault="004B66AB" w:rsidP="00AF1D29">
    <w:pPr>
      <w:pStyle w:val="Header"/>
    </w:pPr>
    <w:r>
      <w:rPr>
        <w:noProof/>
      </w:rPr>
      <w:pict w14:anchorId="3952358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449.55pt;height:269.7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  <w:p w14:paraId="39523576" w14:textId="77777777" w:rsidR="00753267" w:rsidRDefault="00753267" w:rsidP="00AF1D29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2357B" w14:textId="77777777" w:rsidR="00753267" w:rsidRDefault="00753267" w:rsidP="00AF1D29"/>
  <w:p w14:paraId="3952357C" w14:textId="77777777" w:rsidR="00753267" w:rsidRDefault="00753267" w:rsidP="00AF1D29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23581" w14:textId="77777777" w:rsidR="00753267" w:rsidRDefault="00753267" w:rsidP="00AF1D29">
    <w:pPr>
      <w:pStyle w:val="Header"/>
    </w:pPr>
  </w:p>
  <w:p w14:paraId="39523582" w14:textId="77777777" w:rsidR="00753267" w:rsidRDefault="00753267" w:rsidP="00AF1D2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B48AC6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6F16DD"/>
    <w:multiLevelType w:val="hybridMultilevel"/>
    <w:tmpl w:val="AB42702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9310539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E881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0405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CA01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2A8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4CA9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E8D5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1CD8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5E07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853F1"/>
    <w:multiLevelType w:val="hybridMultilevel"/>
    <w:tmpl w:val="379A6D9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7C1BED"/>
    <w:multiLevelType w:val="hybridMultilevel"/>
    <w:tmpl w:val="4D08B0AC"/>
    <w:lvl w:ilvl="0" w:tplc="0C09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B1B562A"/>
    <w:multiLevelType w:val="singleLevel"/>
    <w:tmpl w:val="0D3CFE5A"/>
    <w:lvl w:ilvl="0">
      <w:start w:val="1"/>
      <w:numFmt w:val="bullet"/>
      <w:pStyle w:val="ListBullet2"/>
      <w:lvlText w:val=""/>
      <w:lvlJc w:val="left"/>
      <w:pPr>
        <w:ind w:left="70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</w:abstractNum>
  <w:abstractNum w:abstractNumId="6" w15:restartNumberingAfterBreak="0">
    <w:nsid w:val="2BB615FA"/>
    <w:multiLevelType w:val="hybridMultilevel"/>
    <w:tmpl w:val="F2DA347E"/>
    <w:lvl w:ilvl="0" w:tplc="3D8A5714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FA7E3B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A6EE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F4D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888D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6AFA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363E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060C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FCE3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C5150"/>
    <w:multiLevelType w:val="hybridMultilevel"/>
    <w:tmpl w:val="9B3AA23A"/>
    <w:lvl w:ilvl="0" w:tplc="00A8AB82">
      <w:start w:val="1"/>
      <w:numFmt w:val="decimal"/>
      <w:lvlText w:val="%1."/>
      <w:lvlJc w:val="left"/>
      <w:pPr>
        <w:ind w:left="823" w:hanging="361"/>
      </w:pPr>
      <w:rPr>
        <w:rFonts w:ascii="Calibri" w:eastAsia="Calibri" w:hAnsi="Calibri" w:cs="Calibri" w:hint="default"/>
        <w:i w:val="0"/>
        <w:color w:val="000000" w:themeColor="text1"/>
        <w:w w:val="99"/>
        <w:sz w:val="22"/>
        <w:szCs w:val="22"/>
      </w:rPr>
    </w:lvl>
    <w:lvl w:ilvl="1" w:tplc="AE6E6224">
      <w:start w:val="1"/>
      <w:numFmt w:val="bullet"/>
      <w:lvlText w:val="•"/>
      <w:lvlJc w:val="left"/>
      <w:pPr>
        <w:ind w:left="1444" w:hanging="361"/>
      </w:pPr>
      <w:rPr>
        <w:rFonts w:hint="default"/>
      </w:rPr>
    </w:lvl>
    <w:lvl w:ilvl="2" w:tplc="8CA2AEB2">
      <w:start w:val="1"/>
      <w:numFmt w:val="bullet"/>
      <w:lvlText w:val="•"/>
      <w:lvlJc w:val="left"/>
      <w:pPr>
        <w:ind w:left="2069" w:hanging="361"/>
      </w:pPr>
      <w:rPr>
        <w:rFonts w:hint="default"/>
      </w:rPr>
    </w:lvl>
    <w:lvl w:ilvl="3" w:tplc="5D3AF524">
      <w:start w:val="1"/>
      <w:numFmt w:val="bullet"/>
      <w:lvlText w:val="•"/>
      <w:lvlJc w:val="left"/>
      <w:pPr>
        <w:ind w:left="2694" w:hanging="361"/>
      </w:pPr>
      <w:rPr>
        <w:rFonts w:hint="default"/>
      </w:rPr>
    </w:lvl>
    <w:lvl w:ilvl="4" w:tplc="2F0AF690">
      <w:start w:val="1"/>
      <w:numFmt w:val="bullet"/>
      <w:lvlText w:val="•"/>
      <w:lvlJc w:val="left"/>
      <w:pPr>
        <w:ind w:left="3319" w:hanging="361"/>
      </w:pPr>
      <w:rPr>
        <w:rFonts w:hint="default"/>
      </w:rPr>
    </w:lvl>
    <w:lvl w:ilvl="5" w:tplc="B434A0CE">
      <w:start w:val="1"/>
      <w:numFmt w:val="bullet"/>
      <w:lvlText w:val="•"/>
      <w:lvlJc w:val="left"/>
      <w:pPr>
        <w:ind w:left="3944" w:hanging="361"/>
      </w:pPr>
      <w:rPr>
        <w:rFonts w:hint="default"/>
      </w:rPr>
    </w:lvl>
    <w:lvl w:ilvl="6" w:tplc="6778D6AE">
      <w:start w:val="1"/>
      <w:numFmt w:val="bullet"/>
      <w:lvlText w:val="•"/>
      <w:lvlJc w:val="left"/>
      <w:pPr>
        <w:ind w:left="4569" w:hanging="361"/>
      </w:pPr>
      <w:rPr>
        <w:rFonts w:hint="default"/>
      </w:rPr>
    </w:lvl>
    <w:lvl w:ilvl="7" w:tplc="89667220">
      <w:start w:val="1"/>
      <w:numFmt w:val="bullet"/>
      <w:lvlText w:val="•"/>
      <w:lvlJc w:val="left"/>
      <w:pPr>
        <w:ind w:left="5194" w:hanging="361"/>
      </w:pPr>
      <w:rPr>
        <w:rFonts w:hint="default"/>
      </w:rPr>
    </w:lvl>
    <w:lvl w:ilvl="8" w:tplc="B134B138">
      <w:start w:val="1"/>
      <w:numFmt w:val="bullet"/>
      <w:lvlText w:val="•"/>
      <w:lvlJc w:val="left"/>
      <w:pPr>
        <w:ind w:left="5819" w:hanging="361"/>
      </w:pPr>
      <w:rPr>
        <w:rFonts w:hint="default"/>
      </w:rPr>
    </w:lvl>
  </w:abstractNum>
  <w:abstractNum w:abstractNumId="8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9" w15:restartNumberingAfterBreak="0">
    <w:nsid w:val="30BC664B"/>
    <w:multiLevelType w:val="hybridMultilevel"/>
    <w:tmpl w:val="184806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D3DEC"/>
    <w:multiLevelType w:val="hybridMultilevel"/>
    <w:tmpl w:val="37A0660C"/>
    <w:lvl w:ilvl="0" w:tplc="C9C42180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B0C4F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3ED5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9EA7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EA6E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E8FB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F0B8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1A60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B2FD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1B5387"/>
    <w:multiLevelType w:val="hybridMultilevel"/>
    <w:tmpl w:val="BB44B89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307D7C"/>
    <w:multiLevelType w:val="hybridMultilevel"/>
    <w:tmpl w:val="929E44B0"/>
    <w:lvl w:ilvl="0" w:tplc="0C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3615AE"/>
    <w:multiLevelType w:val="hybridMultilevel"/>
    <w:tmpl w:val="1174E6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3075D"/>
    <w:multiLevelType w:val="hybridMultilevel"/>
    <w:tmpl w:val="46EE6AEC"/>
    <w:lvl w:ilvl="0" w:tplc="C13CCAA4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8175C5"/>
    <w:multiLevelType w:val="hybridMultilevel"/>
    <w:tmpl w:val="BE60F9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CD4558"/>
    <w:multiLevelType w:val="hybridMultilevel"/>
    <w:tmpl w:val="1174E6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5510DF"/>
    <w:multiLevelType w:val="hybridMultilevel"/>
    <w:tmpl w:val="9B3AA23A"/>
    <w:lvl w:ilvl="0" w:tplc="00A8AB82">
      <w:start w:val="1"/>
      <w:numFmt w:val="decimal"/>
      <w:lvlText w:val="%1."/>
      <w:lvlJc w:val="left"/>
      <w:pPr>
        <w:ind w:left="823" w:hanging="361"/>
      </w:pPr>
      <w:rPr>
        <w:rFonts w:ascii="Calibri" w:eastAsia="Calibri" w:hAnsi="Calibri" w:cs="Calibri" w:hint="default"/>
        <w:i w:val="0"/>
        <w:color w:val="000000" w:themeColor="text1"/>
        <w:w w:val="99"/>
        <w:sz w:val="22"/>
        <w:szCs w:val="22"/>
      </w:rPr>
    </w:lvl>
    <w:lvl w:ilvl="1" w:tplc="AE6E6224">
      <w:start w:val="1"/>
      <w:numFmt w:val="bullet"/>
      <w:lvlText w:val="•"/>
      <w:lvlJc w:val="left"/>
      <w:pPr>
        <w:ind w:left="1444" w:hanging="361"/>
      </w:pPr>
      <w:rPr>
        <w:rFonts w:hint="default"/>
      </w:rPr>
    </w:lvl>
    <w:lvl w:ilvl="2" w:tplc="8CA2AEB2">
      <w:start w:val="1"/>
      <w:numFmt w:val="bullet"/>
      <w:lvlText w:val="•"/>
      <w:lvlJc w:val="left"/>
      <w:pPr>
        <w:ind w:left="2069" w:hanging="361"/>
      </w:pPr>
      <w:rPr>
        <w:rFonts w:hint="default"/>
      </w:rPr>
    </w:lvl>
    <w:lvl w:ilvl="3" w:tplc="5D3AF524">
      <w:start w:val="1"/>
      <w:numFmt w:val="bullet"/>
      <w:lvlText w:val="•"/>
      <w:lvlJc w:val="left"/>
      <w:pPr>
        <w:ind w:left="2694" w:hanging="361"/>
      </w:pPr>
      <w:rPr>
        <w:rFonts w:hint="default"/>
      </w:rPr>
    </w:lvl>
    <w:lvl w:ilvl="4" w:tplc="2F0AF690">
      <w:start w:val="1"/>
      <w:numFmt w:val="bullet"/>
      <w:lvlText w:val="•"/>
      <w:lvlJc w:val="left"/>
      <w:pPr>
        <w:ind w:left="3319" w:hanging="361"/>
      </w:pPr>
      <w:rPr>
        <w:rFonts w:hint="default"/>
      </w:rPr>
    </w:lvl>
    <w:lvl w:ilvl="5" w:tplc="B434A0CE">
      <w:start w:val="1"/>
      <w:numFmt w:val="bullet"/>
      <w:lvlText w:val="•"/>
      <w:lvlJc w:val="left"/>
      <w:pPr>
        <w:ind w:left="3944" w:hanging="361"/>
      </w:pPr>
      <w:rPr>
        <w:rFonts w:hint="default"/>
      </w:rPr>
    </w:lvl>
    <w:lvl w:ilvl="6" w:tplc="6778D6AE">
      <w:start w:val="1"/>
      <w:numFmt w:val="bullet"/>
      <w:lvlText w:val="•"/>
      <w:lvlJc w:val="left"/>
      <w:pPr>
        <w:ind w:left="4569" w:hanging="361"/>
      </w:pPr>
      <w:rPr>
        <w:rFonts w:hint="default"/>
      </w:rPr>
    </w:lvl>
    <w:lvl w:ilvl="7" w:tplc="89667220">
      <w:start w:val="1"/>
      <w:numFmt w:val="bullet"/>
      <w:lvlText w:val="•"/>
      <w:lvlJc w:val="left"/>
      <w:pPr>
        <w:ind w:left="5194" w:hanging="361"/>
      </w:pPr>
      <w:rPr>
        <w:rFonts w:hint="default"/>
      </w:rPr>
    </w:lvl>
    <w:lvl w:ilvl="8" w:tplc="B134B138">
      <w:start w:val="1"/>
      <w:numFmt w:val="bullet"/>
      <w:lvlText w:val="•"/>
      <w:lvlJc w:val="left"/>
      <w:pPr>
        <w:ind w:left="5819" w:hanging="361"/>
      </w:pPr>
      <w:rPr>
        <w:rFonts w:hint="default"/>
      </w:rPr>
    </w:lvl>
  </w:abstractNum>
  <w:abstractNum w:abstractNumId="18" w15:restartNumberingAfterBreak="0">
    <w:nsid w:val="575E7983"/>
    <w:multiLevelType w:val="hybridMultilevel"/>
    <w:tmpl w:val="30E2A2A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9573F8"/>
    <w:multiLevelType w:val="hybridMultilevel"/>
    <w:tmpl w:val="7C6A74A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53B96"/>
    <w:multiLevelType w:val="hybridMultilevel"/>
    <w:tmpl w:val="59B4AFB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FB6F23"/>
    <w:multiLevelType w:val="hybridMultilevel"/>
    <w:tmpl w:val="1174E6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ED2717"/>
    <w:multiLevelType w:val="hybridMultilevel"/>
    <w:tmpl w:val="BA783A8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C6A682A"/>
    <w:multiLevelType w:val="hybridMultilevel"/>
    <w:tmpl w:val="6C428002"/>
    <w:lvl w:ilvl="0" w:tplc="0C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1052717"/>
    <w:multiLevelType w:val="hybridMultilevel"/>
    <w:tmpl w:val="8A182EFA"/>
    <w:lvl w:ilvl="0" w:tplc="BFEA272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0D571E"/>
    <w:multiLevelType w:val="hybridMultilevel"/>
    <w:tmpl w:val="91840EE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7A0941"/>
    <w:multiLevelType w:val="hybridMultilevel"/>
    <w:tmpl w:val="B5D2B496"/>
    <w:lvl w:ilvl="0" w:tplc="6652F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82243E" w:tentative="1">
      <w:start w:val="1"/>
      <w:numFmt w:val="lowerLetter"/>
      <w:lvlText w:val="%2."/>
      <w:lvlJc w:val="left"/>
      <w:pPr>
        <w:ind w:left="1440" w:hanging="360"/>
      </w:pPr>
    </w:lvl>
    <w:lvl w:ilvl="2" w:tplc="B32AFE28" w:tentative="1">
      <w:start w:val="1"/>
      <w:numFmt w:val="lowerRoman"/>
      <w:lvlText w:val="%3."/>
      <w:lvlJc w:val="right"/>
      <w:pPr>
        <w:ind w:left="2160" w:hanging="180"/>
      </w:pPr>
    </w:lvl>
    <w:lvl w:ilvl="3" w:tplc="DE24C2F8" w:tentative="1">
      <w:start w:val="1"/>
      <w:numFmt w:val="decimal"/>
      <w:lvlText w:val="%4."/>
      <w:lvlJc w:val="left"/>
      <w:pPr>
        <w:ind w:left="2880" w:hanging="360"/>
      </w:pPr>
    </w:lvl>
    <w:lvl w:ilvl="4" w:tplc="5BEC018E" w:tentative="1">
      <w:start w:val="1"/>
      <w:numFmt w:val="lowerLetter"/>
      <w:lvlText w:val="%5."/>
      <w:lvlJc w:val="left"/>
      <w:pPr>
        <w:ind w:left="3600" w:hanging="360"/>
      </w:pPr>
    </w:lvl>
    <w:lvl w:ilvl="5" w:tplc="F3FCC32C" w:tentative="1">
      <w:start w:val="1"/>
      <w:numFmt w:val="lowerRoman"/>
      <w:lvlText w:val="%6."/>
      <w:lvlJc w:val="right"/>
      <w:pPr>
        <w:ind w:left="4320" w:hanging="180"/>
      </w:pPr>
    </w:lvl>
    <w:lvl w:ilvl="6" w:tplc="23F4C88C" w:tentative="1">
      <w:start w:val="1"/>
      <w:numFmt w:val="decimal"/>
      <w:lvlText w:val="%7."/>
      <w:lvlJc w:val="left"/>
      <w:pPr>
        <w:ind w:left="5040" w:hanging="360"/>
      </w:pPr>
    </w:lvl>
    <w:lvl w:ilvl="7" w:tplc="5E9AC29E" w:tentative="1">
      <w:start w:val="1"/>
      <w:numFmt w:val="lowerLetter"/>
      <w:lvlText w:val="%8."/>
      <w:lvlJc w:val="left"/>
      <w:pPr>
        <w:ind w:left="5760" w:hanging="360"/>
      </w:pPr>
    </w:lvl>
    <w:lvl w:ilvl="8" w:tplc="A0F8B4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B15F4"/>
    <w:multiLevelType w:val="hybridMultilevel"/>
    <w:tmpl w:val="DAD0F852"/>
    <w:lvl w:ilvl="0" w:tplc="9D9612BA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C0161A"/>
    <w:multiLevelType w:val="hybridMultilevel"/>
    <w:tmpl w:val="FFA4FAE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53205D"/>
    <w:multiLevelType w:val="hybridMultilevel"/>
    <w:tmpl w:val="0322A66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2015E0"/>
    <w:multiLevelType w:val="hybridMultilevel"/>
    <w:tmpl w:val="DDEAD6C0"/>
    <w:lvl w:ilvl="0" w:tplc="6652F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82243E" w:tentative="1">
      <w:start w:val="1"/>
      <w:numFmt w:val="lowerLetter"/>
      <w:lvlText w:val="%2."/>
      <w:lvlJc w:val="left"/>
      <w:pPr>
        <w:ind w:left="1440" w:hanging="360"/>
      </w:pPr>
    </w:lvl>
    <w:lvl w:ilvl="2" w:tplc="B32AFE28" w:tentative="1">
      <w:start w:val="1"/>
      <w:numFmt w:val="lowerRoman"/>
      <w:lvlText w:val="%3."/>
      <w:lvlJc w:val="right"/>
      <w:pPr>
        <w:ind w:left="2160" w:hanging="180"/>
      </w:pPr>
    </w:lvl>
    <w:lvl w:ilvl="3" w:tplc="DE24C2F8" w:tentative="1">
      <w:start w:val="1"/>
      <w:numFmt w:val="decimal"/>
      <w:lvlText w:val="%4."/>
      <w:lvlJc w:val="left"/>
      <w:pPr>
        <w:ind w:left="2880" w:hanging="360"/>
      </w:pPr>
    </w:lvl>
    <w:lvl w:ilvl="4" w:tplc="5BEC018E" w:tentative="1">
      <w:start w:val="1"/>
      <w:numFmt w:val="lowerLetter"/>
      <w:lvlText w:val="%5."/>
      <w:lvlJc w:val="left"/>
      <w:pPr>
        <w:ind w:left="3600" w:hanging="360"/>
      </w:pPr>
    </w:lvl>
    <w:lvl w:ilvl="5" w:tplc="F3FCC32C" w:tentative="1">
      <w:start w:val="1"/>
      <w:numFmt w:val="lowerRoman"/>
      <w:lvlText w:val="%6."/>
      <w:lvlJc w:val="right"/>
      <w:pPr>
        <w:ind w:left="4320" w:hanging="180"/>
      </w:pPr>
    </w:lvl>
    <w:lvl w:ilvl="6" w:tplc="23F4C88C" w:tentative="1">
      <w:start w:val="1"/>
      <w:numFmt w:val="decimal"/>
      <w:lvlText w:val="%7."/>
      <w:lvlJc w:val="left"/>
      <w:pPr>
        <w:ind w:left="5040" w:hanging="360"/>
      </w:pPr>
    </w:lvl>
    <w:lvl w:ilvl="7" w:tplc="5E9AC29E" w:tentative="1">
      <w:start w:val="1"/>
      <w:numFmt w:val="lowerLetter"/>
      <w:lvlText w:val="%8."/>
      <w:lvlJc w:val="left"/>
      <w:pPr>
        <w:ind w:left="5760" w:hanging="360"/>
      </w:pPr>
    </w:lvl>
    <w:lvl w:ilvl="8" w:tplc="A0F8B40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10"/>
  </w:num>
  <w:num w:numId="5">
    <w:abstractNumId w:val="7"/>
  </w:num>
  <w:num w:numId="6">
    <w:abstractNumId w:val="25"/>
  </w:num>
  <w:num w:numId="7">
    <w:abstractNumId w:val="28"/>
  </w:num>
  <w:num w:numId="8">
    <w:abstractNumId w:val="9"/>
  </w:num>
  <w:num w:numId="9">
    <w:abstractNumId w:val="5"/>
  </w:num>
  <w:num w:numId="10">
    <w:abstractNumId w:val="15"/>
  </w:num>
  <w:num w:numId="11">
    <w:abstractNumId w:val="22"/>
  </w:num>
  <w:num w:numId="12">
    <w:abstractNumId w:val="30"/>
  </w:num>
  <w:num w:numId="13">
    <w:abstractNumId w:val="4"/>
  </w:num>
  <w:num w:numId="14">
    <w:abstractNumId w:val="18"/>
  </w:num>
  <w:num w:numId="15">
    <w:abstractNumId w:val="19"/>
  </w:num>
  <w:num w:numId="16">
    <w:abstractNumId w:val="1"/>
  </w:num>
  <w:num w:numId="17">
    <w:abstractNumId w:val="23"/>
  </w:num>
  <w:num w:numId="18">
    <w:abstractNumId w:val="24"/>
  </w:num>
  <w:num w:numId="19">
    <w:abstractNumId w:val="27"/>
  </w:num>
  <w:num w:numId="20">
    <w:abstractNumId w:val="14"/>
  </w:num>
  <w:num w:numId="21">
    <w:abstractNumId w:val="12"/>
  </w:num>
  <w:num w:numId="22">
    <w:abstractNumId w:val="26"/>
  </w:num>
  <w:num w:numId="23">
    <w:abstractNumId w:val="11"/>
  </w:num>
  <w:num w:numId="24">
    <w:abstractNumId w:val="29"/>
  </w:num>
  <w:num w:numId="25">
    <w:abstractNumId w:val="3"/>
  </w:num>
  <w:num w:numId="26">
    <w:abstractNumId w:val="0"/>
  </w:num>
  <w:num w:numId="27">
    <w:abstractNumId w:val="13"/>
  </w:num>
  <w:num w:numId="28">
    <w:abstractNumId w:val="21"/>
  </w:num>
  <w:num w:numId="29">
    <w:abstractNumId w:val="16"/>
  </w:num>
  <w:num w:numId="30">
    <w:abstractNumId w:val="17"/>
  </w:num>
  <w:num w:numId="31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E2MQRiE0sTEwsLYyUdpeDU4uLM/DyQAotaACDQZ+8sAAAA"/>
  </w:docVars>
  <w:rsids>
    <w:rsidRoot w:val="00C143FA"/>
    <w:rsid w:val="00001B2B"/>
    <w:rsid w:val="0004504B"/>
    <w:rsid w:val="00071297"/>
    <w:rsid w:val="000778D9"/>
    <w:rsid w:val="000A6A86"/>
    <w:rsid w:val="000A7214"/>
    <w:rsid w:val="000C097B"/>
    <w:rsid w:val="000F4555"/>
    <w:rsid w:val="001002D6"/>
    <w:rsid w:val="00110602"/>
    <w:rsid w:val="0013196F"/>
    <w:rsid w:val="00135F49"/>
    <w:rsid w:val="00161A09"/>
    <w:rsid w:val="001647CB"/>
    <w:rsid w:val="0017294E"/>
    <w:rsid w:val="00193341"/>
    <w:rsid w:val="001C03A4"/>
    <w:rsid w:val="001C33AD"/>
    <w:rsid w:val="001F42DA"/>
    <w:rsid w:val="0020643D"/>
    <w:rsid w:val="00222B11"/>
    <w:rsid w:val="002560FE"/>
    <w:rsid w:val="0027282E"/>
    <w:rsid w:val="00272833"/>
    <w:rsid w:val="00282D56"/>
    <w:rsid w:val="002A5242"/>
    <w:rsid w:val="002A5FDA"/>
    <w:rsid w:val="002B47D9"/>
    <w:rsid w:val="002C29B7"/>
    <w:rsid w:val="002E15E4"/>
    <w:rsid w:val="002E2E9B"/>
    <w:rsid w:val="002E3FF3"/>
    <w:rsid w:val="002E611A"/>
    <w:rsid w:val="00312D3F"/>
    <w:rsid w:val="00354AD9"/>
    <w:rsid w:val="00366BBA"/>
    <w:rsid w:val="00382B75"/>
    <w:rsid w:val="003A00DA"/>
    <w:rsid w:val="003B5C95"/>
    <w:rsid w:val="003B5CB9"/>
    <w:rsid w:val="003C16AC"/>
    <w:rsid w:val="003F51A7"/>
    <w:rsid w:val="00407EFE"/>
    <w:rsid w:val="00452393"/>
    <w:rsid w:val="00464194"/>
    <w:rsid w:val="0046680C"/>
    <w:rsid w:val="004877CF"/>
    <w:rsid w:val="004A35AA"/>
    <w:rsid w:val="004A4F64"/>
    <w:rsid w:val="004B66AB"/>
    <w:rsid w:val="004D1DB6"/>
    <w:rsid w:val="004E2679"/>
    <w:rsid w:val="004F481D"/>
    <w:rsid w:val="00506846"/>
    <w:rsid w:val="005163A9"/>
    <w:rsid w:val="00516E6F"/>
    <w:rsid w:val="005215EC"/>
    <w:rsid w:val="00530670"/>
    <w:rsid w:val="00547DC8"/>
    <w:rsid w:val="00570802"/>
    <w:rsid w:val="00570B66"/>
    <w:rsid w:val="00575F75"/>
    <w:rsid w:val="005822EF"/>
    <w:rsid w:val="005979A7"/>
    <w:rsid w:val="005B1B15"/>
    <w:rsid w:val="005D1986"/>
    <w:rsid w:val="005E215D"/>
    <w:rsid w:val="005E4F7C"/>
    <w:rsid w:val="005F118B"/>
    <w:rsid w:val="005F3DE3"/>
    <w:rsid w:val="005F53F1"/>
    <w:rsid w:val="00601C72"/>
    <w:rsid w:val="006221E4"/>
    <w:rsid w:val="006222AF"/>
    <w:rsid w:val="006228F8"/>
    <w:rsid w:val="00626309"/>
    <w:rsid w:val="006315DA"/>
    <w:rsid w:val="00646771"/>
    <w:rsid w:val="00682153"/>
    <w:rsid w:val="006907E5"/>
    <w:rsid w:val="007056D5"/>
    <w:rsid w:val="007079FD"/>
    <w:rsid w:val="0071102E"/>
    <w:rsid w:val="007424E3"/>
    <w:rsid w:val="00753267"/>
    <w:rsid w:val="00765C50"/>
    <w:rsid w:val="007724CA"/>
    <w:rsid w:val="00773453"/>
    <w:rsid w:val="0078650C"/>
    <w:rsid w:val="007A0547"/>
    <w:rsid w:val="007D3A8A"/>
    <w:rsid w:val="007D7FA8"/>
    <w:rsid w:val="007E25C6"/>
    <w:rsid w:val="007F53CF"/>
    <w:rsid w:val="008318F9"/>
    <w:rsid w:val="008319A1"/>
    <w:rsid w:val="008330DF"/>
    <w:rsid w:val="00870E72"/>
    <w:rsid w:val="00883E70"/>
    <w:rsid w:val="00886693"/>
    <w:rsid w:val="008C5722"/>
    <w:rsid w:val="008D000A"/>
    <w:rsid w:val="0090534A"/>
    <w:rsid w:val="009068CD"/>
    <w:rsid w:val="00920C3B"/>
    <w:rsid w:val="00922F51"/>
    <w:rsid w:val="00925F3B"/>
    <w:rsid w:val="00946461"/>
    <w:rsid w:val="00957291"/>
    <w:rsid w:val="00966083"/>
    <w:rsid w:val="00994FBD"/>
    <w:rsid w:val="009A61E9"/>
    <w:rsid w:val="009B069D"/>
    <w:rsid w:val="009C3CD3"/>
    <w:rsid w:val="009D2F2D"/>
    <w:rsid w:val="009D733F"/>
    <w:rsid w:val="009E4A3A"/>
    <w:rsid w:val="009F198F"/>
    <w:rsid w:val="00A0268E"/>
    <w:rsid w:val="00A0385E"/>
    <w:rsid w:val="00A22943"/>
    <w:rsid w:val="00A25C25"/>
    <w:rsid w:val="00A32E81"/>
    <w:rsid w:val="00A36F54"/>
    <w:rsid w:val="00A42579"/>
    <w:rsid w:val="00A71836"/>
    <w:rsid w:val="00A87F70"/>
    <w:rsid w:val="00A9689D"/>
    <w:rsid w:val="00AA6672"/>
    <w:rsid w:val="00AB4CCF"/>
    <w:rsid w:val="00AC1049"/>
    <w:rsid w:val="00AC12D8"/>
    <w:rsid w:val="00AC51D7"/>
    <w:rsid w:val="00AD1248"/>
    <w:rsid w:val="00AD5C20"/>
    <w:rsid w:val="00AE2B63"/>
    <w:rsid w:val="00AE7ADD"/>
    <w:rsid w:val="00AF1D29"/>
    <w:rsid w:val="00B01A2E"/>
    <w:rsid w:val="00B02409"/>
    <w:rsid w:val="00B113B4"/>
    <w:rsid w:val="00B23262"/>
    <w:rsid w:val="00B30998"/>
    <w:rsid w:val="00B3201E"/>
    <w:rsid w:val="00B46D09"/>
    <w:rsid w:val="00B535A9"/>
    <w:rsid w:val="00B81DE1"/>
    <w:rsid w:val="00BA4D6A"/>
    <w:rsid w:val="00BA4FC4"/>
    <w:rsid w:val="00BB782A"/>
    <w:rsid w:val="00BC0D46"/>
    <w:rsid w:val="00BC175B"/>
    <w:rsid w:val="00BD4393"/>
    <w:rsid w:val="00BE73DF"/>
    <w:rsid w:val="00BF09FC"/>
    <w:rsid w:val="00BF5018"/>
    <w:rsid w:val="00C03D16"/>
    <w:rsid w:val="00C040EB"/>
    <w:rsid w:val="00C11EB6"/>
    <w:rsid w:val="00C143FA"/>
    <w:rsid w:val="00C64713"/>
    <w:rsid w:val="00C8362D"/>
    <w:rsid w:val="00CB5703"/>
    <w:rsid w:val="00CB580F"/>
    <w:rsid w:val="00CC041C"/>
    <w:rsid w:val="00CC3B52"/>
    <w:rsid w:val="00CC6185"/>
    <w:rsid w:val="00CD0F5F"/>
    <w:rsid w:val="00CF2425"/>
    <w:rsid w:val="00D51525"/>
    <w:rsid w:val="00D52297"/>
    <w:rsid w:val="00D63B74"/>
    <w:rsid w:val="00D6577D"/>
    <w:rsid w:val="00D859D0"/>
    <w:rsid w:val="00DA6DC5"/>
    <w:rsid w:val="00DA6FCE"/>
    <w:rsid w:val="00DB3005"/>
    <w:rsid w:val="00DD6748"/>
    <w:rsid w:val="00DD7365"/>
    <w:rsid w:val="00DE3D65"/>
    <w:rsid w:val="00DE4D47"/>
    <w:rsid w:val="00E0063B"/>
    <w:rsid w:val="00E062F3"/>
    <w:rsid w:val="00E116B6"/>
    <w:rsid w:val="00E24754"/>
    <w:rsid w:val="00E325E1"/>
    <w:rsid w:val="00E371F2"/>
    <w:rsid w:val="00E66109"/>
    <w:rsid w:val="00E702B2"/>
    <w:rsid w:val="00E86DD6"/>
    <w:rsid w:val="00EA32BE"/>
    <w:rsid w:val="00EA7804"/>
    <w:rsid w:val="00EB4D4C"/>
    <w:rsid w:val="00EC5693"/>
    <w:rsid w:val="00EE131C"/>
    <w:rsid w:val="00EF0BBC"/>
    <w:rsid w:val="00EF111C"/>
    <w:rsid w:val="00F345EB"/>
    <w:rsid w:val="00F41D8C"/>
    <w:rsid w:val="00F43BD3"/>
    <w:rsid w:val="00F45321"/>
    <w:rsid w:val="00F5178A"/>
    <w:rsid w:val="00F56CFF"/>
    <w:rsid w:val="00F8607F"/>
    <w:rsid w:val="00F95B84"/>
    <w:rsid w:val="00FA1653"/>
    <w:rsid w:val="00FC2724"/>
    <w:rsid w:val="00FE3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  <w14:docId w14:val="39523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aliases w:val="UB 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9A0ED8"/>
    <w:pPr>
      <w:tabs>
        <w:tab w:val="center" w:pos="4536"/>
        <w:tab w:val="right" w:pos="9554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19232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192323"/>
    <w:rPr>
      <w:rFonts w:ascii="Calibri" w:eastAsiaTheme="minorEastAsia" w:hAnsi="Calibri"/>
      <w:sz w:val="20"/>
      <w:szCs w:val="24"/>
      <w:lang w:val="en-US" w:bidi="en-US"/>
    </w:rPr>
  </w:style>
  <w:style w:type="paragraph" w:customStyle="1" w:styleId="TableParagraph">
    <w:name w:val="Table Paragraph"/>
    <w:basedOn w:val="Normal"/>
    <w:uiPriority w:val="1"/>
    <w:qFormat/>
    <w:rsid w:val="0083335B"/>
    <w:pPr>
      <w:widowControl w:val="0"/>
      <w:tabs>
        <w:tab w:val="clear" w:pos="284"/>
      </w:tabs>
      <w:spacing w:after="0" w:line="240" w:lineRule="auto"/>
      <w:ind w:left="103"/>
    </w:pPr>
    <w:rPr>
      <w:rFonts w:ascii="Calibri" w:eastAsia="Calibri" w:hAnsi="Calibri" w:cs="Calibri"/>
      <w:sz w:val="22"/>
      <w:szCs w:val="22"/>
      <w:lang w:val="en-US"/>
    </w:rPr>
  </w:style>
  <w:style w:type="paragraph" w:styleId="ListBullet2">
    <w:name w:val="List Bullet 2"/>
    <w:basedOn w:val="List2"/>
    <w:rsid w:val="00F43BD3"/>
    <w:pPr>
      <w:keepLines/>
      <w:numPr>
        <w:numId w:val="9"/>
      </w:numPr>
      <w:tabs>
        <w:tab w:val="clear" w:pos="284"/>
      </w:tabs>
      <w:spacing w:before="60" w:after="60" w:line="240" w:lineRule="auto"/>
      <w:ind w:left="1440"/>
      <w:contextualSpacing w:val="0"/>
    </w:pPr>
    <w:rPr>
      <w:rFonts w:ascii="Times New Roman" w:eastAsia="Times New Roman" w:hAnsi="Times New Roman" w:cs="Times New Roman"/>
      <w:szCs w:val="22"/>
    </w:rPr>
  </w:style>
  <w:style w:type="paragraph" w:customStyle="1" w:styleId="TableBodyText">
    <w:name w:val="Table Body Text"/>
    <w:basedOn w:val="BodyText"/>
    <w:rsid w:val="00F43BD3"/>
    <w:pPr>
      <w:keepLines/>
      <w:tabs>
        <w:tab w:val="clear" w:pos="284"/>
      </w:tabs>
      <w:spacing w:before="60" w:after="60" w:line="240" w:lineRule="auto"/>
    </w:pPr>
    <w:rPr>
      <w:rFonts w:ascii="Times New Roman" w:eastAsia="Times New Roman" w:hAnsi="Times New Roman" w:cs="Times New Roman"/>
      <w:szCs w:val="22"/>
    </w:rPr>
  </w:style>
  <w:style w:type="paragraph" w:styleId="List2">
    <w:name w:val="List 2"/>
    <w:basedOn w:val="Normal"/>
    <w:uiPriority w:val="99"/>
    <w:semiHidden/>
    <w:unhideWhenUsed/>
    <w:rsid w:val="00F43BD3"/>
    <w:pPr>
      <w:ind w:left="566" w:hanging="283"/>
      <w:contextualSpacing/>
    </w:pPr>
  </w:style>
  <w:style w:type="paragraph" w:styleId="BodyText">
    <w:name w:val="Body Text"/>
    <w:basedOn w:val="Normal"/>
    <w:link w:val="BodyTextChar"/>
    <w:unhideWhenUsed/>
    <w:rsid w:val="00F43BD3"/>
  </w:style>
  <w:style w:type="character" w:customStyle="1" w:styleId="BodyTextChar">
    <w:name w:val="Body Text Char"/>
    <w:basedOn w:val="DefaultParagraphFont"/>
    <w:link w:val="BodyText"/>
    <w:rsid w:val="00F43BD3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071297"/>
    <w:rPr>
      <w:color w:val="808080"/>
    </w:rPr>
  </w:style>
  <w:style w:type="paragraph" w:customStyle="1" w:styleId="Bodycopy">
    <w:name w:val="Bodycopy"/>
    <w:link w:val="BodycopyChar"/>
    <w:qFormat/>
    <w:rsid w:val="00D63B74"/>
    <w:pPr>
      <w:spacing w:after="120" w:line="240" w:lineRule="auto"/>
    </w:pPr>
    <w:rPr>
      <w:rFonts w:ascii="Calibri" w:eastAsia="Calibri" w:hAnsi="Calibri" w:cs="Times New Roman"/>
      <w:color w:val="404040"/>
    </w:rPr>
  </w:style>
  <w:style w:type="character" w:customStyle="1" w:styleId="BodycopyChar">
    <w:name w:val="Bodycopy Char"/>
    <w:link w:val="Bodycopy"/>
    <w:rsid w:val="00D63B74"/>
    <w:rPr>
      <w:rFonts w:ascii="Calibri" w:eastAsia="Calibri" w:hAnsi="Calibri" w:cs="Times New Roman"/>
      <w:color w:val="404040"/>
    </w:rPr>
  </w:style>
  <w:style w:type="paragraph" w:styleId="ListBullet">
    <w:name w:val="List Bullet"/>
    <w:basedOn w:val="Normal"/>
    <w:uiPriority w:val="99"/>
    <w:semiHidden/>
    <w:unhideWhenUsed/>
    <w:rsid w:val="00FA1653"/>
    <w:pPr>
      <w:numPr>
        <w:numId w:val="2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994E8-B2A6-4532-A8A7-772603A0AC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1502bd91-4821-4a00-aa5e-8d420a883b7a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FB3051E-25DB-4BEC-AD51-4BF655538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32</Pages>
  <Words>2248</Words>
  <Characters>12819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MSL974019_AE_Pro_2of3_20181015</vt:lpstr>
    </vt:vector>
  </TitlesOfParts>
  <Company/>
  <LinksUpToDate>false</LinksUpToDate>
  <CharactersWithSpaces>15037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MSL974019_AE_Pro_2of3_20181015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2019-10-18T00:58:00Z</dcterms:created>
  <dcterms:modified xsi:type="dcterms:W3CDTF">2019-11-18T23:26:00Z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